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9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2"/>
        <w:gridCol w:w="5557"/>
      </w:tblGrid>
      <w:tr w:rsidR="000A53CC">
        <w:trPr>
          <w:cantSplit/>
          <w:trHeight w:hRule="exact" w:val="2886"/>
        </w:trPr>
        <w:tc>
          <w:tcPr>
            <w:tcW w:w="3912" w:type="dxa"/>
            <w:tcBorders>
              <w:bottom w:val="nil"/>
            </w:tcBorders>
          </w:tcPr>
          <w:p w:rsidR="000A53CC" w:rsidRDefault="009D310F" w:rsidP="004C262C">
            <w:pPr>
              <w:pStyle w:val="Cabealho"/>
              <w:tabs>
                <w:tab w:val="clear" w:pos="4419"/>
                <w:tab w:val="clear" w:pos="8838"/>
                <w:tab w:val="left" w:pos="1304"/>
              </w:tabs>
              <w:ind w:left="0"/>
            </w:pPr>
            <w:r>
              <w:rPr>
                <w:noProof/>
              </w:rPr>
              <w:pict w14:anchorId="44DFDF07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ixa de Texto 2" o:spid="_x0000_s1026" type="#_x0000_t202" style="position:absolute;left:0;text-align:left;margin-left:-58.95pt;margin-top:385.4pt;width:592.85pt;height:140.45pt;z-index:2517007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LeE2RMtAgAAVAQAAA4AAAAAAAAAAAAAAAAALgIAAGRycy9l&#10;Mm9Eb2MueG1sUEsBAi0AFAAGAAgAAAAhAP0vMtbbAAAABQEAAA8AAAAAAAAAAAAAAAAAhwQAAGRy&#10;cy9kb3ducmV2LnhtbFBLBQYAAAAABAAEAPMAAACPBQAAAAA=&#10;">
                  <v:textbox>
                    <w:txbxContent>
                      <w:p w:rsidR="00176C83" w:rsidRDefault="00176C83" w:rsidP="00176C83">
                        <w:pPr>
                          <w:pStyle w:val="onsTtuloRelatrio"/>
                          <w:jc w:val="center"/>
                          <w:rPr>
                            <w:noProof/>
                            <w:color w:val="0070C0"/>
                            <w:sz w:val="44"/>
                            <w:szCs w:val="44"/>
                          </w:rPr>
                        </w:pPr>
                      </w:p>
                      <w:p w:rsidR="00176C83" w:rsidRPr="000A4FAD" w:rsidRDefault="00176C83" w:rsidP="00176C83">
                        <w:pPr>
                          <w:pStyle w:val="onsTtuloRelatrio"/>
                          <w:jc w:val="center"/>
                          <w:rPr>
                            <w:noProof/>
                            <w:color w:val="0070C0"/>
                            <w:sz w:val="44"/>
                            <w:szCs w:val="44"/>
                          </w:rPr>
                        </w:pPr>
                        <w:r w:rsidRPr="000A4FAD">
                          <w:rPr>
                            <w:noProof/>
                            <w:color w:val="0070C0"/>
                            <w:sz w:val="44"/>
                            <w:szCs w:val="44"/>
                          </w:rPr>
                          <w:t>ANEXO I</w:t>
                        </w:r>
                        <w:r>
                          <w:rPr>
                            <w:noProof/>
                            <w:color w:val="0070C0"/>
                            <w:sz w:val="44"/>
                            <w:szCs w:val="44"/>
                          </w:rPr>
                          <w:t>II</w:t>
                        </w:r>
                      </w:p>
                      <w:p w:rsidR="00176C83" w:rsidRPr="000A4FAD" w:rsidRDefault="00176C83" w:rsidP="00176C83">
                        <w:pPr>
                          <w:pStyle w:val="onsTtuloRelatrio"/>
                          <w:jc w:val="center"/>
                          <w:rPr>
                            <w:noProof/>
                            <w:color w:val="0070C0"/>
                            <w:szCs w:val="32"/>
                          </w:rPr>
                        </w:pPr>
                        <w:r w:rsidRPr="000A4FAD">
                          <w:rPr>
                            <w:noProof/>
                            <w:color w:val="0070C0"/>
                            <w:szCs w:val="32"/>
                          </w:rPr>
                          <w:t>CONSOLIDAÇÃO DE OBRAS</w:t>
                        </w:r>
                        <w:r>
                          <w:rPr>
                            <w:noProof/>
                            <w:color w:val="0070C0"/>
                            <w:szCs w:val="32"/>
                          </w:rPr>
                          <w:br/>
                        </w:r>
                        <w:r w:rsidRPr="000A4FAD">
                          <w:rPr>
                            <w:noProof/>
                            <w:color w:val="0070C0"/>
                            <w:szCs w:val="32"/>
                          </w:rPr>
                          <w:t xml:space="preserve"> DE TRANSMISSÃO 2015</w:t>
                        </w:r>
                        <w:r w:rsidR="0065350A">
                          <w:rPr>
                            <w:noProof/>
                            <w:color w:val="0070C0"/>
                            <w:szCs w:val="32"/>
                          </w:rPr>
                          <w:t xml:space="preserve"> – VOLUME I</w:t>
                        </w:r>
                        <w:bookmarkStart w:id="0" w:name="_GoBack"/>
                        <w:bookmarkEnd w:id="0"/>
                        <w:r>
                          <w:rPr>
                            <w:noProof/>
                            <w:color w:val="0070C0"/>
                            <w:szCs w:val="32"/>
                          </w:rPr>
                          <w:br/>
                          <w:t>rEDE BÁSICA E DIT</w:t>
                        </w:r>
                      </w:p>
                    </w:txbxContent>
                  </v:textbox>
                </v:shape>
              </w:pict>
            </w:r>
            <w:r w:rsidR="00874604">
              <w:rPr>
                <w:noProof/>
              </w:rPr>
              <w:drawing>
                <wp:anchor distT="0" distB="0" distL="114300" distR="114300" simplePos="0" relativeHeight="251638272" behindDoc="0" locked="0" layoutInCell="0" allowOverlap="1">
                  <wp:simplePos x="0" y="0"/>
                  <wp:positionH relativeFrom="page">
                    <wp:posOffset>3240405</wp:posOffset>
                  </wp:positionH>
                  <wp:positionV relativeFrom="page">
                    <wp:posOffset>579755</wp:posOffset>
                  </wp:positionV>
                  <wp:extent cx="3599815" cy="572135"/>
                  <wp:effectExtent l="19050" t="0" r="635" b="0"/>
                  <wp:wrapNone/>
                  <wp:docPr id="416" name="Imagem 416" descr="ONS_fax_temp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6" descr="ONS_fax_temp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9815" cy="572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57" w:type="dxa"/>
          </w:tcPr>
          <w:p w:rsidR="000A53CC" w:rsidRDefault="000A53CC" w:rsidP="000A53CC"/>
        </w:tc>
      </w:tr>
      <w:tr w:rsidR="000A53CC">
        <w:trPr>
          <w:cantSplit/>
          <w:trHeight w:hRule="exact" w:val="4438"/>
        </w:trPr>
        <w:tc>
          <w:tcPr>
            <w:tcW w:w="3912" w:type="dxa"/>
          </w:tcPr>
          <w:p w:rsidR="000A53CC" w:rsidRDefault="000A53CC" w:rsidP="000A53CC"/>
        </w:tc>
        <w:tc>
          <w:tcPr>
            <w:tcW w:w="5557" w:type="dxa"/>
          </w:tcPr>
          <w:p w:rsidR="000A53CC" w:rsidRPr="002575F5" w:rsidRDefault="003B1715" w:rsidP="00C63C85">
            <w:pPr>
              <w:pStyle w:val="onsTtuloRelatrio"/>
              <w:rPr>
                <w:szCs w:val="32"/>
              </w:rPr>
            </w:pPr>
            <w:r>
              <w:rPr>
                <w:szCs w:val="32"/>
              </w:rPr>
              <w:fldChar w:fldCharType="begin">
                <w:ffData>
                  <w:name w:val="TitCapa1"/>
                  <w:enabled/>
                  <w:calcOnExit w:val="0"/>
                  <w:textInput>
                    <w:default w:val="PROPOSTAS PARA MELHORIA DA SEGURANÇA DAS INSTALAÇÕES ESTRATÉGICAS DO SISTEMA INTERLIGADO NACIONAL - AVALIAÇÃO DOS ASPECTOS RELACIONADOS AOS ARRANJOS DE BARRAMENTOS"/>
                  </w:textInput>
                </w:ffData>
              </w:fldChar>
            </w:r>
            <w:bookmarkStart w:id="1" w:name="TitCapa1"/>
            <w:r w:rsidR="002D1492">
              <w:rPr>
                <w:szCs w:val="32"/>
              </w:rPr>
              <w:instrText xml:space="preserve"> FORMTEXT </w:instrText>
            </w:r>
            <w:r>
              <w:rPr>
                <w:szCs w:val="32"/>
              </w:rPr>
            </w:r>
            <w:r>
              <w:rPr>
                <w:szCs w:val="32"/>
              </w:rPr>
              <w:fldChar w:fldCharType="separate"/>
            </w:r>
            <w:r w:rsidR="002D1492">
              <w:rPr>
                <w:noProof/>
                <w:szCs w:val="32"/>
              </w:rPr>
              <w:t>PROPOSTAS PARA MELHORIA DA SEGURANÇA DAS INSTALAÇÕES ESTRATÉGICAS DO SISTEMA INTERLIGADO NACIONAL - AVALIAÇÃO DOS ASPECTOS RELACIONADOS AOS ARRANJOS DE BARRAMENTOS</w:t>
            </w:r>
            <w:r>
              <w:rPr>
                <w:szCs w:val="32"/>
              </w:rPr>
              <w:fldChar w:fldCharType="end"/>
            </w:r>
            <w:bookmarkEnd w:id="1"/>
          </w:p>
        </w:tc>
      </w:tr>
      <w:tr w:rsidR="000A53CC">
        <w:trPr>
          <w:cantSplit/>
          <w:trHeight w:val="5041"/>
        </w:trPr>
        <w:tc>
          <w:tcPr>
            <w:tcW w:w="3912" w:type="dxa"/>
            <w:tcBorders>
              <w:bottom w:val="nil"/>
            </w:tcBorders>
          </w:tcPr>
          <w:p w:rsidR="000A53CC" w:rsidRDefault="000A53CC" w:rsidP="000A53CC"/>
        </w:tc>
        <w:tc>
          <w:tcPr>
            <w:tcW w:w="5557" w:type="dxa"/>
          </w:tcPr>
          <w:p w:rsidR="000A53CC" w:rsidRDefault="000A53CC" w:rsidP="000A53CC"/>
        </w:tc>
      </w:tr>
      <w:tr w:rsidR="000A53CC">
        <w:trPr>
          <w:cantSplit/>
          <w:trHeight w:hRule="exact" w:val="960"/>
        </w:trPr>
        <w:tc>
          <w:tcPr>
            <w:tcW w:w="3912" w:type="dxa"/>
          </w:tcPr>
          <w:p w:rsidR="000A53CC" w:rsidRDefault="000A53CC" w:rsidP="000A53CC"/>
        </w:tc>
        <w:tc>
          <w:tcPr>
            <w:tcW w:w="5557" w:type="dxa"/>
          </w:tcPr>
          <w:p w:rsidR="00BE0D2D" w:rsidRDefault="00BE0D2D" w:rsidP="00BE0D2D">
            <w:pPr>
              <w:spacing w:line="190" w:lineRule="exact"/>
              <w:ind w:left="0"/>
              <w:rPr>
                <w:sz w:val="14"/>
              </w:rPr>
            </w:pPr>
            <w:r>
              <w:rPr>
                <w:sz w:val="14"/>
              </w:rPr>
              <w:t>Operador Nacional do Sistema Elétrico</w:t>
            </w:r>
          </w:p>
          <w:p w:rsidR="00BE0D2D" w:rsidRDefault="00BE0D2D" w:rsidP="00BE0D2D">
            <w:pPr>
              <w:spacing w:line="190" w:lineRule="exact"/>
              <w:ind w:left="0"/>
              <w:rPr>
                <w:sz w:val="14"/>
              </w:rPr>
            </w:pPr>
            <w:r>
              <w:rPr>
                <w:sz w:val="14"/>
              </w:rPr>
              <w:t>Rua Júlio do Carmo, 251 – Cidade Nova</w:t>
            </w:r>
          </w:p>
          <w:p w:rsidR="00BE0D2D" w:rsidRDefault="00BE0D2D" w:rsidP="00BE0D2D">
            <w:pPr>
              <w:spacing w:line="190" w:lineRule="exact"/>
              <w:ind w:left="0"/>
              <w:rPr>
                <w:sz w:val="14"/>
              </w:rPr>
            </w:pPr>
            <w:r>
              <w:rPr>
                <w:sz w:val="14"/>
              </w:rPr>
              <w:t>20211-160   Rio de Janeiro   RJ</w:t>
            </w:r>
          </w:p>
          <w:p w:rsidR="000A53CC" w:rsidRDefault="00BE0D2D" w:rsidP="00BE0D2D">
            <w:pPr>
              <w:spacing w:line="190" w:lineRule="exact"/>
              <w:ind w:left="0"/>
              <w:rPr>
                <w:sz w:val="18"/>
              </w:rPr>
            </w:pPr>
            <w:proofErr w:type="spellStart"/>
            <w:r>
              <w:rPr>
                <w:sz w:val="14"/>
              </w:rPr>
              <w:t>Tel</w:t>
            </w:r>
            <w:proofErr w:type="spellEnd"/>
            <w:r>
              <w:rPr>
                <w:sz w:val="14"/>
              </w:rPr>
              <w:t xml:space="preserve"> (+21) 3444-9000   Fax (+21) 3444-9444</w:t>
            </w:r>
          </w:p>
        </w:tc>
      </w:tr>
    </w:tbl>
    <w:p w:rsidR="000A53CC" w:rsidRDefault="000A53CC" w:rsidP="000A53CC">
      <w:pPr>
        <w:spacing w:line="190" w:lineRule="exact"/>
        <w:sectPr w:rsidR="000A53CC">
          <w:footerReference w:type="default" r:id="rId14"/>
          <w:type w:val="nextColumn"/>
          <w:pgSz w:w="11907" w:h="16840" w:code="9"/>
          <w:pgMar w:top="1514" w:right="1418" w:bottom="1418" w:left="1191" w:header="720" w:footer="794" w:gutter="0"/>
          <w:cols w:space="720"/>
          <w:titlePg/>
        </w:sectPr>
      </w:pPr>
    </w:p>
    <w:tbl>
      <w:tblPr>
        <w:tblW w:w="9469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2"/>
        <w:gridCol w:w="5557"/>
      </w:tblGrid>
      <w:tr w:rsidR="000A53CC">
        <w:trPr>
          <w:cantSplit/>
          <w:trHeight w:hRule="exact" w:val="2200"/>
        </w:trPr>
        <w:tc>
          <w:tcPr>
            <w:tcW w:w="3912" w:type="dxa"/>
          </w:tcPr>
          <w:p w:rsidR="000A53CC" w:rsidRDefault="000A53CC" w:rsidP="000A53CC">
            <w:pPr>
              <w:spacing w:line="190" w:lineRule="exact"/>
              <w:rPr>
                <w:sz w:val="14"/>
              </w:rPr>
            </w:pPr>
            <w:r>
              <w:lastRenderedPageBreak/>
              <w:br w:type="page"/>
            </w:r>
          </w:p>
        </w:tc>
        <w:tc>
          <w:tcPr>
            <w:tcW w:w="5557" w:type="dxa"/>
          </w:tcPr>
          <w:p w:rsidR="000A53CC" w:rsidRDefault="000A53CC" w:rsidP="000A53CC">
            <w:pPr>
              <w:spacing w:line="190" w:lineRule="exact"/>
              <w:ind w:left="0"/>
              <w:rPr>
                <w:sz w:val="14"/>
              </w:rPr>
            </w:pPr>
            <w:r>
              <w:rPr>
                <w:sz w:val="14"/>
              </w:rPr>
              <w:t xml:space="preserve">© </w:t>
            </w:r>
            <w:r w:rsidR="00123C20">
              <w:rPr>
                <w:sz w:val="14"/>
              </w:rPr>
              <w:t>2015</w:t>
            </w:r>
            <w:r>
              <w:rPr>
                <w:sz w:val="14"/>
              </w:rPr>
              <w:t xml:space="preserve">/ONS </w:t>
            </w:r>
          </w:p>
          <w:p w:rsidR="000A53CC" w:rsidRDefault="000A53CC" w:rsidP="000A53CC">
            <w:pPr>
              <w:spacing w:line="190" w:lineRule="exact"/>
              <w:ind w:left="0"/>
              <w:rPr>
                <w:sz w:val="14"/>
              </w:rPr>
            </w:pPr>
            <w:r>
              <w:rPr>
                <w:sz w:val="14"/>
              </w:rPr>
              <w:t>Todos os direitos reservados.</w:t>
            </w:r>
          </w:p>
          <w:p w:rsidR="000A53CC" w:rsidRDefault="000A53CC" w:rsidP="000A53CC">
            <w:pPr>
              <w:spacing w:line="190" w:lineRule="exact"/>
              <w:ind w:left="0"/>
              <w:rPr>
                <w:sz w:val="14"/>
              </w:rPr>
            </w:pPr>
            <w:r>
              <w:rPr>
                <w:sz w:val="14"/>
              </w:rPr>
              <w:t>Qualquer alteração é proibida sem autorização.</w:t>
            </w:r>
          </w:p>
        </w:tc>
      </w:tr>
      <w:tr w:rsidR="000A53CC">
        <w:trPr>
          <w:cantSplit/>
          <w:trHeight w:hRule="exact" w:val="674"/>
        </w:trPr>
        <w:tc>
          <w:tcPr>
            <w:tcW w:w="3912" w:type="dxa"/>
            <w:tcBorders>
              <w:bottom w:val="nil"/>
            </w:tcBorders>
          </w:tcPr>
          <w:p w:rsidR="000A53CC" w:rsidRDefault="000A53CC" w:rsidP="000A53CC"/>
        </w:tc>
        <w:tc>
          <w:tcPr>
            <w:tcW w:w="5557" w:type="dxa"/>
          </w:tcPr>
          <w:p w:rsidR="000A53CC" w:rsidRPr="002575F5" w:rsidRDefault="004B6C49" w:rsidP="00123C20">
            <w:pPr>
              <w:ind w:left="0"/>
              <w:rPr>
                <w:sz w:val="18"/>
                <w:szCs w:val="18"/>
              </w:rPr>
            </w:pPr>
            <w:r w:rsidRPr="002575F5">
              <w:rPr>
                <w:sz w:val="18"/>
                <w:szCs w:val="18"/>
              </w:rPr>
              <w:t xml:space="preserve">ONS </w:t>
            </w:r>
            <w:r w:rsidR="00DD29AC">
              <w:rPr>
                <w:sz w:val="18"/>
                <w:szCs w:val="18"/>
              </w:rPr>
              <w:t>REL</w:t>
            </w:r>
            <w:r w:rsidR="00751E07">
              <w:rPr>
                <w:sz w:val="18"/>
                <w:szCs w:val="18"/>
              </w:rPr>
              <w:t xml:space="preserve"> </w:t>
            </w:r>
            <w:r w:rsidR="004550CC">
              <w:rPr>
                <w:sz w:val="18"/>
                <w:szCs w:val="18"/>
              </w:rPr>
              <w:t>0163</w:t>
            </w:r>
            <w:r w:rsidR="002D1492">
              <w:rPr>
                <w:sz w:val="18"/>
                <w:szCs w:val="18"/>
              </w:rPr>
              <w:t>/2013</w:t>
            </w:r>
            <w:r w:rsidR="0049100B">
              <w:rPr>
                <w:sz w:val="18"/>
                <w:szCs w:val="18"/>
              </w:rPr>
              <w:t xml:space="preserve"> </w:t>
            </w:r>
          </w:p>
        </w:tc>
      </w:tr>
      <w:tr w:rsidR="000A53CC" w:rsidTr="00F63FBC">
        <w:trPr>
          <w:cantSplit/>
          <w:trHeight w:hRule="exact" w:val="3934"/>
        </w:trPr>
        <w:tc>
          <w:tcPr>
            <w:tcW w:w="3912" w:type="dxa"/>
          </w:tcPr>
          <w:p w:rsidR="000A53CC" w:rsidRPr="005616A7" w:rsidRDefault="000A53CC" w:rsidP="000A53CC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5557" w:type="dxa"/>
          </w:tcPr>
          <w:p w:rsidR="000A53CC" w:rsidRPr="00F63FBC" w:rsidRDefault="00176C83" w:rsidP="006C22E5">
            <w:pPr>
              <w:pStyle w:val="onsTtuloRelatrio"/>
              <w:rPr>
                <w:sz w:val="28"/>
                <w:szCs w:val="28"/>
              </w:rPr>
            </w:pPr>
            <w:fldSimple w:instr=" REF TitCapa1 \* Upper \* MERGEFORMAT ">
              <w:r w:rsidR="009D310F" w:rsidRPr="009D310F">
                <w:rPr>
                  <w:caps w:val="0"/>
                  <w:noProof/>
                  <w:sz w:val="28"/>
                  <w:szCs w:val="28"/>
                </w:rPr>
                <w:t>PROPOSTAS PARA MELHORIA DA SEGURANÇA DAS INSTALAÇÕES ESTRATÉGICAS DO SISTEMA INTERLIGADO NACIONAL - AVALIAÇÃO DOS ASPECTOS RELACIONADOS AOS ARRANJOS DE</w:t>
              </w:r>
              <w:r w:rsidR="009D310F">
                <w:rPr>
                  <w:caps w:val="0"/>
                  <w:noProof/>
                  <w:szCs w:val="32"/>
                </w:rPr>
                <w:t xml:space="preserve"> BARRAMENTOS</w:t>
              </w:r>
            </w:fldSimple>
            <w:r w:rsidR="00F63FBC" w:rsidRPr="00F63FBC">
              <w:rPr>
                <w:sz w:val="28"/>
                <w:szCs w:val="28"/>
              </w:rPr>
              <w:t xml:space="preserve"> </w:t>
            </w:r>
          </w:p>
          <w:p w:rsidR="00F63FBC" w:rsidRPr="00F63FBC" w:rsidRDefault="00C222C4" w:rsidP="00BE0D2D">
            <w:pPr>
              <w:pStyle w:val="onsNormal"/>
              <w:ind w:left="1467" w:hanging="1467"/>
            </w:pPr>
            <w:r>
              <w:t xml:space="preserve">VOLUME </w:t>
            </w:r>
            <w:r w:rsidR="00BE0D2D">
              <w:t>III</w:t>
            </w:r>
            <w:r w:rsidR="002D1492">
              <w:t xml:space="preserve"> – Subestações complementares </w:t>
            </w:r>
            <w:r>
              <w:t>da</w:t>
            </w:r>
            <w:r w:rsidR="002D1492">
              <w:t xml:space="preserve"> regi</w:t>
            </w:r>
            <w:r w:rsidR="00BE0D2D">
              <w:t>ão</w:t>
            </w:r>
            <w:r w:rsidR="002D1492">
              <w:t xml:space="preserve"> </w:t>
            </w:r>
            <w:r w:rsidR="00BE0D2D">
              <w:t>Nordeste</w:t>
            </w:r>
            <w:r w:rsidR="00B2770A">
              <w:t xml:space="preserve"> </w:t>
            </w:r>
          </w:p>
        </w:tc>
      </w:tr>
      <w:tr w:rsidR="000A53CC">
        <w:trPr>
          <w:cantSplit/>
          <w:trHeight w:hRule="exact" w:val="489"/>
        </w:trPr>
        <w:tc>
          <w:tcPr>
            <w:tcW w:w="3912" w:type="dxa"/>
          </w:tcPr>
          <w:p w:rsidR="000A53CC" w:rsidRDefault="000A53CC" w:rsidP="000A53CC"/>
        </w:tc>
        <w:tc>
          <w:tcPr>
            <w:tcW w:w="5557" w:type="dxa"/>
          </w:tcPr>
          <w:p w:rsidR="000A53CC" w:rsidRDefault="000A53CC" w:rsidP="000A53CC"/>
        </w:tc>
      </w:tr>
      <w:tr w:rsidR="000A53CC" w:rsidRPr="00C5593B">
        <w:trPr>
          <w:cantSplit/>
          <w:trHeight w:hRule="exact" w:val="5192"/>
        </w:trPr>
        <w:tc>
          <w:tcPr>
            <w:tcW w:w="3912" w:type="dxa"/>
          </w:tcPr>
          <w:p w:rsidR="000A53CC" w:rsidRDefault="000A53CC" w:rsidP="000A53CC"/>
        </w:tc>
        <w:tc>
          <w:tcPr>
            <w:tcW w:w="5557" w:type="dxa"/>
          </w:tcPr>
          <w:p w:rsidR="00123C20" w:rsidRDefault="0079145F" w:rsidP="000562E2">
            <w:pPr>
              <w:spacing w:line="360" w:lineRule="exact"/>
              <w:ind w:left="0"/>
            </w:pPr>
            <w:r>
              <w:t xml:space="preserve">Versão </w:t>
            </w:r>
            <w:r w:rsidR="00123C20">
              <w:t>Final</w:t>
            </w:r>
            <w:r w:rsidR="00C222C4">
              <w:t xml:space="preserve"> </w:t>
            </w:r>
          </w:p>
          <w:p w:rsidR="000562E2" w:rsidRPr="009A35A9" w:rsidRDefault="00A826A4" w:rsidP="000562E2">
            <w:pPr>
              <w:spacing w:line="360" w:lineRule="exact"/>
              <w:ind w:left="0"/>
              <w:rPr>
                <w:highlight w:val="yellow"/>
              </w:rPr>
            </w:pPr>
            <w:r>
              <w:t xml:space="preserve">26 </w:t>
            </w:r>
            <w:r w:rsidR="002D1492">
              <w:t>de</w:t>
            </w:r>
            <w:r w:rsidR="00123C20">
              <w:t xml:space="preserve"> fevereiro de</w:t>
            </w:r>
            <w:r w:rsidR="002D1492">
              <w:t xml:space="preserve"> 201</w:t>
            </w:r>
            <w:r w:rsidR="00E31347">
              <w:t>5</w:t>
            </w:r>
          </w:p>
          <w:p w:rsidR="000A53CC" w:rsidRPr="00C5593B" w:rsidRDefault="000A53CC" w:rsidP="000A53CC">
            <w:pPr>
              <w:spacing w:line="360" w:lineRule="exact"/>
              <w:ind w:left="0"/>
            </w:pPr>
          </w:p>
        </w:tc>
      </w:tr>
      <w:tr w:rsidR="000A53CC" w:rsidRPr="00C5593B">
        <w:trPr>
          <w:cantSplit/>
          <w:trHeight w:hRule="exact" w:val="692"/>
        </w:trPr>
        <w:tc>
          <w:tcPr>
            <w:tcW w:w="3912" w:type="dxa"/>
          </w:tcPr>
          <w:p w:rsidR="000A53CC" w:rsidRPr="00C5593B" w:rsidRDefault="000A53CC" w:rsidP="000A53CC"/>
        </w:tc>
        <w:tc>
          <w:tcPr>
            <w:tcW w:w="5557" w:type="dxa"/>
          </w:tcPr>
          <w:p w:rsidR="000A53CC" w:rsidRPr="00C5593B" w:rsidRDefault="000A53CC" w:rsidP="000A53CC">
            <w:pPr>
              <w:spacing w:line="190" w:lineRule="exact"/>
            </w:pPr>
          </w:p>
        </w:tc>
      </w:tr>
    </w:tbl>
    <w:p w:rsidR="000A53CC" w:rsidRPr="00C5593B" w:rsidRDefault="000A53CC" w:rsidP="000A53CC">
      <w:pPr>
        <w:pStyle w:val="onsNormal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ectPr w:rsidR="000A53CC" w:rsidRPr="00C5593B">
          <w:footerReference w:type="default" r:id="rId15"/>
          <w:footerReference w:type="first" r:id="rId16"/>
          <w:pgSz w:w="11907" w:h="16840" w:code="9"/>
          <w:pgMar w:top="1514" w:right="1418" w:bottom="1418" w:left="1191" w:header="720" w:footer="794" w:gutter="0"/>
          <w:cols w:space="720"/>
          <w:titlePg/>
        </w:sectPr>
      </w:pPr>
    </w:p>
    <w:p w:rsidR="003E5657" w:rsidRDefault="003E5657" w:rsidP="00DE1352">
      <w:bookmarkStart w:id="3" w:name="Inicio"/>
      <w:bookmarkStart w:id="4" w:name="_Toc144804387"/>
      <w:bookmarkStart w:id="5" w:name="_Toc216584912"/>
      <w:bookmarkEnd w:id="3"/>
    </w:p>
    <w:p w:rsidR="00DE1352" w:rsidRPr="00123C20" w:rsidRDefault="00DE1352" w:rsidP="00DE1352">
      <w:pPr>
        <w:pStyle w:val="onsSumrio"/>
        <w:jc w:val="center"/>
        <w:rPr>
          <w:rFonts w:ascii="Arial" w:hAnsi="Arial" w:cs="Arial"/>
          <w:b/>
          <w:sz w:val="28"/>
          <w:szCs w:val="28"/>
        </w:rPr>
      </w:pPr>
      <w:r w:rsidRPr="00123C20">
        <w:rPr>
          <w:rFonts w:ascii="Arial" w:hAnsi="Arial" w:cs="Arial"/>
          <w:b/>
          <w:sz w:val="28"/>
          <w:szCs w:val="28"/>
        </w:rPr>
        <w:t>Sumário</w:t>
      </w:r>
    </w:p>
    <w:p w:rsidR="00DE1352" w:rsidRDefault="00DE1352" w:rsidP="00DE1352">
      <w:pPr>
        <w:pStyle w:val="onsNormal"/>
        <w:ind w:left="0"/>
      </w:pPr>
    </w:p>
    <w:bookmarkStart w:id="6" w:name="Sumario"/>
    <w:bookmarkEnd w:id="6"/>
    <w:p w:rsidR="00620E75" w:rsidRDefault="003B1715">
      <w:pPr>
        <w:pStyle w:val="Sumrio4"/>
        <w:rPr>
          <w:rFonts w:asciiTheme="minorHAnsi" w:eastAsiaTheme="minorEastAsia" w:hAnsiTheme="minorHAnsi" w:cstheme="minorBidi"/>
          <w:noProof/>
          <w:spacing w:val="0"/>
          <w:szCs w:val="22"/>
        </w:rPr>
      </w:pPr>
      <w:r w:rsidRPr="007E47EB">
        <w:rPr>
          <w:rFonts w:cs="Arial"/>
          <w:sz w:val="18"/>
          <w:szCs w:val="18"/>
        </w:rPr>
        <w:fldChar w:fldCharType="begin"/>
      </w:r>
      <w:r w:rsidR="00DE1352" w:rsidRPr="007E47EB">
        <w:rPr>
          <w:rFonts w:cs="Arial"/>
          <w:sz w:val="18"/>
          <w:szCs w:val="18"/>
        </w:rPr>
        <w:instrText xml:space="preserve"> TOC \o "5-9" \h \z \t "Título 1;4;Título 2;5;Título 3;6;Título 4;7;onsTítulo_lista de ilustrações;1;onsTítulo_Apresentação;2;onsTítulo_Parte;3" </w:instrText>
      </w:r>
      <w:r w:rsidRPr="007E47EB">
        <w:rPr>
          <w:rFonts w:cs="Arial"/>
          <w:sz w:val="18"/>
          <w:szCs w:val="18"/>
        </w:rPr>
        <w:fldChar w:fldCharType="separate"/>
      </w:r>
      <w:hyperlink w:anchor="_Toc400455374" w:history="1">
        <w:r w:rsidR="00620E75" w:rsidRPr="00123C20">
          <w:rPr>
            <w:rStyle w:val="Hyperlink"/>
            <w:b/>
            <w:noProof/>
          </w:rPr>
          <w:t>1</w:t>
        </w:r>
        <w:r w:rsidR="00620E75" w:rsidRPr="00123C20">
          <w:rPr>
            <w:rFonts w:asciiTheme="minorHAnsi" w:eastAsiaTheme="minorEastAsia" w:hAnsiTheme="minorHAnsi" w:cstheme="minorBidi"/>
            <w:b/>
            <w:noProof/>
            <w:spacing w:val="0"/>
            <w:szCs w:val="22"/>
          </w:rPr>
          <w:tab/>
        </w:r>
        <w:r w:rsidR="00620E75" w:rsidRPr="00123C20">
          <w:rPr>
            <w:rStyle w:val="Hyperlink"/>
            <w:b/>
            <w:noProof/>
          </w:rPr>
          <w:t>INTRODUÇÃO E OBJETIVOS</w:t>
        </w:r>
        <w:r w:rsidR="00620E7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0E75">
          <w:rPr>
            <w:noProof/>
            <w:webHidden/>
          </w:rPr>
          <w:instrText xml:space="preserve"> PAGEREF _Toc400455374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310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20E75" w:rsidRDefault="009D310F">
      <w:pPr>
        <w:pStyle w:val="Sumrio4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400455375" w:history="1">
        <w:r w:rsidR="00620E75" w:rsidRPr="00123C20">
          <w:rPr>
            <w:rStyle w:val="Hyperlink"/>
            <w:b/>
            <w:noProof/>
          </w:rPr>
          <w:t>2</w:t>
        </w:r>
        <w:r w:rsidR="00620E75" w:rsidRPr="00123C20">
          <w:rPr>
            <w:rFonts w:asciiTheme="minorHAnsi" w:eastAsiaTheme="minorEastAsia" w:hAnsiTheme="minorHAnsi" w:cstheme="minorBidi"/>
            <w:b/>
            <w:noProof/>
            <w:spacing w:val="0"/>
            <w:szCs w:val="22"/>
          </w:rPr>
          <w:tab/>
        </w:r>
        <w:r w:rsidR="00620E75" w:rsidRPr="00123C20">
          <w:rPr>
            <w:rStyle w:val="Hyperlink"/>
            <w:b/>
            <w:noProof/>
          </w:rPr>
          <w:t>ANÁLISE DAS INSTALAÇÕES</w:t>
        </w:r>
        <w:r w:rsidR="00620E75">
          <w:rPr>
            <w:noProof/>
            <w:webHidden/>
          </w:rPr>
          <w:tab/>
        </w:r>
        <w:r w:rsidR="003B1715">
          <w:rPr>
            <w:noProof/>
            <w:webHidden/>
          </w:rPr>
          <w:fldChar w:fldCharType="begin"/>
        </w:r>
        <w:r w:rsidR="00620E75">
          <w:rPr>
            <w:noProof/>
            <w:webHidden/>
          </w:rPr>
          <w:instrText xml:space="preserve"> PAGEREF _Toc400455375 \h </w:instrText>
        </w:r>
        <w:r w:rsidR="003B1715">
          <w:rPr>
            <w:noProof/>
            <w:webHidden/>
          </w:rPr>
        </w:r>
        <w:r w:rsidR="003B171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B1715">
          <w:rPr>
            <w:noProof/>
            <w:webHidden/>
          </w:rPr>
          <w:fldChar w:fldCharType="end"/>
        </w:r>
      </w:hyperlink>
    </w:p>
    <w:p w:rsidR="00620E75" w:rsidRDefault="009D310F">
      <w:pPr>
        <w:pStyle w:val="Sumrio5"/>
        <w:rPr>
          <w:rFonts w:asciiTheme="minorHAnsi" w:eastAsiaTheme="minorEastAsia" w:hAnsiTheme="minorHAnsi" w:cstheme="minorBidi"/>
          <w:spacing w:val="0"/>
          <w:szCs w:val="22"/>
        </w:rPr>
      </w:pPr>
      <w:hyperlink w:anchor="_Toc400455376" w:history="1">
        <w:r w:rsidR="00620E75" w:rsidRPr="0008758C">
          <w:rPr>
            <w:rStyle w:val="Hyperlink"/>
          </w:rPr>
          <w:t>2.1</w:t>
        </w:r>
        <w:r w:rsidR="00620E75">
          <w:rPr>
            <w:rFonts w:asciiTheme="minorHAnsi" w:eastAsiaTheme="minorEastAsia" w:hAnsiTheme="minorHAnsi" w:cstheme="minorBidi"/>
            <w:spacing w:val="0"/>
            <w:szCs w:val="22"/>
          </w:rPr>
          <w:tab/>
        </w:r>
        <w:r w:rsidR="00620E75" w:rsidRPr="00123C20">
          <w:rPr>
            <w:rStyle w:val="Hyperlink"/>
            <w:b/>
          </w:rPr>
          <w:t>CHESF</w:t>
        </w:r>
        <w:r w:rsidR="00620E75">
          <w:rPr>
            <w:webHidden/>
          </w:rPr>
          <w:tab/>
        </w:r>
        <w:r w:rsidR="003B1715">
          <w:rPr>
            <w:webHidden/>
          </w:rPr>
          <w:fldChar w:fldCharType="begin"/>
        </w:r>
        <w:r w:rsidR="00620E75">
          <w:rPr>
            <w:webHidden/>
          </w:rPr>
          <w:instrText xml:space="preserve"> PAGEREF _Toc400455376 \h </w:instrText>
        </w:r>
        <w:r w:rsidR="003B1715">
          <w:rPr>
            <w:webHidden/>
          </w:rPr>
        </w:r>
        <w:r w:rsidR="003B1715">
          <w:rPr>
            <w:webHidden/>
          </w:rPr>
          <w:fldChar w:fldCharType="separate"/>
        </w:r>
        <w:r>
          <w:rPr>
            <w:webHidden/>
          </w:rPr>
          <w:t>5</w:t>
        </w:r>
        <w:r w:rsidR="003B1715">
          <w:rPr>
            <w:webHidden/>
          </w:rPr>
          <w:fldChar w:fldCharType="end"/>
        </w:r>
      </w:hyperlink>
    </w:p>
    <w:p w:rsidR="00620E75" w:rsidRDefault="009D310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400455377" w:history="1">
        <w:r w:rsidR="00620E75" w:rsidRPr="0008758C">
          <w:rPr>
            <w:rStyle w:val="Hyperlink"/>
            <w:noProof/>
          </w:rPr>
          <w:t>2.1.1</w:t>
        </w:r>
        <w:r w:rsidR="00620E75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20E75" w:rsidRPr="0008758C">
          <w:rPr>
            <w:rStyle w:val="Hyperlink"/>
            <w:noProof/>
          </w:rPr>
          <w:t>BOM JESUS LAPA 230 / 69 kV</w:t>
        </w:r>
        <w:r w:rsidR="00620E75">
          <w:rPr>
            <w:noProof/>
            <w:webHidden/>
          </w:rPr>
          <w:tab/>
        </w:r>
        <w:r w:rsidR="003B1715">
          <w:rPr>
            <w:noProof/>
            <w:webHidden/>
          </w:rPr>
          <w:fldChar w:fldCharType="begin"/>
        </w:r>
        <w:r w:rsidR="00620E75">
          <w:rPr>
            <w:noProof/>
            <w:webHidden/>
          </w:rPr>
          <w:instrText xml:space="preserve"> PAGEREF _Toc400455377 \h </w:instrText>
        </w:r>
        <w:r w:rsidR="003B1715">
          <w:rPr>
            <w:noProof/>
            <w:webHidden/>
          </w:rPr>
        </w:r>
        <w:r w:rsidR="003B1715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3B1715">
          <w:rPr>
            <w:noProof/>
            <w:webHidden/>
          </w:rPr>
          <w:fldChar w:fldCharType="end"/>
        </w:r>
      </w:hyperlink>
    </w:p>
    <w:p w:rsidR="00620E75" w:rsidRDefault="009D310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400455378" w:history="1">
        <w:r w:rsidR="00620E75" w:rsidRPr="0008758C">
          <w:rPr>
            <w:rStyle w:val="Hyperlink"/>
            <w:noProof/>
          </w:rPr>
          <w:t>2.1.2</w:t>
        </w:r>
        <w:r w:rsidR="00620E75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20E75" w:rsidRPr="0008758C">
          <w:rPr>
            <w:rStyle w:val="Hyperlink"/>
            <w:noProof/>
          </w:rPr>
          <w:t>BANABUIU 230/69 kV</w:t>
        </w:r>
        <w:r w:rsidR="00620E75">
          <w:rPr>
            <w:noProof/>
            <w:webHidden/>
          </w:rPr>
          <w:tab/>
        </w:r>
        <w:r w:rsidR="003B1715">
          <w:rPr>
            <w:noProof/>
            <w:webHidden/>
          </w:rPr>
          <w:fldChar w:fldCharType="begin"/>
        </w:r>
        <w:r w:rsidR="00620E75">
          <w:rPr>
            <w:noProof/>
            <w:webHidden/>
          </w:rPr>
          <w:instrText xml:space="preserve"> PAGEREF _Toc400455378 \h </w:instrText>
        </w:r>
        <w:r w:rsidR="003B1715">
          <w:rPr>
            <w:noProof/>
            <w:webHidden/>
          </w:rPr>
        </w:r>
        <w:r w:rsidR="003B1715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3B1715">
          <w:rPr>
            <w:noProof/>
            <w:webHidden/>
          </w:rPr>
          <w:fldChar w:fldCharType="end"/>
        </w:r>
      </w:hyperlink>
    </w:p>
    <w:p w:rsidR="00620E75" w:rsidRDefault="009D310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400455379" w:history="1">
        <w:r w:rsidR="00620E75" w:rsidRPr="0008758C">
          <w:rPr>
            <w:rStyle w:val="Hyperlink"/>
            <w:noProof/>
          </w:rPr>
          <w:t>2.1.3</w:t>
        </w:r>
        <w:r w:rsidR="00620E75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20E75" w:rsidRPr="0008758C">
          <w:rPr>
            <w:rStyle w:val="Hyperlink"/>
            <w:noProof/>
          </w:rPr>
          <w:t>BARREIRAS 230/138/69 kV</w:t>
        </w:r>
        <w:r w:rsidR="00620E75">
          <w:rPr>
            <w:noProof/>
            <w:webHidden/>
          </w:rPr>
          <w:tab/>
        </w:r>
        <w:r w:rsidR="003B1715">
          <w:rPr>
            <w:noProof/>
            <w:webHidden/>
          </w:rPr>
          <w:fldChar w:fldCharType="begin"/>
        </w:r>
        <w:r w:rsidR="00620E75">
          <w:rPr>
            <w:noProof/>
            <w:webHidden/>
          </w:rPr>
          <w:instrText xml:space="preserve"> PAGEREF _Toc400455379 \h </w:instrText>
        </w:r>
        <w:r w:rsidR="003B1715">
          <w:rPr>
            <w:noProof/>
            <w:webHidden/>
          </w:rPr>
        </w:r>
        <w:r w:rsidR="003B1715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3B1715">
          <w:rPr>
            <w:noProof/>
            <w:webHidden/>
          </w:rPr>
          <w:fldChar w:fldCharType="end"/>
        </w:r>
      </w:hyperlink>
    </w:p>
    <w:p w:rsidR="00620E75" w:rsidRDefault="009D310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400455380" w:history="1">
        <w:r w:rsidR="00620E75" w:rsidRPr="0008758C">
          <w:rPr>
            <w:rStyle w:val="Hyperlink"/>
            <w:noProof/>
          </w:rPr>
          <w:t>2.1.4</w:t>
        </w:r>
        <w:r w:rsidR="00620E75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20E75" w:rsidRPr="0008758C">
          <w:rPr>
            <w:rStyle w:val="Hyperlink"/>
            <w:noProof/>
          </w:rPr>
          <w:t>BOM NOME 230/138 kV</w:t>
        </w:r>
        <w:r w:rsidR="00620E75">
          <w:rPr>
            <w:noProof/>
            <w:webHidden/>
          </w:rPr>
          <w:tab/>
        </w:r>
        <w:r w:rsidR="003B1715">
          <w:rPr>
            <w:noProof/>
            <w:webHidden/>
          </w:rPr>
          <w:fldChar w:fldCharType="begin"/>
        </w:r>
        <w:r w:rsidR="00620E75">
          <w:rPr>
            <w:noProof/>
            <w:webHidden/>
          </w:rPr>
          <w:instrText xml:space="preserve"> PAGEREF _Toc400455380 \h </w:instrText>
        </w:r>
        <w:r w:rsidR="003B1715">
          <w:rPr>
            <w:noProof/>
            <w:webHidden/>
          </w:rPr>
        </w:r>
        <w:r w:rsidR="003B1715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3B1715">
          <w:rPr>
            <w:noProof/>
            <w:webHidden/>
          </w:rPr>
          <w:fldChar w:fldCharType="end"/>
        </w:r>
      </w:hyperlink>
    </w:p>
    <w:p w:rsidR="00620E75" w:rsidRDefault="009D310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400455381" w:history="1">
        <w:r w:rsidR="00620E75" w:rsidRPr="0008758C">
          <w:rPr>
            <w:rStyle w:val="Hyperlink"/>
            <w:noProof/>
          </w:rPr>
          <w:t>2.1.5</w:t>
        </w:r>
        <w:r w:rsidR="00620E75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20E75" w:rsidRPr="0008758C">
          <w:rPr>
            <w:rStyle w:val="Hyperlink"/>
            <w:noProof/>
          </w:rPr>
          <w:t>CATU 230/69 kV</w:t>
        </w:r>
        <w:r w:rsidR="00620E75">
          <w:rPr>
            <w:noProof/>
            <w:webHidden/>
          </w:rPr>
          <w:tab/>
        </w:r>
        <w:r w:rsidR="003B1715">
          <w:rPr>
            <w:noProof/>
            <w:webHidden/>
          </w:rPr>
          <w:fldChar w:fldCharType="begin"/>
        </w:r>
        <w:r w:rsidR="00620E75">
          <w:rPr>
            <w:noProof/>
            <w:webHidden/>
          </w:rPr>
          <w:instrText xml:space="preserve"> PAGEREF _Toc400455381 \h </w:instrText>
        </w:r>
        <w:r w:rsidR="003B1715">
          <w:rPr>
            <w:noProof/>
            <w:webHidden/>
          </w:rPr>
        </w:r>
        <w:r w:rsidR="003B1715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3B1715">
          <w:rPr>
            <w:noProof/>
            <w:webHidden/>
          </w:rPr>
          <w:fldChar w:fldCharType="end"/>
        </w:r>
      </w:hyperlink>
    </w:p>
    <w:p w:rsidR="00620E75" w:rsidRDefault="009D310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400455382" w:history="1">
        <w:r w:rsidR="00620E75" w:rsidRPr="0008758C">
          <w:rPr>
            <w:rStyle w:val="Hyperlink"/>
            <w:noProof/>
          </w:rPr>
          <w:t>2.1.6</w:t>
        </w:r>
        <w:r w:rsidR="00620E75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20E75" w:rsidRPr="0008758C">
          <w:rPr>
            <w:rStyle w:val="Hyperlink"/>
            <w:noProof/>
          </w:rPr>
          <w:t>CAUIPE 230/69 kV</w:t>
        </w:r>
        <w:r w:rsidR="00620E75">
          <w:rPr>
            <w:noProof/>
            <w:webHidden/>
          </w:rPr>
          <w:tab/>
        </w:r>
        <w:r w:rsidR="003B1715">
          <w:rPr>
            <w:noProof/>
            <w:webHidden/>
          </w:rPr>
          <w:fldChar w:fldCharType="begin"/>
        </w:r>
        <w:r w:rsidR="00620E75">
          <w:rPr>
            <w:noProof/>
            <w:webHidden/>
          </w:rPr>
          <w:instrText xml:space="preserve"> PAGEREF _Toc400455382 \h </w:instrText>
        </w:r>
        <w:r w:rsidR="003B1715">
          <w:rPr>
            <w:noProof/>
            <w:webHidden/>
          </w:rPr>
        </w:r>
        <w:r w:rsidR="003B1715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3B1715">
          <w:rPr>
            <w:noProof/>
            <w:webHidden/>
          </w:rPr>
          <w:fldChar w:fldCharType="end"/>
        </w:r>
      </w:hyperlink>
    </w:p>
    <w:p w:rsidR="00620E75" w:rsidRDefault="009D310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400455383" w:history="1">
        <w:r w:rsidR="00620E75" w:rsidRPr="0008758C">
          <w:rPr>
            <w:rStyle w:val="Hyperlink"/>
            <w:noProof/>
          </w:rPr>
          <w:t>2.1.7</w:t>
        </w:r>
        <w:r w:rsidR="00620E75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20E75" w:rsidRPr="0008758C">
          <w:rPr>
            <w:rStyle w:val="Hyperlink"/>
            <w:noProof/>
          </w:rPr>
          <w:t>CÍCERO DANTAS  230/69 kV</w:t>
        </w:r>
        <w:r w:rsidR="00620E75">
          <w:rPr>
            <w:noProof/>
            <w:webHidden/>
          </w:rPr>
          <w:tab/>
        </w:r>
        <w:r w:rsidR="003B1715">
          <w:rPr>
            <w:noProof/>
            <w:webHidden/>
          </w:rPr>
          <w:fldChar w:fldCharType="begin"/>
        </w:r>
        <w:r w:rsidR="00620E75">
          <w:rPr>
            <w:noProof/>
            <w:webHidden/>
          </w:rPr>
          <w:instrText xml:space="preserve"> PAGEREF _Toc400455383 \h </w:instrText>
        </w:r>
        <w:r w:rsidR="003B1715">
          <w:rPr>
            <w:noProof/>
            <w:webHidden/>
          </w:rPr>
        </w:r>
        <w:r w:rsidR="003B1715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3B1715">
          <w:rPr>
            <w:noProof/>
            <w:webHidden/>
          </w:rPr>
          <w:fldChar w:fldCharType="end"/>
        </w:r>
      </w:hyperlink>
    </w:p>
    <w:p w:rsidR="00620E75" w:rsidRDefault="009D310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400455384" w:history="1">
        <w:r w:rsidR="00620E75" w:rsidRPr="0008758C">
          <w:rPr>
            <w:rStyle w:val="Hyperlink"/>
            <w:noProof/>
          </w:rPr>
          <w:t>2.1.8</w:t>
        </w:r>
        <w:r w:rsidR="00620E75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20E75" w:rsidRPr="0008758C">
          <w:rPr>
            <w:rStyle w:val="Hyperlink"/>
            <w:noProof/>
          </w:rPr>
          <w:t>COTEGIPE 230/69 kV</w:t>
        </w:r>
        <w:r w:rsidR="00620E75">
          <w:rPr>
            <w:noProof/>
            <w:webHidden/>
          </w:rPr>
          <w:tab/>
        </w:r>
        <w:r w:rsidR="003B1715">
          <w:rPr>
            <w:noProof/>
            <w:webHidden/>
          </w:rPr>
          <w:fldChar w:fldCharType="begin"/>
        </w:r>
        <w:r w:rsidR="00620E75">
          <w:rPr>
            <w:noProof/>
            <w:webHidden/>
          </w:rPr>
          <w:instrText xml:space="preserve"> PAGEREF _Toc400455384 \h </w:instrText>
        </w:r>
        <w:r w:rsidR="003B1715">
          <w:rPr>
            <w:noProof/>
            <w:webHidden/>
          </w:rPr>
        </w:r>
        <w:r w:rsidR="003B1715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3B1715">
          <w:rPr>
            <w:noProof/>
            <w:webHidden/>
          </w:rPr>
          <w:fldChar w:fldCharType="end"/>
        </w:r>
      </w:hyperlink>
    </w:p>
    <w:p w:rsidR="00620E75" w:rsidRDefault="009D310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400455385" w:history="1">
        <w:r w:rsidR="00620E75" w:rsidRPr="0008758C">
          <w:rPr>
            <w:rStyle w:val="Hyperlink"/>
            <w:noProof/>
          </w:rPr>
          <w:t>2.1.9</w:t>
        </w:r>
        <w:r w:rsidR="00620E75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20E75" w:rsidRPr="0008758C">
          <w:rPr>
            <w:rStyle w:val="Hyperlink"/>
            <w:noProof/>
          </w:rPr>
          <w:t>EUNAPOLIS 230/138 kV</w:t>
        </w:r>
        <w:r w:rsidR="00620E75">
          <w:rPr>
            <w:noProof/>
            <w:webHidden/>
          </w:rPr>
          <w:tab/>
        </w:r>
        <w:r w:rsidR="003B1715">
          <w:rPr>
            <w:noProof/>
            <w:webHidden/>
          </w:rPr>
          <w:fldChar w:fldCharType="begin"/>
        </w:r>
        <w:r w:rsidR="00620E75">
          <w:rPr>
            <w:noProof/>
            <w:webHidden/>
          </w:rPr>
          <w:instrText xml:space="preserve"> PAGEREF _Toc400455385 \h </w:instrText>
        </w:r>
        <w:r w:rsidR="003B1715">
          <w:rPr>
            <w:noProof/>
            <w:webHidden/>
          </w:rPr>
        </w:r>
        <w:r w:rsidR="003B1715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3B1715">
          <w:rPr>
            <w:noProof/>
            <w:webHidden/>
          </w:rPr>
          <w:fldChar w:fldCharType="end"/>
        </w:r>
      </w:hyperlink>
    </w:p>
    <w:p w:rsidR="00620E75" w:rsidRDefault="009D310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400455386" w:history="1">
        <w:r w:rsidR="00620E75" w:rsidRPr="0008758C">
          <w:rPr>
            <w:rStyle w:val="Hyperlink"/>
            <w:noProof/>
          </w:rPr>
          <w:t>2.1.10</w:t>
        </w:r>
        <w:r w:rsidR="00620E75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20E75" w:rsidRPr="0008758C">
          <w:rPr>
            <w:rStyle w:val="Hyperlink"/>
            <w:noProof/>
          </w:rPr>
          <w:t>GOVERNADOR MANGABEIRA 230 kV</w:t>
        </w:r>
        <w:r w:rsidR="00620E75">
          <w:rPr>
            <w:noProof/>
            <w:webHidden/>
          </w:rPr>
          <w:tab/>
        </w:r>
        <w:r w:rsidR="003B1715">
          <w:rPr>
            <w:noProof/>
            <w:webHidden/>
          </w:rPr>
          <w:fldChar w:fldCharType="begin"/>
        </w:r>
        <w:r w:rsidR="00620E75">
          <w:rPr>
            <w:noProof/>
            <w:webHidden/>
          </w:rPr>
          <w:instrText xml:space="preserve"> PAGEREF _Toc400455386 \h </w:instrText>
        </w:r>
        <w:r w:rsidR="003B1715">
          <w:rPr>
            <w:noProof/>
            <w:webHidden/>
          </w:rPr>
        </w:r>
        <w:r w:rsidR="003B1715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3B1715">
          <w:rPr>
            <w:noProof/>
            <w:webHidden/>
          </w:rPr>
          <w:fldChar w:fldCharType="end"/>
        </w:r>
      </w:hyperlink>
    </w:p>
    <w:p w:rsidR="00620E75" w:rsidRDefault="009D310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400455387" w:history="1">
        <w:r w:rsidR="00620E75" w:rsidRPr="0008758C">
          <w:rPr>
            <w:rStyle w:val="Hyperlink"/>
            <w:noProof/>
          </w:rPr>
          <w:t>2.1.11</w:t>
        </w:r>
        <w:r w:rsidR="00620E75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20E75" w:rsidRPr="0008758C">
          <w:rPr>
            <w:rStyle w:val="Hyperlink"/>
            <w:noProof/>
          </w:rPr>
          <w:t>ICÓ 230/69 kV</w:t>
        </w:r>
        <w:r w:rsidR="00620E75">
          <w:rPr>
            <w:noProof/>
            <w:webHidden/>
          </w:rPr>
          <w:tab/>
        </w:r>
        <w:r w:rsidR="003B1715">
          <w:rPr>
            <w:noProof/>
            <w:webHidden/>
          </w:rPr>
          <w:fldChar w:fldCharType="begin"/>
        </w:r>
        <w:r w:rsidR="00620E75">
          <w:rPr>
            <w:noProof/>
            <w:webHidden/>
          </w:rPr>
          <w:instrText xml:space="preserve"> PAGEREF _Toc400455387 \h </w:instrText>
        </w:r>
        <w:r w:rsidR="003B1715">
          <w:rPr>
            <w:noProof/>
            <w:webHidden/>
          </w:rPr>
        </w:r>
        <w:r w:rsidR="003B1715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3B1715">
          <w:rPr>
            <w:noProof/>
            <w:webHidden/>
          </w:rPr>
          <w:fldChar w:fldCharType="end"/>
        </w:r>
      </w:hyperlink>
    </w:p>
    <w:p w:rsidR="00620E75" w:rsidRDefault="009D310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400455388" w:history="1">
        <w:r w:rsidR="00620E75" w:rsidRPr="0008758C">
          <w:rPr>
            <w:rStyle w:val="Hyperlink"/>
            <w:noProof/>
          </w:rPr>
          <w:t>2.1.12</w:t>
        </w:r>
        <w:r w:rsidR="00620E75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20E75" w:rsidRPr="0008758C">
          <w:rPr>
            <w:rStyle w:val="Hyperlink"/>
            <w:noProof/>
          </w:rPr>
          <w:t>ITABAIANA 230 kV</w:t>
        </w:r>
        <w:r w:rsidR="00620E75">
          <w:rPr>
            <w:noProof/>
            <w:webHidden/>
          </w:rPr>
          <w:tab/>
        </w:r>
        <w:r w:rsidR="003B1715">
          <w:rPr>
            <w:noProof/>
            <w:webHidden/>
          </w:rPr>
          <w:fldChar w:fldCharType="begin"/>
        </w:r>
        <w:r w:rsidR="00620E75">
          <w:rPr>
            <w:noProof/>
            <w:webHidden/>
          </w:rPr>
          <w:instrText xml:space="preserve"> PAGEREF _Toc400455388 \h </w:instrText>
        </w:r>
        <w:r w:rsidR="003B1715">
          <w:rPr>
            <w:noProof/>
            <w:webHidden/>
          </w:rPr>
        </w:r>
        <w:r w:rsidR="003B1715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3B1715">
          <w:rPr>
            <w:noProof/>
            <w:webHidden/>
          </w:rPr>
          <w:fldChar w:fldCharType="end"/>
        </w:r>
      </w:hyperlink>
    </w:p>
    <w:p w:rsidR="00620E75" w:rsidRDefault="009D310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400455389" w:history="1">
        <w:r w:rsidR="00620E75" w:rsidRPr="0008758C">
          <w:rPr>
            <w:rStyle w:val="Hyperlink"/>
            <w:noProof/>
          </w:rPr>
          <w:t>2.1.13</w:t>
        </w:r>
        <w:r w:rsidR="00620E75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20E75" w:rsidRPr="0008758C">
          <w:rPr>
            <w:rStyle w:val="Hyperlink"/>
            <w:noProof/>
          </w:rPr>
          <w:t>ITABAIANINHA 230/69 kV</w:t>
        </w:r>
        <w:r w:rsidR="00620E75">
          <w:rPr>
            <w:noProof/>
            <w:webHidden/>
          </w:rPr>
          <w:tab/>
        </w:r>
        <w:r w:rsidR="003B1715">
          <w:rPr>
            <w:noProof/>
            <w:webHidden/>
          </w:rPr>
          <w:fldChar w:fldCharType="begin"/>
        </w:r>
        <w:r w:rsidR="00620E75">
          <w:rPr>
            <w:noProof/>
            <w:webHidden/>
          </w:rPr>
          <w:instrText xml:space="preserve"> PAGEREF _Toc400455389 \h </w:instrText>
        </w:r>
        <w:r w:rsidR="003B1715">
          <w:rPr>
            <w:noProof/>
            <w:webHidden/>
          </w:rPr>
        </w:r>
        <w:r w:rsidR="003B1715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3B1715">
          <w:rPr>
            <w:noProof/>
            <w:webHidden/>
          </w:rPr>
          <w:fldChar w:fldCharType="end"/>
        </w:r>
      </w:hyperlink>
    </w:p>
    <w:p w:rsidR="00620E75" w:rsidRDefault="009D310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400455390" w:history="1">
        <w:r w:rsidR="00620E75" w:rsidRPr="0008758C">
          <w:rPr>
            <w:rStyle w:val="Hyperlink"/>
            <w:noProof/>
          </w:rPr>
          <w:t>2.1.14</w:t>
        </w:r>
        <w:r w:rsidR="00620E75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20E75" w:rsidRPr="0008758C">
          <w:rPr>
            <w:rStyle w:val="Hyperlink"/>
            <w:noProof/>
          </w:rPr>
          <w:t>MILAGRES 500/230 kV</w:t>
        </w:r>
        <w:r w:rsidR="00620E75">
          <w:rPr>
            <w:noProof/>
            <w:webHidden/>
          </w:rPr>
          <w:tab/>
        </w:r>
        <w:r w:rsidR="003B1715">
          <w:rPr>
            <w:noProof/>
            <w:webHidden/>
          </w:rPr>
          <w:fldChar w:fldCharType="begin"/>
        </w:r>
        <w:r w:rsidR="00620E75">
          <w:rPr>
            <w:noProof/>
            <w:webHidden/>
          </w:rPr>
          <w:instrText xml:space="preserve"> PAGEREF _Toc400455390 \h </w:instrText>
        </w:r>
        <w:r w:rsidR="003B1715">
          <w:rPr>
            <w:noProof/>
            <w:webHidden/>
          </w:rPr>
        </w:r>
        <w:r w:rsidR="003B1715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3B1715">
          <w:rPr>
            <w:noProof/>
            <w:webHidden/>
          </w:rPr>
          <w:fldChar w:fldCharType="end"/>
        </w:r>
      </w:hyperlink>
    </w:p>
    <w:p w:rsidR="00620E75" w:rsidRDefault="009D310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400455391" w:history="1">
        <w:r w:rsidR="00620E75" w:rsidRPr="0008758C">
          <w:rPr>
            <w:rStyle w:val="Hyperlink"/>
            <w:noProof/>
          </w:rPr>
          <w:t>2.1.15</w:t>
        </w:r>
        <w:r w:rsidR="00620E75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20E75" w:rsidRPr="0008758C">
          <w:rPr>
            <w:rStyle w:val="Hyperlink"/>
            <w:noProof/>
          </w:rPr>
          <w:t>PAULO AFONSO III 230 kV</w:t>
        </w:r>
        <w:r w:rsidR="00620E75">
          <w:rPr>
            <w:noProof/>
            <w:webHidden/>
          </w:rPr>
          <w:tab/>
        </w:r>
        <w:r w:rsidR="003B1715">
          <w:rPr>
            <w:noProof/>
            <w:webHidden/>
          </w:rPr>
          <w:fldChar w:fldCharType="begin"/>
        </w:r>
        <w:r w:rsidR="00620E75">
          <w:rPr>
            <w:noProof/>
            <w:webHidden/>
          </w:rPr>
          <w:instrText xml:space="preserve"> PAGEREF _Toc400455391 \h </w:instrText>
        </w:r>
        <w:r w:rsidR="003B1715">
          <w:rPr>
            <w:noProof/>
            <w:webHidden/>
          </w:rPr>
        </w:r>
        <w:r w:rsidR="003B1715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3B1715">
          <w:rPr>
            <w:noProof/>
            <w:webHidden/>
          </w:rPr>
          <w:fldChar w:fldCharType="end"/>
        </w:r>
      </w:hyperlink>
    </w:p>
    <w:p w:rsidR="00620E75" w:rsidRDefault="009D310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400455392" w:history="1">
        <w:r w:rsidR="00620E75" w:rsidRPr="0008758C">
          <w:rPr>
            <w:rStyle w:val="Hyperlink"/>
            <w:noProof/>
          </w:rPr>
          <w:t>2.1.16</w:t>
        </w:r>
        <w:r w:rsidR="00620E75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20E75" w:rsidRPr="0008758C">
          <w:rPr>
            <w:rStyle w:val="Hyperlink"/>
            <w:noProof/>
          </w:rPr>
          <w:t>PAU FERRO 230/69 kV</w:t>
        </w:r>
        <w:r w:rsidR="00620E75">
          <w:rPr>
            <w:noProof/>
            <w:webHidden/>
          </w:rPr>
          <w:tab/>
        </w:r>
        <w:r w:rsidR="003B1715">
          <w:rPr>
            <w:noProof/>
            <w:webHidden/>
          </w:rPr>
          <w:fldChar w:fldCharType="begin"/>
        </w:r>
        <w:r w:rsidR="00620E75">
          <w:rPr>
            <w:noProof/>
            <w:webHidden/>
          </w:rPr>
          <w:instrText xml:space="preserve"> PAGEREF _Toc400455392 \h </w:instrText>
        </w:r>
        <w:r w:rsidR="003B1715">
          <w:rPr>
            <w:noProof/>
            <w:webHidden/>
          </w:rPr>
        </w:r>
        <w:r w:rsidR="003B1715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3B1715">
          <w:rPr>
            <w:noProof/>
            <w:webHidden/>
          </w:rPr>
          <w:fldChar w:fldCharType="end"/>
        </w:r>
      </w:hyperlink>
    </w:p>
    <w:p w:rsidR="00620E75" w:rsidRDefault="009D310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400455393" w:history="1">
        <w:r w:rsidR="00620E75" w:rsidRPr="0008758C">
          <w:rPr>
            <w:rStyle w:val="Hyperlink"/>
            <w:noProof/>
          </w:rPr>
          <w:t>2.1.17</w:t>
        </w:r>
        <w:r w:rsidR="00620E75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20E75" w:rsidRPr="0008758C">
          <w:rPr>
            <w:rStyle w:val="Hyperlink"/>
            <w:noProof/>
          </w:rPr>
          <w:t>PENEDO 230/69 kV</w:t>
        </w:r>
        <w:r w:rsidR="00620E75">
          <w:rPr>
            <w:noProof/>
            <w:webHidden/>
          </w:rPr>
          <w:tab/>
        </w:r>
        <w:r w:rsidR="003B1715">
          <w:rPr>
            <w:noProof/>
            <w:webHidden/>
          </w:rPr>
          <w:fldChar w:fldCharType="begin"/>
        </w:r>
        <w:r w:rsidR="00620E75">
          <w:rPr>
            <w:noProof/>
            <w:webHidden/>
          </w:rPr>
          <w:instrText xml:space="preserve"> PAGEREF _Toc400455393 \h </w:instrText>
        </w:r>
        <w:r w:rsidR="003B1715">
          <w:rPr>
            <w:noProof/>
            <w:webHidden/>
          </w:rPr>
        </w:r>
        <w:r w:rsidR="003B1715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3B1715">
          <w:rPr>
            <w:noProof/>
            <w:webHidden/>
          </w:rPr>
          <w:fldChar w:fldCharType="end"/>
        </w:r>
      </w:hyperlink>
    </w:p>
    <w:p w:rsidR="00620E75" w:rsidRDefault="009D310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400455394" w:history="1">
        <w:r w:rsidR="00620E75" w:rsidRPr="0008758C">
          <w:rPr>
            <w:rStyle w:val="Hyperlink"/>
            <w:noProof/>
          </w:rPr>
          <w:t>2.1.18</w:t>
        </w:r>
        <w:r w:rsidR="00620E75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20E75" w:rsidRPr="0008758C">
          <w:rPr>
            <w:rStyle w:val="Hyperlink"/>
            <w:noProof/>
          </w:rPr>
          <w:t>PICOS 230/69 kV</w:t>
        </w:r>
        <w:r w:rsidR="00620E75">
          <w:rPr>
            <w:noProof/>
            <w:webHidden/>
          </w:rPr>
          <w:tab/>
        </w:r>
        <w:r w:rsidR="003B1715">
          <w:rPr>
            <w:noProof/>
            <w:webHidden/>
          </w:rPr>
          <w:fldChar w:fldCharType="begin"/>
        </w:r>
        <w:r w:rsidR="00620E75">
          <w:rPr>
            <w:noProof/>
            <w:webHidden/>
          </w:rPr>
          <w:instrText xml:space="preserve"> PAGEREF _Toc400455394 \h </w:instrText>
        </w:r>
        <w:r w:rsidR="003B1715">
          <w:rPr>
            <w:noProof/>
            <w:webHidden/>
          </w:rPr>
        </w:r>
        <w:r w:rsidR="003B1715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3B1715">
          <w:rPr>
            <w:noProof/>
            <w:webHidden/>
          </w:rPr>
          <w:fldChar w:fldCharType="end"/>
        </w:r>
      </w:hyperlink>
    </w:p>
    <w:p w:rsidR="00620E75" w:rsidRDefault="009D310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400455395" w:history="1">
        <w:r w:rsidR="00620E75" w:rsidRPr="0008758C">
          <w:rPr>
            <w:rStyle w:val="Hyperlink"/>
            <w:noProof/>
          </w:rPr>
          <w:t>2.1.19</w:t>
        </w:r>
        <w:r w:rsidR="00620E75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20E75" w:rsidRPr="0008758C">
          <w:rPr>
            <w:rStyle w:val="Hyperlink"/>
            <w:noProof/>
          </w:rPr>
          <w:t>PIRAPAMA II  230/69 kV</w:t>
        </w:r>
        <w:r w:rsidR="00620E75">
          <w:rPr>
            <w:noProof/>
            <w:webHidden/>
          </w:rPr>
          <w:tab/>
        </w:r>
        <w:r w:rsidR="003B1715">
          <w:rPr>
            <w:noProof/>
            <w:webHidden/>
          </w:rPr>
          <w:fldChar w:fldCharType="begin"/>
        </w:r>
        <w:r w:rsidR="00620E75">
          <w:rPr>
            <w:noProof/>
            <w:webHidden/>
          </w:rPr>
          <w:instrText xml:space="preserve"> PAGEREF _Toc400455395 \h </w:instrText>
        </w:r>
        <w:r w:rsidR="003B1715">
          <w:rPr>
            <w:noProof/>
            <w:webHidden/>
          </w:rPr>
        </w:r>
        <w:r w:rsidR="003B1715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3B1715">
          <w:rPr>
            <w:noProof/>
            <w:webHidden/>
          </w:rPr>
          <w:fldChar w:fldCharType="end"/>
        </w:r>
      </w:hyperlink>
    </w:p>
    <w:p w:rsidR="00620E75" w:rsidRDefault="009D310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400455396" w:history="1">
        <w:r w:rsidR="00620E75" w:rsidRPr="0008758C">
          <w:rPr>
            <w:rStyle w:val="Hyperlink"/>
            <w:noProof/>
          </w:rPr>
          <w:t>2.1.20</w:t>
        </w:r>
        <w:r w:rsidR="00620E75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20E75" w:rsidRPr="0008758C">
          <w:rPr>
            <w:rStyle w:val="Hyperlink"/>
            <w:noProof/>
          </w:rPr>
          <w:t>PIRIPIRI 230 kV</w:t>
        </w:r>
        <w:r w:rsidR="00620E75">
          <w:rPr>
            <w:noProof/>
            <w:webHidden/>
          </w:rPr>
          <w:tab/>
        </w:r>
        <w:r w:rsidR="003B1715">
          <w:rPr>
            <w:noProof/>
            <w:webHidden/>
          </w:rPr>
          <w:fldChar w:fldCharType="begin"/>
        </w:r>
        <w:r w:rsidR="00620E75">
          <w:rPr>
            <w:noProof/>
            <w:webHidden/>
          </w:rPr>
          <w:instrText xml:space="preserve"> PAGEREF _Toc400455396 \h </w:instrText>
        </w:r>
        <w:r w:rsidR="003B1715">
          <w:rPr>
            <w:noProof/>
            <w:webHidden/>
          </w:rPr>
        </w:r>
        <w:r w:rsidR="003B1715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3B1715">
          <w:rPr>
            <w:noProof/>
            <w:webHidden/>
          </w:rPr>
          <w:fldChar w:fldCharType="end"/>
        </w:r>
      </w:hyperlink>
    </w:p>
    <w:p w:rsidR="00620E75" w:rsidRDefault="009D310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400455397" w:history="1">
        <w:r w:rsidR="00620E75" w:rsidRPr="0008758C">
          <w:rPr>
            <w:rStyle w:val="Hyperlink"/>
            <w:noProof/>
          </w:rPr>
          <w:t>2.1.21</w:t>
        </w:r>
        <w:r w:rsidR="00620E75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20E75" w:rsidRPr="0008758C">
          <w:rPr>
            <w:rStyle w:val="Hyperlink"/>
            <w:noProof/>
          </w:rPr>
          <w:t>RIBEIRÃO 230 kV</w:t>
        </w:r>
        <w:r w:rsidR="00620E75">
          <w:rPr>
            <w:noProof/>
            <w:webHidden/>
          </w:rPr>
          <w:tab/>
        </w:r>
        <w:r w:rsidR="003B1715">
          <w:rPr>
            <w:noProof/>
            <w:webHidden/>
          </w:rPr>
          <w:fldChar w:fldCharType="begin"/>
        </w:r>
        <w:r w:rsidR="00620E75">
          <w:rPr>
            <w:noProof/>
            <w:webHidden/>
          </w:rPr>
          <w:instrText xml:space="preserve"> PAGEREF _Toc400455397 \h </w:instrText>
        </w:r>
        <w:r w:rsidR="003B1715">
          <w:rPr>
            <w:noProof/>
            <w:webHidden/>
          </w:rPr>
        </w:r>
        <w:r w:rsidR="003B1715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3B1715">
          <w:rPr>
            <w:noProof/>
            <w:webHidden/>
          </w:rPr>
          <w:fldChar w:fldCharType="end"/>
        </w:r>
      </w:hyperlink>
    </w:p>
    <w:p w:rsidR="00620E75" w:rsidRDefault="009D310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400455398" w:history="1">
        <w:r w:rsidR="00620E75" w:rsidRPr="0008758C">
          <w:rPr>
            <w:rStyle w:val="Hyperlink"/>
            <w:noProof/>
          </w:rPr>
          <w:t>2.1.22</w:t>
        </w:r>
        <w:r w:rsidR="00620E75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20E75" w:rsidRPr="0008758C">
          <w:rPr>
            <w:rStyle w:val="Hyperlink"/>
            <w:noProof/>
          </w:rPr>
          <w:t>SOBRAL II 230 kV</w:t>
        </w:r>
        <w:r w:rsidR="00620E75">
          <w:rPr>
            <w:noProof/>
            <w:webHidden/>
          </w:rPr>
          <w:tab/>
        </w:r>
        <w:r w:rsidR="003B1715">
          <w:rPr>
            <w:noProof/>
            <w:webHidden/>
          </w:rPr>
          <w:fldChar w:fldCharType="begin"/>
        </w:r>
        <w:r w:rsidR="00620E75">
          <w:rPr>
            <w:noProof/>
            <w:webHidden/>
          </w:rPr>
          <w:instrText xml:space="preserve"> PAGEREF _Toc400455398 \h </w:instrText>
        </w:r>
        <w:r w:rsidR="003B1715">
          <w:rPr>
            <w:noProof/>
            <w:webHidden/>
          </w:rPr>
        </w:r>
        <w:r w:rsidR="003B1715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3B1715">
          <w:rPr>
            <w:noProof/>
            <w:webHidden/>
          </w:rPr>
          <w:fldChar w:fldCharType="end"/>
        </w:r>
      </w:hyperlink>
    </w:p>
    <w:p w:rsidR="00620E75" w:rsidRDefault="009D310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400455399" w:history="1">
        <w:r w:rsidR="00620E75" w:rsidRPr="0008758C">
          <w:rPr>
            <w:rStyle w:val="Hyperlink"/>
            <w:noProof/>
          </w:rPr>
          <w:t>2.1.23</w:t>
        </w:r>
        <w:r w:rsidR="00620E75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20E75" w:rsidRPr="0008758C">
          <w:rPr>
            <w:rStyle w:val="Hyperlink"/>
            <w:noProof/>
          </w:rPr>
          <w:t>SANTO ANTÔNIO DE JESUS 230 kV</w:t>
        </w:r>
        <w:r w:rsidR="00620E75">
          <w:rPr>
            <w:noProof/>
            <w:webHidden/>
          </w:rPr>
          <w:tab/>
        </w:r>
        <w:r w:rsidR="003B1715">
          <w:rPr>
            <w:noProof/>
            <w:webHidden/>
          </w:rPr>
          <w:fldChar w:fldCharType="begin"/>
        </w:r>
        <w:r w:rsidR="00620E75">
          <w:rPr>
            <w:noProof/>
            <w:webHidden/>
          </w:rPr>
          <w:instrText xml:space="preserve"> PAGEREF _Toc400455399 \h </w:instrText>
        </w:r>
        <w:r w:rsidR="003B1715">
          <w:rPr>
            <w:noProof/>
            <w:webHidden/>
          </w:rPr>
        </w:r>
        <w:r w:rsidR="003B1715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3B1715">
          <w:rPr>
            <w:noProof/>
            <w:webHidden/>
          </w:rPr>
          <w:fldChar w:fldCharType="end"/>
        </w:r>
      </w:hyperlink>
    </w:p>
    <w:p w:rsidR="00620E75" w:rsidRDefault="009D310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400455400" w:history="1">
        <w:r w:rsidR="00620E75" w:rsidRPr="0008758C">
          <w:rPr>
            <w:rStyle w:val="Hyperlink"/>
            <w:noProof/>
          </w:rPr>
          <w:t>2.1.24</w:t>
        </w:r>
        <w:r w:rsidR="00620E75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20E75" w:rsidRPr="0008758C">
          <w:rPr>
            <w:rStyle w:val="Hyperlink"/>
            <w:noProof/>
          </w:rPr>
          <w:t>TERESINA II 500/230 kV</w:t>
        </w:r>
        <w:r w:rsidR="00620E75">
          <w:rPr>
            <w:noProof/>
            <w:webHidden/>
          </w:rPr>
          <w:tab/>
        </w:r>
        <w:r w:rsidR="003B1715">
          <w:rPr>
            <w:noProof/>
            <w:webHidden/>
          </w:rPr>
          <w:fldChar w:fldCharType="begin"/>
        </w:r>
        <w:r w:rsidR="00620E75">
          <w:rPr>
            <w:noProof/>
            <w:webHidden/>
          </w:rPr>
          <w:instrText xml:space="preserve"> PAGEREF _Toc400455400 \h </w:instrText>
        </w:r>
        <w:r w:rsidR="003B1715">
          <w:rPr>
            <w:noProof/>
            <w:webHidden/>
          </w:rPr>
        </w:r>
        <w:r w:rsidR="003B1715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3B1715">
          <w:rPr>
            <w:noProof/>
            <w:webHidden/>
          </w:rPr>
          <w:fldChar w:fldCharType="end"/>
        </w:r>
      </w:hyperlink>
    </w:p>
    <w:p w:rsidR="00620E75" w:rsidRDefault="009D310F">
      <w:pPr>
        <w:pStyle w:val="Sumrio5"/>
        <w:rPr>
          <w:rFonts w:asciiTheme="minorHAnsi" w:eastAsiaTheme="minorEastAsia" w:hAnsiTheme="minorHAnsi" w:cstheme="minorBidi"/>
          <w:spacing w:val="0"/>
          <w:szCs w:val="22"/>
        </w:rPr>
      </w:pPr>
      <w:hyperlink w:anchor="_Toc400455401" w:history="1">
        <w:r w:rsidR="00620E75" w:rsidRPr="0008758C">
          <w:rPr>
            <w:rStyle w:val="Hyperlink"/>
          </w:rPr>
          <w:t>2.2</w:t>
        </w:r>
        <w:r w:rsidR="00620E75">
          <w:rPr>
            <w:rFonts w:asciiTheme="minorHAnsi" w:eastAsiaTheme="minorEastAsia" w:hAnsiTheme="minorHAnsi" w:cstheme="minorBidi"/>
            <w:spacing w:val="0"/>
            <w:szCs w:val="22"/>
          </w:rPr>
          <w:tab/>
        </w:r>
        <w:r w:rsidR="00620E75" w:rsidRPr="00123C20">
          <w:rPr>
            <w:rStyle w:val="Hyperlink"/>
            <w:b/>
          </w:rPr>
          <w:t>AFLUENTE (GRUPO NEOENERGIA)</w:t>
        </w:r>
        <w:r w:rsidR="00620E75">
          <w:rPr>
            <w:webHidden/>
          </w:rPr>
          <w:tab/>
        </w:r>
        <w:r w:rsidR="003B1715">
          <w:rPr>
            <w:webHidden/>
          </w:rPr>
          <w:fldChar w:fldCharType="begin"/>
        </w:r>
        <w:r w:rsidR="00620E75">
          <w:rPr>
            <w:webHidden/>
          </w:rPr>
          <w:instrText xml:space="preserve"> PAGEREF _Toc400455401 \h </w:instrText>
        </w:r>
        <w:r w:rsidR="003B1715">
          <w:rPr>
            <w:webHidden/>
          </w:rPr>
        </w:r>
        <w:r w:rsidR="003B1715">
          <w:rPr>
            <w:webHidden/>
          </w:rPr>
          <w:fldChar w:fldCharType="separate"/>
        </w:r>
        <w:r>
          <w:rPr>
            <w:webHidden/>
          </w:rPr>
          <w:t>19</w:t>
        </w:r>
        <w:r w:rsidR="003B1715">
          <w:rPr>
            <w:webHidden/>
          </w:rPr>
          <w:fldChar w:fldCharType="end"/>
        </w:r>
      </w:hyperlink>
    </w:p>
    <w:p w:rsidR="00620E75" w:rsidRDefault="009D310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400455402" w:history="1">
        <w:r w:rsidR="00620E75" w:rsidRPr="0008758C">
          <w:rPr>
            <w:rStyle w:val="Hyperlink"/>
            <w:noProof/>
          </w:rPr>
          <w:t>2.2.1</w:t>
        </w:r>
        <w:r w:rsidR="00620E75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20E75" w:rsidRPr="0008758C">
          <w:rPr>
            <w:rStyle w:val="Hyperlink"/>
            <w:noProof/>
          </w:rPr>
          <w:t>NARANDIBA 230/69 kV</w:t>
        </w:r>
        <w:r w:rsidR="00620E75">
          <w:rPr>
            <w:noProof/>
            <w:webHidden/>
          </w:rPr>
          <w:tab/>
        </w:r>
        <w:r w:rsidR="003B1715">
          <w:rPr>
            <w:noProof/>
            <w:webHidden/>
          </w:rPr>
          <w:fldChar w:fldCharType="begin"/>
        </w:r>
        <w:r w:rsidR="00620E75">
          <w:rPr>
            <w:noProof/>
            <w:webHidden/>
          </w:rPr>
          <w:instrText xml:space="preserve"> PAGEREF _Toc400455402 \h </w:instrText>
        </w:r>
        <w:r w:rsidR="003B1715">
          <w:rPr>
            <w:noProof/>
            <w:webHidden/>
          </w:rPr>
        </w:r>
        <w:r w:rsidR="003B1715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3B1715">
          <w:rPr>
            <w:noProof/>
            <w:webHidden/>
          </w:rPr>
          <w:fldChar w:fldCharType="end"/>
        </w:r>
      </w:hyperlink>
    </w:p>
    <w:p w:rsidR="00620E75" w:rsidRDefault="009D310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400455403" w:history="1">
        <w:r w:rsidR="00620E75" w:rsidRPr="0008758C">
          <w:rPr>
            <w:rStyle w:val="Hyperlink"/>
            <w:noProof/>
          </w:rPr>
          <w:t>2.2.2</w:t>
        </w:r>
        <w:r w:rsidR="00620E75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20E75" w:rsidRPr="0008758C">
          <w:rPr>
            <w:rStyle w:val="Hyperlink"/>
            <w:noProof/>
          </w:rPr>
          <w:t>TOMBA 230 kV</w:t>
        </w:r>
        <w:r w:rsidR="00620E75">
          <w:rPr>
            <w:noProof/>
            <w:webHidden/>
          </w:rPr>
          <w:tab/>
        </w:r>
        <w:r w:rsidR="003B1715">
          <w:rPr>
            <w:noProof/>
            <w:webHidden/>
          </w:rPr>
          <w:fldChar w:fldCharType="begin"/>
        </w:r>
        <w:r w:rsidR="00620E75">
          <w:rPr>
            <w:noProof/>
            <w:webHidden/>
          </w:rPr>
          <w:instrText xml:space="preserve"> PAGEREF _Toc400455403 \h </w:instrText>
        </w:r>
        <w:r w:rsidR="003B1715">
          <w:rPr>
            <w:noProof/>
            <w:webHidden/>
          </w:rPr>
        </w:r>
        <w:r w:rsidR="003B1715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3B1715">
          <w:rPr>
            <w:noProof/>
            <w:webHidden/>
          </w:rPr>
          <w:fldChar w:fldCharType="end"/>
        </w:r>
      </w:hyperlink>
    </w:p>
    <w:p w:rsidR="00620E75" w:rsidRDefault="009D310F">
      <w:pPr>
        <w:pStyle w:val="Sumrio6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400455404" w:history="1">
        <w:r w:rsidR="00620E75" w:rsidRPr="0008758C">
          <w:rPr>
            <w:rStyle w:val="Hyperlink"/>
            <w:noProof/>
          </w:rPr>
          <w:t>2.2.3</w:t>
        </w:r>
        <w:r w:rsidR="00620E75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620E75" w:rsidRPr="0008758C">
          <w:rPr>
            <w:rStyle w:val="Hyperlink"/>
            <w:noProof/>
          </w:rPr>
          <w:t>BRUMADO II  230/69 kV</w:t>
        </w:r>
        <w:r w:rsidR="00620E75">
          <w:rPr>
            <w:noProof/>
            <w:webHidden/>
          </w:rPr>
          <w:tab/>
        </w:r>
        <w:r w:rsidR="003B1715">
          <w:rPr>
            <w:noProof/>
            <w:webHidden/>
          </w:rPr>
          <w:fldChar w:fldCharType="begin"/>
        </w:r>
        <w:r w:rsidR="00620E75">
          <w:rPr>
            <w:noProof/>
            <w:webHidden/>
          </w:rPr>
          <w:instrText xml:space="preserve"> PAGEREF _Toc400455404 \h </w:instrText>
        </w:r>
        <w:r w:rsidR="003B1715">
          <w:rPr>
            <w:noProof/>
            <w:webHidden/>
          </w:rPr>
        </w:r>
        <w:r w:rsidR="003B1715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3B1715">
          <w:rPr>
            <w:noProof/>
            <w:webHidden/>
          </w:rPr>
          <w:fldChar w:fldCharType="end"/>
        </w:r>
      </w:hyperlink>
    </w:p>
    <w:p w:rsidR="00620E75" w:rsidRDefault="009D310F">
      <w:pPr>
        <w:pStyle w:val="Sumrio4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400455405" w:history="1">
        <w:r w:rsidR="00620E75" w:rsidRPr="00123C20">
          <w:rPr>
            <w:rStyle w:val="Hyperlink"/>
            <w:b/>
            <w:noProof/>
          </w:rPr>
          <w:t>3</w:t>
        </w:r>
        <w:r w:rsidR="00620E75" w:rsidRPr="00123C20">
          <w:rPr>
            <w:rFonts w:asciiTheme="minorHAnsi" w:eastAsiaTheme="minorEastAsia" w:hAnsiTheme="minorHAnsi" w:cstheme="minorBidi"/>
            <w:b/>
            <w:noProof/>
            <w:spacing w:val="0"/>
            <w:szCs w:val="22"/>
          </w:rPr>
          <w:tab/>
        </w:r>
        <w:r w:rsidR="00620E75" w:rsidRPr="00123C20">
          <w:rPr>
            <w:rStyle w:val="Hyperlink"/>
            <w:b/>
            <w:noProof/>
          </w:rPr>
          <w:t>CONCLUSÕES</w:t>
        </w:r>
        <w:r w:rsidR="00620E75">
          <w:rPr>
            <w:noProof/>
            <w:webHidden/>
          </w:rPr>
          <w:tab/>
        </w:r>
        <w:r w:rsidR="003B1715">
          <w:rPr>
            <w:noProof/>
            <w:webHidden/>
          </w:rPr>
          <w:fldChar w:fldCharType="begin"/>
        </w:r>
        <w:r w:rsidR="00620E75">
          <w:rPr>
            <w:noProof/>
            <w:webHidden/>
          </w:rPr>
          <w:instrText xml:space="preserve"> PAGEREF _Toc400455405 \h </w:instrText>
        </w:r>
        <w:r w:rsidR="003B1715">
          <w:rPr>
            <w:noProof/>
            <w:webHidden/>
          </w:rPr>
        </w:r>
        <w:r w:rsidR="003B1715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3B1715">
          <w:rPr>
            <w:noProof/>
            <w:webHidden/>
          </w:rPr>
          <w:fldChar w:fldCharType="end"/>
        </w:r>
      </w:hyperlink>
    </w:p>
    <w:p w:rsidR="00620E75" w:rsidRDefault="009D310F">
      <w:pPr>
        <w:pStyle w:val="Sumrio4"/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400455406" w:history="1">
        <w:r w:rsidR="00620E75" w:rsidRPr="00123C20">
          <w:rPr>
            <w:rStyle w:val="Hyperlink"/>
            <w:b/>
            <w:noProof/>
          </w:rPr>
          <w:t>4</w:t>
        </w:r>
        <w:r w:rsidR="00620E75" w:rsidRPr="00123C20">
          <w:rPr>
            <w:rFonts w:asciiTheme="minorHAnsi" w:eastAsiaTheme="minorEastAsia" w:hAnsiTheme="minorHAnsi" w:cstheme="minorBidi"/>
            <w:b/>
            <w:noProof/>
            <w:spacing w:val="0"/>
            <w:szCs w:val="22"/>
          </w:rPr>
          <w:tab/>
        </w:r>
        <w:r w:rsidR="00620E75" w:rsidRPr="00123C20">
          <w:rPr>
            <w:rStyle w:val="Hyperlink"/>
            <w:b/>
            <w:noProof/>
          </w:rPr>
          <w:t>EQUIPE DE TRABALHO</w:t>
        </w:r>
        <w:r w:rsidR="00620E75">
          <w:rPr>
            <w:noProof/>
            <w:webHidden/>
          </w:rPr>
          <w:tab/>
        </w:r>
        <w:r w:rsidR="003B1715">
          <w:rPr>
            <w:noProof/>
            <w:webHidden/>
          </w:rPr>
          <w:fldChar w:fldCharType="begin"/>
        </w:r>
        <w:r w:rsidR="00620E75">
          <w:rPr>
            <w:noProof/>
            <w:webHidden/>
          </w:rPr>
          <w:instrText xml:space="preserve"> PAGEREF _Toc400455406 \h </w:instrText>
        </w:r>
        <w:r w:rsidR="003B1715">
          <w:rPr>
            <w:noProof/>
            <w:webHidden/>
          </w:rPr>
        </w:r>
        <w:r w:rsidR="003B1715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3B1715">
          <w:rPr>
            <w:noProof/>
            <w:webHidden/>
          </w:rPr>
          <w:fldChar w:fldCharType="end"/>
        </w:r>
      </w:hyperlink>
    </w:p>
    <w:p w:rsidR="00DE1352" w:rsidRPr="007E47EB" w:rsidRDefault="003B1715" w:rsidP="00DE1352">
      <w:pPr>
        <w:rPr>
          <w:rFonts w:cs="Arial"/>
          <w:sz w:val="18"/>
          <w:szCs w:val="18"/>
        </w:rPr>
      </w:pPr>
      <w:r w:rsidRPr="007E47EB">
        <w:rPr>
          <w:rFonts w:cs="Arial"/>
          <w:sz w:val="18"/>
          <w:szCs w:val="18"/>
        </w:rPr>
        <w:fldChar w:fldCharType="end"/>
      </w:r>
    </w:p>
    <w:p w:rsidR="00DE1352" w:rsidRDefault="00DE1352" w:rsidP="00DE1352"/>
    <w:p w:rsidR="003E5657" w:rsidRPr="003E5657" w:rsidRDefault="00DE1352" w:rsidP="00DE1352">
      <w:r>
        <w:br w:type="page"/>
      </w:r>
    </w:p>
    <w:p w:rsidR="00B91ABC" w:rsidRPr="002D1492" w:rsidRDefault="00DE1352" w:rsidP="000A4EB5">
      <w:pPr>
        <w:pStyle w:val="Ttulo1"/>
        <w:tabs>
          <w:tab w:val="clear" w:pos="1021"/>
          <w:tab w:val="num" w:pos="284"/>
        </w:tabs>
        <w:ind w:left="284" w:hanging="1134"/>
        <w:jc w:val="both"/>
      </w:pPr>
      <w:bookmarkStart w:id="7" w:name="_Toc400455374"/>
      <w:r w:rsidRPr="00BD68A3">
        <w:rPr>
          <w:rStyle w:val="Hyperlink"/>
          <w:rFonts w:ascii="Arial" w:hAnsi="Arial"/>
          <w:bCs w:val="0"/>
          <w:noProof/>
          <w:color w:val="auto"/>
          <w:kern w:val="0"/>
          <w:sz w:val="22"/>
          <w:szCs w:val="24"/>
          <w:u w:val="none"/>
        </w:rPr>
        <w:lastRenderedPageBreak/>
        <w:t>INTRODUÇÃO</w:t>
      </w:r>
      <w:bookmarkEnd w:id="4"/>
      <w:bookmarkEnd w:id="5"/>
      <w:r w:rsidR="002D1492" w:rsidRPr="002D1492">
        <w:rPr>
          <w:b w:val="0"/>
        </w:rPr>
        <w:t xml:space="preserve"> </w:t>
      </w:r>
      <w:r w:rsidR="002D1492" w:rsidRPr="002D1492">
        <w:rPr>
          <w:rStyle w:val="Hyperlink"/>
          <w:rFonts w:ascii="Arial" w:hAnsi="Arial"/>
          <w:bCs w:val="0"/>
          <w:noProof/>
          <w:color w:val="auto"/>
          <w:kern w:val="0"/>
          <w:sz w:val="22"/>
          <w:szCs w:val="24"/>
          <w:u w:val="none"/>
        </w:rPr>
        <w:t>E OBJETIVOS</w:t>
      </w:r>
      <w:bookmarkEnd w:id="7"/>
    </w:p>
    <w:p w:rsidR="002D1492" w:rsidRDefault="002D1492" w:rsidP="000A4EB5">
      <w:pPr>
        <w:ind w:left="284"/>
        <w:rPr>
          <w:rFonts w:ascii="Calibri" w:hAnsi="Calibri"/>
        </w:rPr>
      </w:pPr>
      <w:bookmarkStart w:id="8" w:name="_Toc216584913"/>
      <w:bookmarkStart w:id="9" w:name="_Toc216584914"/>
      <w:bookmarkEnd w:id="8"/>
      <w:r>
        <w:rPr>
          <w:rFonts w:ascii="Calibri" w:hAnsi="Calibri"/>
        </w:rPr>
        <w:t xml:space="preserve">De forma a atender ao estabelecido na Portaria do Ministério de Minas e Energia, Nº 43 de 04 de fevereiro de 2013, foi criado no âmbito desse ministério um grupo de trabalho formado por representantes do MME, ANEEL, EPE, ONS e CEPEL. </w:t>
      </w:r>
    </w:p>
    <w:p w:rsidR="002D1492" w:rsidRDefault="002D1492" w:rsidP="000A4EB5">
      <w:pPr>
        <w:ind w:left="284"/>
        <w:rPr>
          <w:rFonts w:ascii="Calibri" w:hAnsi="Calibri"/>
        </w:rPr>
      </w:pPr>
      <w:r>
        <w:rPr>
          <w:rFonts w:ascii="Calibri" w:hAnsi="Calibri"/>
        </w:rPr>
        <w:t xml:space="preserve">O objetivo deste grupo de trabalho é identificar as necessidades de melhorias nas condições de segurança elétrica e confiabilidade do Sistema Interligado Nacional – SIN. </w:t>
      </w:r>
    </w:p>
    <w:p w:rsidR="00310A77" w:rsidRDefault="002D1492" w:rsidP="00310A77">
      <w:pPr>
        <w:ind w:left="284"/>
        <w:rPr>
          <w:rFonts w:ascii="Calibri" w:hAnsi="Calibri"/>
        </w:rPr>
      </w:pPr>
      <w:r>
        <w:rPr>
          <w:rFonts w:ascii="Calibri" w:hAnsi="Calibri"/>
        </w:rPr>
        <w:t>Conforme acordado na primeira reunião do Grupo de Trabalho de Avaliação da Segurança Elétrica das Instalações da Rede Básica do SIN, realizada no dia 21 de março de 2013, o ONS ficou encarregado de elaborar um trabalho de análise</w:t>
      </w:r>
      <w:r w:rsidRPr="005616A7">
        <w:rPr>
          <w:rFonts w:ascii="Calibri" w:hAnsi="Calibri"/>
        </w:rPr>
        <w:t xml:space="preserve"> </w:t>
      </w:r>
      <w:r>
        <w:rPr>
          <w:rFonts w:ascii="Calibri" w:hAnsi="Calibri"/>
        </w:rPr>
        <w:t>d</w:t>
      </w:r>
      <w:r w:rsidRPr="005616A7">
        <w:rPr>
          <w:rFonts w:ascii="Calibri" w:hAnsi="Calibri"/>
        </w:rPr>
        <w:t>as instalações estratégicas do SIN no sentido de identificar eventuais deficiências estruturais, notadamente no que se refere a arranjos de subestações, tendo por referência os requisitos estabelecidos nos Procedimentos de Rede.</w:t>
      </w:r>
      <w:r w:rsidR="00310A77" w:rsidRPr="00310A77">
        <w:rPr>
          <w:rFonts w:asciiTheme="minorHAnsi" w:hAnsiTheme="minorHAnsi" w:cstheme="minorHAnsi"/>
        </w:rPr>
        <w:t xml:space="preserve"> </w:t>
      </w:r>
      <w:r w:rsidR="00310A77">
        <w:rPr>
          <w:rFonts w:asciiTheme="minorHAnsi" w:hAnsiTheme="minorHAnsi" w:cstheme="minorHAnsi"/>
        </w:rPr>
        <w:t xml:space="preserve">Em subestações com arranjo do tipo barra dupla com disjuntor simples, foi proposta a instalação de proteção de barra adaptativa, conjugada com a proteção de falha de disjuntor, conforme estabelecido no </w:t>
      </w:r>
      <w:proofErr w:type="spellStart"/>
      <w:r w:rsidR="00310A77">
        <w:rPr>
          <w:rFonts w:asciiTheme="minorHAnsi" w:hAnsiTheme="minorHAnsi" w:cstheme="minorHAnsi"/>
        </w:rPr>
        <w:t>ítem</w:t>
      </w:r>
      <w:proofErr w:type="spellEnd"/>
      <w:r w:rsidR="00310A77">
        <w:rPr>
          <w:rFonts w:asciiTheme="minorHAnsi" w:hAnsiTheme="minorHAnsi" w:cstheme="minorHAnsi"/>
        </w:rPr>
        <w:t xml:space="preserve"> 6.5.4 do </w:t>
      </w:r>
      <w:proofErr w:type="spellStart"/>
      <w:r w:rsidR="00310A77">
        <w:rPr>
          <w:rFonts w:asciiTheme="minorHAnsi" w:hAnsiTheme="minorHAnsi" w:cstheme="minorHAnsi"/>
        </w:rPr>
        <w:t>Submódulo</w:t>
      </w:r>
      <w:proofErr w:type="spellEnd"/>
      <w:r w:rsidR="00310A77">
        <w:rPr>
          <w:rFonts w:asciiTheme="minorHAnsi" w:hAnsiTheme="minorHAnsi" w:cstheme="minorHAnsi"/>
        </w:rPr>
        <w:t xml:space="preserve"> 2.6 dos Procedimentos de Rede. Esta adequação é necessária para garantir a seletividade e confiabilidade requerida para este tipo de arranjo.</w:t>
      </w:r>
    </w:p>
    <w:p w:rsidR="002D1492" w:rsidRDefault="002D1492" w:rsidP="000A4EB5">
      <w:pPr>
        <w:ind w:left="284"/>
        <w:rPr>
          <w:rFonts w:ascii="Calibri" w:hAnsi="Calibri"/>
        </w:rPr>
      </w:pPr>
      <w:r w:rsidRPr="00E054F4">
        <w:rPr>
          <w:rFonts w:ascii="Calibri" w:hAnsi="Calibri"/>
        </w:rPr>
        <w:t xml:space="preserve">O volume I </w:t>
      </w:r>
      <w:r>
        <w:rPr>
          <w:rFonts w:ascii="Calibri" w:hAnsi="Calibri"/>
        </w:rPr>
        <w:t xml:space="preserve">contemplou a </w:t>
      </w:r>
      <w:r w:rsidRPr="00E054F4">
        <w:rPr>
          <w:rFonts w:ascii="Calibri" w:hAnsi="Calibri"/>
        </w:rPr>
        <w:t>an</w:t>
      </w:r>
      <w:r>
        <w:rPr>
          <w:rFonts w:ascii="Calibri" w:hAnsi="Calibri"/>
        </w:rPr>
        <w:t>á</w:t>
      </w:r>
      <w:r w:rsidRPr="00E054F4">
        <w:rPr>
          <w:rFonts w:ascii="Calibri" w:hAnsi="Calibri"/>
        </w:rPr>
        <w:t>lis</w:t>
      </w:r>
      <w:r>
        <w:rPr>
          <w:rFonts w:ascii="Calibri" w:hAnsi="Calibri"/>
        </w:rPr>
        <w:t>e</w:t>
      </w:r>
      <w:r w:rsidRPr="00E054F4">
        <w:rPr>
          <w:rFonts w:ascii="Calibri" w:hAnsi="Calibri"/>
        </w:rPr>
        <w:t xml:space="preserve"> </w:t>
      </w:r>
      <w:r>
        <w:rPr>
          <w:rFonts w:ascii="Calibri" w:hAnsi="Calibri"/>
        </w:rPr>
        <w:t>d</w:t>
      </w:r>
      <w:r w:rsidRPr="00E054F4">
        <w:rPr>
          <w:rFonts w:ascii="Calibri" w:hAnsi="Calibri"/>
        </w:rPr>
        <w:t>as instalações constantes no Protocolo de Avaliação dos Sistemas de Proteção do MME</w:t>
      </w:r>
      <w:r>
        <w:rPr>
          <w:rFonts w:ascii="Calibri" w:hAnsi="Calibri"/>
        </w:rPr>
        <w:t xml:space="preserve"> tendo como base, o relatório ONS REL 0023/2013, de 28 de fevereiro de 2013, preparado para atender aos Ofícios 194 e 195</w:t>
      </w:r>
      <w:r w:rsidRPr="00E054F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da ANEEL. </w:t>
      </w:r>
    </w:p>
    <w:p w:rsidR="002D1492" w:rsidRPr="005616A7" w:rsidRDefault="002D1492" w:rsidP="000A4EB5">
      <w:pPr>
        <w:ind w:left="284"/>
        <w:rPr>
          <w:rFonts w:ascii="Calibri" w:hAnsi="Calibri"/>
        </w:rPr>
      </w:pPr>
      <w:r>
        <w:rPr>
          <w:rFonts w:ascii="Calibri" w:hAnsi="Calibri"/>
        </w:rPr>
        <w:t>Como resultado das</w:t>
      </w:r>
      <w:r w:rsidRPr="005616A7">
        <w:rPr>
          <w:rFonts w:ascii="Calibri" w:hAnsi="Calibri"/>
        </w:rPr>
        <w:t xml:space="preserve"> análise</w:t>
      </w:r>
      <w:r>
        <w:rPr>
          <w:rFonts w:ascii="Calibri" w:hAnsi="Calibri"/>
        </w:rPr>
        <w:t>s</w:t>
      </w:r>
      <w:r w:rsidRPr="005616A7">
        <w:rPr>
          <w:rFonts w:ascii="Calibri" w:hAnsi="Calibri"/>
        </w:rPr>
        <w:t xml:space="preserve"> realizada</w:t>
      </w:r>
      <w:r>
        <w:rPr>
          <w:rFonts w:ascii="Calibri" w:hAnsi="Calibri"/>
        </w:rPr>
        <w:t>s</w:t>
      </w:r>
      <w:r w:rsidRPr="005616A7">
        <w:rPr>
          <w:rFonts w:ascii="Calibri" w:hAnsi="Calibri"/>
        </w:rPr>
        <w:t>, foram identificadas as subestações que necessita</w:t>
      </w:r>
      <w:r>
        <w:rPr>
          <w:rFonts w:ascii="Calibri" w:hAnsi="Calibri"/>
        </w:rPr>
        <w:t>m</w:t>
      </w:r>
      <w:r w:rsidRPr="005616A7">
        <w:rPr>
          <w:rFonts w:ascii="Calibri" w:hAnsi="Calibri"/>
        </w:rPr>
        <w:t xml:space="preserve"> de complementação do arranjo ou de outras medidas julgadas necessárias para melhorar a segurança intrínseca das subestações e com isso, o desempenho do Sistema Interligado Nacional como um todo.</w:t>
      </w:r>
    </w:p>
    <w:p w:rsidR="002D1492" w:rsidRDefault="002D1492" w:rsidP="000A4EB5">
      <w:pPr>
        <w:spacing w:after="120"/>
        <w:ind w:left="284"/>
        <w:rPr>
          <w:rFonts w:ascii="Calibri" w:hAnsi="Calibri"/>
        </w:rPr>
      </w:pPr>
      <w:r>
        <w:rPr>
          <w:rFonts w:ascii="Calibri" w:hAnsi="Calibri"/>
        </w:rPr>
        <w:t xml:space="preserve">Posteriormente, quando da apresentação do Volume I para o MME foi acordado a extensão da análise de forma a </w:t>
      </w:r>
      <w:r w:rsidRPr="007D2891">
        <w:rPr>
          <w:rFonts w:ascii="Calibri" w:hAnsi="Calibri"/>
        </w:rPr>
        <w:t>contemplar</w:t>
      </w:r>
      <w:r>
        <w:rPr>
          <w:rFonts w:ascii="Calibri" w:hAnsi="Calibri"/>
        </w:rPr>
        <w:t xml:space="preserve"> todas as instalações pertencentes a Rede Básica. Estas análises estão apresentadas nos seguintes documentos:</w:t>
      </w:r>
    </w:p>
    <w:p w:rsidR="002D1492" w:rsidRDefault="002D1492" w:rsidP="002D1492">
      <w:pPr>
        <w:ind w:left="709"/>
        <w:rPr>
          <w:rFonts w:cs="Arial"/>
        </w:rPr>
      </w:pPr>
      <w:r>
        <w:rPr>
          <w:rFonts w:cs="Arial"/>
        </w:rPr>
        <w:t xml:space="preserve">Volume I – </w:t>
      </w:r>
      <w:r w:rsidRPr="00E054F4">
        <w:rPr>
          <w:rFonts w:ascii="Calibri" w:hAnsi="Calibri"/>
        </w:rPr>
        <w:t>Instalações estratégicas do SIN</w:t>
      </w:r>
      <w:r>
        <w:rPr>
          <w:rFonts w:ascii="Calibri" w:hAnsi="Calibri"/>
        </w:rPr>
        <w:t xml:space="preserve"> – Relatório ONS 0049/2013 </w:t>
      </w:r>
    </w:p>
    <w:p w:rsidR="002D1492" w:rsidRPr="00575ABC" w:rsidRDefault="002D1492" w:rsidP="002D1492">
      <w:pPr>
        <w:ind w:left="709"/>
        <w:rPr>
          <w:rFonts w:cs="Arial"/>
        </w:rPr>
      </w:pPr>
      <w:r w:rsidRPr="006656DB">
        <w:rPr>
          <w:rFonts w:ascii="Calibri" w:hAnsi="Calibri"/>
        </w:rPr>
        <w:t>Volume II</w:t>
      </w:r>
      <w:r w:rsidRPr="006656DB">
        <w:rPr>
          <w:rFonts w:cs="Arial"/>
        </w:rPr>
        <w:t xml:space="preserve"> – </w:t>
      </w:r>
      <w:r w:rsidRPr="006656DB">
        <w:rPr>
          <w:rFonts w:ascii="Calibri" w:hAnsi="Calibri"/>
        </w:rPr>
        <w:t>Subestações complementares</w:t>
      </w:r>
      <w:r w:rsidRPr="006656DB">
        <w:rPr>
          <w:rFonts w:cs="Arial"/>
        </w:rPr>
        <w:t xml:space="preserve"> </w:t>
      </w:r>
      <w:r w:rsidRPr="006656DB">
        <w:rPr>
          <w:rFonts w:ascii="Calibri" w:hAnsi="Calibri"/>
        </w:rPr>
        <w:t>da região Sudeste</w:t>
      </w:r>
      <w:r w:rsidRPr="00575ABC">
        <w:rPr>
          <w:rFonts w:cs="Arial"/>
        </w:rPr>
        <w:t>;</w:t>
      </w:r>
    </w:p>
    <w:p w:rsidR="002D1492" w:rsidRPr="00BE0D2D" w:rsidRDefault="002D1492" w:rsidP="002D1492">
      <w:pPr>
        <w:ind w:left="709"/>
        <w:rPr>
          <w:rFonts w:cs="Arial"/>
          <w:b/>
        </w:rPr>
      </w:pPr>
      <w:r w:rsidRPr="00C86793">
        <w:rPr>
          <w:rFonts w:cs="Arial"/>
          <w:b/>
        </w:rPr>
        <w:t xml:space="preserve">Volume III – </w:t>
      </w:r>
      <w:r w:rsidRPr="00C86793">
        <w:rPr>
          <w:rFonts w:ascii="Calibri" w:hAnsi="Calibri"/>
          <w:b/>
        </w:rPr>
        <w:t>Subestações complementares da região Nordeste</w:t>
      </w:r>
      <w:r w:rsidRPr="006656DB">
        <w:rPr>
          <w:rFonts w:ascii="Calibri" w:hAnsi="Calibri"/>
          <w:b/>
        </w:rPr>
        <w:t>;</w:t>
      </w:r>
    </w:p>
    <w:p w:rsidR="002D1492" w:rsidRPr="00BE0D2D" w:rsidRDefault="002D1492" w:rsidP="002D1492">
      <w:pPr>
        <w:ind w:left="709"/>
        <w:rPr>
          <w:rFonts w:cs="Arial"/>
        </w:rPr>
      </w:pPr>
      <w:r w:rsidRPr="006656DB">
        <w:rPr>
          <w:rFonts w:ascii="Calibri" w:hAnsi="Calibri"/>
        </w:rPr>
        <w:t>Volume IV</w:t>
      </w:r>
      <w:r w:rsidRPr="00BE0D2D">
        <w:rPr>
          <w:rFonts w:cs="Arial"/>
        </w:rPr>
        <w:t xml:space="preserve"> – </w:t>
      </w:r>
      <w:r w:rsidRPr="00BE0D2D">
        <w:rPr>
          <w:rFonts w:ascii="Calibri" w:hAnsi="Calibri"/>
        </w:rPr>
        <w:t xml:space="preserve">Subestações </w:t>
      </w:r>
      <w:r w:rsidRPr="006656DB">
        <w:rPr>
          <w:rFonts w:ascii="Calibri" w:hAnsi="Calibri"/>
        </w:rPr>
        <w:t>complementares da</w:t>
      </w:r>
      <w:r w:rsidRPr="00BE0D2D">
        <w:rPr>
          <w:rFonts w:ascii="Calibri" w:hAnsi="Calibri"/>
        </w:rPr>
        <w:t xml:space="preserve"> região Norte/Centro Oeste;</w:t>
      </w:r>
    </w:p>
    <w:p w:rsidR="002D1492" w:rsidRDefault="002D1492" w:rsidP="002D1492">
      <w:pPr>
        <w:ind w:left="709"/>
        <w:rPr>
          <w:rFonts w:ascii="Calibri" w:hAnsi="Calibri"/>
        </w:rPr>
      </w:pPr>
      <w:r w:rsidRPr="006656DB">
        <w:rPr>
          <w:rFonts w:ascii="Calibri" w:hAnsi="Calibri"/>
        </w:rPr>
        <w:t>Volume V</w:t>
      </w:r>
      <w:r w:rsidRPr="00964FAE">
        <w:rPr>
          <w:rFonts w:cs="Arial"/>
        </w:rPr>
        <w:t xml:space="preserve"> – </w:t>
      </w:r>
      <w:r w:rsidRPr="00E054F4">
        <w:rPr>
          <w:rFonts w:ascii="Calibri" w:hAnsi="Calibri"/>
        </w:rPr>
        <w:t>Subestações complementares da região Sul.</w:t>
      </w:r>
    </w:p>
    <w:p w:rsidR="00BD68A3" w:rsidRPr="006656DB" w:rsidRDefault="00BD68A3" w:rsidP="002D1492">
      <w:pPr>
        <w:ind w:left="709"/>
        <w:rPr>
          <w:rFonts w:ascii="Calibri" w:hAnsi="Calibri"/>
        </w:rPr>
      </w:pPr>
    </w:p>
    <w:p w:rsidR="006A0CB4" w:rsidRDefault="002D1492" w:rsidP="000A4EB5">
      <w:pPr>
        <w:pStyle w:val="PargrafodaLista"/>
        <w:tabs>
          <w:tab w:val="left" w:pos="284"/>
        </w:tabs>
        <w:spacing w:after="120" w:line="276" w:lineRule="auto"/>
        <w:ind w:left="284"/>
        <w:contextualSpacing/>
      </w:pPr>
      <w:r>
        <w:rPr>
          <w:rFonts w:ascii="Calibri" w:hAnsi="Calibri"/>
        </w:rPr>
        <w:t xml:space="preserve">O volume </w:t>
      </w:r>
      <w:r w:rsidR="00BE0D2D">
        <w:rPr>
          <w:rFonts w:ascii="Calibri" w:hAnsi="Calibri"/>
        </w:rPr>
        <w:t>III</w:t>
      </w:r>
      <w:r>
        <w:rPr>
          <w:rFonts w:ascii="Calibri" w:hAnsi="Calibri"/>
        </w:rPr>
        <w:t>, em pauta, contempla as demais instalações da Rede Básica pertencente</w:t>
      </w:r>
      <w:r w:rsidR="00BE0D2D">
        <w:rPr>
          <w:rFonts w:ascii="Calibri" w:hAnsi="Calibri"/>
        </w:rPr>
        <w:t>s</w:t>
      </w:r>
      <w:r>
        <w:rPr>
          <w:rFonts w:ascii="Calibri" w:hAnsi="Calibri"/>
        </w:rPr>
        <w:t xml:space="preserve"> a Regi</w:t>
      </w:r>
      <w:r w:rsidR="00BE0D2D">
        <w:rPr>
          <w:rFonts w:ascii="Calibri" w:hAnsi="Calibri"/>
        </w:rPr>
        <w:t>ão</w:t>
      </w:r>
      <w:r>
        <w:rPr>
          <w:rFonts w:ascii="Calibri" w:hAnsi="Calibri"/>
        </w:rPr>
        <w:t xml:space="preserve"> </w:t>
      </w:r>
      <w:r w:rsidR="00BE0D2D">
        <w:rPr>
          <w:rFonts w:ascii="Calibri" w:hAnsi="Calibri"/>
        </w:rPr>
        <w:t>Nordeste.</w:t>
      </w:r>
    </w:p>
    <w:p w:rsidR="006A0CB4" w:rsidRDefault="006A0CB4" w:rsidP="00E65CC6">
      <w:pPr>
        <w:spacing w:after="120"/>
        <w:ind w:left="0"/>
      </w:pPr>
    </w:p>
    <w:p w:rsidR="00B91ABC" w:rsidRPr="000A4EB5" w:rsidRDefault="002D1492" w:rsidP="000A4EB5">
      <w:pPr>
        <w:pStyle w:val="Ttulo1"/>
        <w:tabs>
          <w:tab w:val="clear" w:pos="1021"/>
          <w:tab w:val="num" w:pos="284"/>
        </w:tabs>
        <w:ind w:left="284" w:hanging="1134"/>
        <w:jc w:val="both"/>
        <w:rPr>
          <w:rStyle w:val="Hyperlink"/>
          <w:rFonts w:ascii="Arial" w:hAnsi="Arial"/>
          <w:bCs w:val="0"/>
          <w:noProof/>
          <w:color w:val="auto"/>
          <w:kern w:val="0"/>
          <w:sz w:val="22"/>
          <w:szCs w:val="24"/>
          <w:u w:val="none"/>
        </w:rPr>
      </w:pPr>
      <w:bookmarkStart w:id="10" w:name="_Toc400455375"/>
      <w:bookmarkEnd w:id="9"/>
      <w:r w:rsidRPr="000A4EB5">
        <w:rPr>
          <w:rStyle w:val="Hyperlink"/>
          <w:rFonts w:ascii="Arial" w:hAnsi="Arial"/>
          <w:bCs w:val="0"/>
          <w:noProof/>
          <w:color w:val="auto"/>
          <w:kern w:val="0"/>
          <w:sz w:val="22"/>
          <w:szCs w:val="24"/>
          <w:u w:val="none"/>
        </w:rPr>
        <w:t>ANÁLISE DAS INSTALAÇÕES</w:t>
      </w:r>
      <w:bookmarkEnd w:id="10"/>
    </w:p>
    <w:p w:rsidR="002D1492" w:rsidRPr="00357956" w:rsidRDefault="002D1492" w:rsidP="000A4EB5">
      <w:pPr>
        <w:ind w:left="284"/>
        <w:rPr>
          <w:rFonts w:asciiTheme="minorHAnsi" w:hAnsiTheme="minorHAnsi"/>
        </w:rPr>
      </w:pPr>
      <w:r w:rsidRPr="005968FC">
        <w:rPr>
          <w:rFonts w:ascii="Calibri" w:hAnsi="Calibri"/>
        </w:rPr>
        <w:t xml:space="preserve">Foram analisadas </w:t>
      </w:r>
      <w:r w:rsidR="000C5F56" w:rsidRPr="00764DF7">
        <w:rPr>
          <w:rFonts w:ascii="Calibri" w:hAnsi="Calibri"/>
          <w:color w:val="000000" w:themeColor="text1"/>
        </w:rPr>
        <w:t>6</w:t>
      </w:r>
      <w:r w:rsidR="00620E75">
        <w:rPr>
          <w:rFonts w:ascii="Calibri" w:hAnsi="Calibri"/>
          <w:color w:val="000000" w:themeColor="text1"/>
        </w:rPr>
        <w:t>3</w:t>
      </w:r>
      <w:r w:rsidRPr="00764DF7">
        <w:rPr>
          <w:rFonts w:ascii="Calibri" w:hAnsi="Calibri"/>
          <w:color w:val="000000" w:themeColor="text1"/>
        </w:rPr>
        <w:t xml:space="preserve"> </w:t>
      </w:r>
      <w:r w:rsidRPr="005968FC">
        <w:rPr>
          <w:rFonts w:ascii="Calibri" w:hAnsi="Calibri"/>
        </w:rPr>
        <w:t xml:space="preserve">subestações abaixo </w:t>
      </w:r>
      <w:r>
        <w:rPr>
          <w:rFonts w:ascii="Calibri" w:hAnsi="Calibri"/>
        </w:rPr>
        <w:t>relacionadas</w:t>
      </w:r>
      <w:r w:rsidRPr="005968FC">
        <w:rPr>
          <w:rFonts w:ascii="Calibri" w:hAnsi="Calibri"/>
        </w:rPr>
        <w:t xml:space="preserve">, o que corresponde a aproximadamente </w:t>
      </w:r>
      <w:r w:rsidR="00DC7A84">
        <w:rPr>
          <w:rFonts w:cs="Arial"/>
        </w:rPr>
        <w:t>70</w:t>
      </w:r>
      <w:r w:rsidR="00DC7A84" w:rsidRPr="00DC7A84">
        <w:rPr>
          <w:rFonts w:cs="Arial"/>
        </w:rPr>
        <w:t>%</w:t>
      </w:r>
      <w:r w:rsidRPr="00DC7A84">
        <w:rPr>
          <w:rFonts w:ascii="Calibri" w:hAnsi="Calibri"/>
        </w:rPr>
        <w:t xml:space="preserve"> do total das subestações que compõem a rede básica da região Sudeste. Dessas </w:t>
      </w:r>
      <w:r w:rsidR="00DC7A84" w:rsidRPr="00DC7A84">
        <w:rPr>
          <w:rFonts w:ascii="Calibri" w:hAnsi="Calibri"/>
        </w:rPr>
        <w:t>6</w:t>
      </w:r>
      <w:r w:rsidR="00620E75">
        <w:rPr>
          <w:rFonts w:ascii="Calibri" w:hAnsi="Calibri"/>
        </w:rPr>
        <w:t>3</w:t>
      </w:r>
      <w:r w:rsidRPr="00DC7A84">
        <w:rPr>
          <w:rFonts w:ascii="Calibri" w:hAnsi="Calibri"/>
          <w:color w:val="FF0000"/>
        </w:rPr>
        <w:t xml:space="preserve"> </w:t>
      </w:r>
      <w:r w:rsidRPr="00DC7A84">
        <w:rPr>
          <w:rFonts w:ascii="Calibri" w:hAnsi="Calibri"/>
        </w:rPr>
        <w:t>su</w:t>
      </w:r>
      <w:r>
        <w:rPr>
          <w:rFonts w:ascii="Calibri" w:hAnsi="Calibri"/>
        </w:rPr>
        <w:t xml:space="preserve">bestações, </w:t>
      </w:r>
      <w:r w:rsidR="002015EE" w:rsidRPr="002015EE">
        <w:rPr>
          <w:rFonts w:asciiTheme="minorHAnsi" w:hAnsiTheme="minorHAnsi"/>
        </w:rPr>
        <w:t>2</w:t>
      </w:r>
      <w:r w:rsidR="00620E75">
        <w:rPr>
          <w:rFonts w:asciiTheme="minorHAnsi" w:hAnsiTheme="minorHAnsi"/>
        </w:rPr>
        <w:t>6</w:t>
      </w:r>
      <w:r>
        <w:rPr>
          <w:rFonts w:asciiTheme="minorHAnsi" w:hAnsiTheme="minorHAnsi"/>
        </w:rPr>
        <w:t xml:space="preserve"> foram objeto de  propostas</w:t>
      </w:r>
      <w:r w:rsidR="000C5F56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</w:p>
    <w:p w:rsidR="002D1492" w:rsidRDefault="002D1492" w:rsidP="002D1492">
      <w:pPr>
        <w:ind w:left="378"/>
        <w:rPr>
          <w:rFonts w:ascii="Calibri" w:hAnsi="Calibri"/>
        </w:rPr>
      </w:pPr>
    </w:p>
    <w:p w:rsidR="002D1492" w:rsidRDefault="002D1492" w:rsidP="002D1492">
      <w:pPr>
        <w:ind w:left="378"/>
        <w:rPr>
          <w:rFonts w:ascii="Calibri" w:hAnsi="Calibri"/>
        </w:rPr>
      </w:pPr>
    </w:p>
    <w:tbl>
      <w:tblPr>
        <w:tblW w:w="8524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60"/>
        <w:gridCol w:w="2587"/>
        <w:gridCol w:w="2277"/>
      </w:tblGrid>
      <w:tr w:rsidR="000C5F56" w:rsidRPr="005932A2" w:rsidTr="000C5F56">
        <w:trPr>
          <w:trHeight w:val="21"/>
          <w:jc w:val="center"/>
        </w:trPr>
        <w:tc>
          <w:tcPr>
            <w:tcW w:w="852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C5F56" w:rsidRPr="005932A2" w:rsidRDefault="00512A1F" w:rsidP="000C5F56">
            <w:pPr>
              <w:spacing w:line="240" w:lineRule="auto"/>
              <w:ind w:left="0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5932A2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INSTALAÇÕES </w:t>
            </w:r>
            <w:r>
              <w:rPr>
                <w:rFonts w:ascii="Calibri" w:hAnsi="Calibri"/>
                <w:b/>
                <w:color w:val="000000"/>
                <w:sz w:val="18"/>
                <w:szCs w:val="18"/>
              </w:rPr>
              <w:t>DA REGIÃO NORDESTE QUE FORAM</w:t>
            </w:r>
            <w:r w:rsidRPr="005932A2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 ANALISADAS</w:t>
            </w:r>
          </w:p>
        </w:tc>
      </w:tr>
      <w:tr w:rsidR="000C5F56" w:rsidRPr="00764DF7" w:rsidTr="00620E75">
        <w:trPr>
          <w:trHeight w:val="20"/>
          <w:jc w:val="center"/>
        </w:trPr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C5F56" w:rsidRPr="00764DF7" w:rsidRDefault="000C5F56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ABAIXADORA</w:t>
            </w:r>
            <w:r w:rsidR="0071442A"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 (CHESF)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C5F56" w:rsidRPr="00764DF7" w:rsidRDefault="000C5F56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E36C0A" w:themeColor="accent6" w:themeShade="BF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FUNIL 230/138 kV</w:t>
            </w:r>
            <w:r w:rsidR="007E22C2"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 </w:t>
            </w:r>
            <w:r w:rsidR="004F1AFD"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(CHESF)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C5F56" w:rsidRPr="00764DF7" w:rsidRDefault="000C5F56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PIRIPIRI</w:t>
            </w:r>
            <w:r w:rsidR="00DD55A4"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 (CHESF)</w:t>
            </w:r>
          </w:p>
        </w:tc>
      </w:tr>
      <w:tr w:rsidR="000C5F56" w:rsidRPr="00764DF7" w:rsidTr="00620E75">
        <w:trPr>
          <w:trHeight w:val="20"/>
          <w:jc w:val="center"/>
        </w:trPr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C5F56" w:rsidRPr="00764DF7" w:rsidRDefault="000C5F56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ACU II  230 / 138 / 69 kV</w:t>
            </w:r>
            <w:r w:rsidR="00187227"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 (CHESF)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C5F56" w:rsidRPr="00764DF7" w:rsidRDefault="000C5F56" w:rsidP="0048468B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GOV. MANGABEIRA 230</w:t>
            </w:r>
            <w:r w:rsidR="0048468B"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 kV (CHESF)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C5F56" w:rsidRPr="00764DF7" w:rsidRDefault="000C5F56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POLO</w:t>
            </w:r>
            <w:r w:rsidR="0088098E"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 (AFLUENTE)</w:t>
            </w:r>
          </w:p>
        </w:tc>
      </w:tr>
      <w:tr w:rsidR="000C5F56" w:rsidRPr="00764DF7" w:rsidTr="00620E75">
        <w:trPr>
          <w:trHeight w:val="20"/>
          <w:jc w:val="center"/>
        </w:trPr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C5F56" w:rsidRPr="00764DF7" w:rsidRDefault="000C5F56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ANGELIM 230 / 69 </w:t>
            </w:r>
            <w:proofErr w:type="spellStart"/>
            <w:r w:rsidR="00187227"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Kv</w:t>
            </w:r>
            <w:proofErr w:type="spellEnd"/>
            <w:r w:rsidR="00187227"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 (CHESF)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C5F56" w:rsidRPr="00764DF7" w:rsidRDefault="000C5F56" w:rsidP="00170679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IBICOARA 500/230 kV</w:t>
            </w:r>
            <w:r w:rsidR="00187227"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 (TAESA)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C5F56" w:rsidRPr="00764DF7" w:rsidRDefault="000C5F56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QUIXADA</w:t>
            </w:r>
            <w:r w:rsidR="00187227"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 (CHESF)</w:t>
            </w:r>
          </w:p>
        </w:tc>
      </w:tr>
      <w:tr w:rsidR="000C5F56" w:rsidRPr="00764DF7" w:rsidTr="00620E75">
        <w:trPr>
          <w:trHeight w:val="20"/>
          <w:jc w:val="center"/>
        </w:trPr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C5F56" w:rsidRPr="00764DF7" w:rsidRDefault="000C5F56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B. ESPERANCA 500 / 230 kV</w:t>
            </w:r>
            <w:r w:rsidR="00187227"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 (CHESF)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C5F56" w:rsidRPr="00764DF7" w:rsidRDefault="000C5F56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ICÓ 230/69 kV</w:t>
            </w:r>
            <w:r w:rsidR="0048468B"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 (CHESF)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C5F56" w:rsidRPr="00764DF7" w:rsidRDefault="000C5F56" w:rsidP="00187227">
            <w:pPr>
              <w:spacing w:line="240" w:lineRule="auto"/>
              <w:ind w:left="0"/>
              <w:jc w:val="center"/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RIB.GONCALVES</w:t>
            </w:r>
            <w:r w:rsidR="00187227"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)</w:t>
            </w:r>
          </w:p>
          <w:p w:rsidR="0071442A" w:rsidRPr="00764DF7" w:rsidRDefault="0071442A" w:rsidP="00187227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(ELETRONORTE/ATEII/IENNE)</w:t>
            </w:r>
          </w:p>
        </w:tc>
      </w:tr>
      <w:tr w:rsidR="000C5F56" w:rsidRPr="00764DF7" w:rsidTr="00620E75">
        <w:trPr>
          <w:trHeight w:val="20"/>
          <w:jc w:val="center"/>
        </w:trPr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C5F56" w:rsidRPr="00764DF7" w:rsidRDefault="00187227" w:rsidP="00187227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B.JESUS LAPA II 500/230 kV (TAESA)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C5F56" w:rsidRPr="00764DF7" w:rsidRDefault="000C5F56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IRECÊ  230/69 </w:t>
            </w:r>
            <w:proofErr w:type="spellStart"/>
            <w:r w:rsidR="00187227"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Kv</w:t>
            </w:r>
            <w:proofErr w:type="spellEnd"/>
            <w:r w:rsidR="00187227"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 (CHESF)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C5F56" w:rsidRPr="00764DF7" w:rsidRDefault="000C5F56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RIBEIRAO</w:t>
            </w:r>
            <w:r w:rsidR="00DD55A4"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 (CHESF)</w:t>
            </w:r>
          </w:p>
        </w:tc>
      </w:tr>
      <w:tr w:rsidR="000C5F56" w:rsidRPr="00764DF7" w:rsidTr="00620E75">
        <w:trPr>
          <w:trHeight w:val="20"/>
          <w:jc w:val="center"/>
        </w:trPr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C5F56" w:rsidRPr="00764DF7" w:rsidRDefault="000C5F56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B.JESUS LAPA 230 / 69 kV (CHESF)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C5F56" w:rsidRPr="00764DF7" w:rsidRDefault="000C5F56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ITABAIANA 230 kV</w:t>
            </w:r>
            <w:r w:rsidR="00791898"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 (CHESF)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C5F56" w:rsidRPr="00764DF7" w:rsidRDefault="000C5F56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RUSSAS II</w:t>
            </w:r>
            <w:r w:rsidR="00187227"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 (CHESF)</w:t>
            </w:r>
          </w:p>
        </w:tc>
      </w:tr>
      <w:tr w:rsidR="000C5F56" w:rsidRPr="00764DF7" w:rsidTr="00620E75">
        <w:trPr>
          <w:trHeight w:val="20"/>
          <w:jc w:val="center"/>
        </w:trPr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C5F56" w:rsidRPr="00764DF7" w:rsidRDefault="000C5F56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BANABUIU 230/69 kV</w:t>
            </w:r>
            <w:r w:rsidR="005C6759"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 (CHESF)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C5F56" w:rsidRPr="00764DF7" w:rsidRDefault="000C5F56" w:rsidP="00791898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ITABAIANINHA 230/69 </w:t>
            </w:r>
            <w:r w:rsidR="00791898"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kV (CHESF)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5F56" w:rsidRPr="00764DF7" w:rsidRDefault="000C5F56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SANTA RITA II</w:t>
            </w:r>
            <w:r w:rsidR="0071442A"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  (CHESF)</w:t>
            </w:r>
          </w:p>
        </w:tc>
      </w:tr>
      <w:tr w:rsidR="000C5F56" w:rsidRPr="00764DF7" w:rsidTr="00620E75">
        <w:trPr>
          <w:trHeight w:val="20"/>
          <w:jc w:val="center"/>
        </w:trPr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C5F56" w:rsidRPr="00764DF7" w:rsidRDefault="000C5F56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BARREIRAS 230/138/69 kV</w:t>
            </w:r>
            <w:r w:rsidR="00934E53"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 (CHESF)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C5F56" w:rsidRPr="00764DF7" w:rsidRDefault="000C5F56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ITAGIBÁ 230 kV</w:t>
            </w:r>
            <w:r w:rsidR="00187227"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 </w:t>
            </w:r>
            <w:r w:rsidR="0071442A"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 (FLUENTE)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C5F56" w:rsidRPr="00764DF7" w:rsidRDefault="000C5F56" w:rsidP="00187227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SAPEA</w:t>
            </w:r>
            <w:r w:rsidR="00187227"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Ç</w:t>
            </w: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U</w:t>
            </w:r>
            <w:r w:rsidR="0071442A"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( TAESA)</w:t>
            </w:r>
          </w:p>
        </w:tc>
      </w:tr>
      <w:tr w:rsidR="00620E75" w:rsidRPr="00764DF7" w:rsidTr="00620E75">
        <w:trPr>
          <w:trHeight w:val="20"/>
          <w:jc w:val="center"/>
        </w:trPr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20E75" w:rsidRPr="00764DF7" w:rsidRDefault="00620E75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BOM NOME  230/138 </w:t>
            </w:r>
            <w:proofErr w:type="spellStart"/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Kv</w:t>
            </w:r>
            <w:proofErr w:type="spellEnd"/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 (CHESF)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20E75" w:rsidRPr="00764DF7" w:rsidRDefault="00620E75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ITAPEBI SE 230 </w:t>
            </w:r>
            <w:proofErr w:type="spellStart"/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Kv</w:t>
            </w:r>
            <w:proofErr w:type="spellEnd"/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 (CHESF)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20E75" w:rsidRPr="00764DF7" w:rsidRDefault="00620E75" w:rsidP="00D04F2F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SOBRAL II (CHESF) </w:t>
            </w:r>
          </w:p>
        </w:tc>
      </w:tr>
      <w:tr w:rsidR="00620E75" w:rsidRPr="00764DF7" w:rsidTr="00620E75">
        <w:trPr>
          <w:trHeight w:val="20"/>
          <w:jc w:val="center"/>
        </w:trPr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20E75" w:rsidRPr="00764DF7" w:rsidRDefault="00620E75" w:rsidP="0071442A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BROTAS DE.MACAÚBAS 230/34,5 kV (CHESF)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20E75" w:rsidRPr="00764DF7" w:rsidRDefault="00620E75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JACARACANGA 230/69 kV (CHESF)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20E75" w:rsidRPr="00764DF7" w:rsidRDefault="00620E75" w:rsidP="00D04F2F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SOBRAL III (CHESF)</w:t>
            </w:r>
          </w:p>
        </w:tc>
      </w:tr>
      <w:tr w:rsidR="00620E75" w:rsidRPr="00764DF7" w:rsidTr="00620E75">
        <w:trPr>
          <w:trHeight w:val="20"/>
          <w:jc w:val="center"/>
        </w:trPr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0E75" w:rsidRPr="00764DF7" w:rsidRDefault="00620E75" w:rsidP="0088098E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BRUMADO II  230/69 kV (AFLUENTE)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20E75" w:rsidRPr="00764DF7" w:rsidRDefault="00620E75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JAGUARARI-SE 230 kV (CHESF)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20E75" w:rsidRPr="00764DF7" w:rsidRDefault="00620E75" w:rsidP="00D41D7C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SR.BONFIM II (CHESF)</w:t>
            </w:r>
          </w:p>
        </w:tc>
      </w:tr>
      <w:tr w:rsidR="00620E75" w:rsidRPr="00764DF7" w:rsidTr="00620E75">
        <w:trPr>
          <w:trHeight w:val="44"/>
          <w:jc w:val="center"/>
        </w:trPr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0E75" w:rsidRPr="00764DF7" w:rsidRDefault="00620E75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CAMACARI IV  500/230 </w:t>
            </w:r>
            <w:proofErr w:type="spellStart"/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Kv</w:t>
            </w:r>
            <w:proofErr w:type="spellEnd"/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 (CHESF)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20E75" w:rsidRPr="00764DF7" w:rsidRDefault="00620E75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JUAZEIRO DA BAHIA II  230/69 kV(CHESF) 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20E75" w:rsidRPr="00764DF7" w:rsidRDefault="00620E75" w:rsidP="00D41D7C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STO.A.JESUS(CHESF)</w:t>
            </w:r>
          </w:p>
        </w:tc>
      </w:tr>
      <w:tr w:rsidR="00620E75" w:rsidRPr="00764DF7" w:rsidTr="00620E75">
        <w:trPr>
          <w:trHeight w:val="20"/>
          <w:jc w:val="center"/>
        </w:trPr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0E75" w:rsidRPr="00764DF7" w:rsidRDefault="00620E75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CATU 230/69 kV (CHESF)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20E75" w:rsidRPr="00764DF7" w:rsidRDefault="00620E75" w:rsidP="00170679">
            <w:pPr>
              <w:spacing w:line="240" w:lineRule="auto"/>
              <w:ind w:left="0"/>
              <w:jc w:val="center"/>
              <w:rPr>
                <w:rFonts w:ascii="Calibri" w:hAnsi="Calibri"/>
                <w:sz w:val="18"/>
                <w:szCs w:val="18"/>
              </w:rPr>
            </w:pPr>
            <w:r w:rsidRPr="00764DF7">
              <w:rPr>
                <w:rFonts w:ascii="Calibri" w:hAnsi="Calibri" w:cs="Calibri"/>
                <w:spacing w:val="0"/>
                <w:sz w:val="18"/>
                <w:szCs w:val="18"/>
              </w:rPr>
              <w:t>MILAGRES 500/230 kV (CHESF)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20E75" w:rsidRPr="00764DF7" w:rsidRDefault="00620E75" w:rsidP="0045058C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SUAPE II (CHESF)</w:t>
            </w:r>
          </w:p>
        </w:tc>
      </w:tr>
      <w:tr w:rsidR="00620E75" w:rsidRPr="00764DF7" w:rsidTr="00620E75">
        <w:trPr>
          <w:trHeight w:val="20"/>
          <w:jc w:val="center"/>
        </w:trPr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0E75" w:rsidRPr="00764DF7" w:rsidRDefault="00620E75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CAUIPE 230/69 kV (CHESF)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20E75" w:rsidRPr="00764DF7" w:rsidRDefault="00620E75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MOSSORÓ II  230/69 kV (CHESF)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20E75" w:rsidRPr="00764DF7" w:rsidRDefault="00620E75" w:rsidP="0045058C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SUAPE III (CHESF)</w:t>
            </w:r>
          </w:p>
        </w:tc>
      </w:tr>
      <w:tr w:rsidR="00620E75" w:rsidRPr="00764DF7" w:rsidTr="00620E75">
        <w:trPr>
          <w:trHeight w:val="20"/>
          <w:jc w:val="center"/>
        </w:trPr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0E75" w:rsidRPr="00764DF7" w:rsidRDefault="00620E75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CÍCERO DANTAS  230/69 </w:t>
            </w:r>
            <w:proofErr w:type="spellStart"/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Kv</w:t>
            </w:r>
            <w:proofErr w:type="spellEnd"/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 (CHESF)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20E75" w:rsidRPr="00764DF7" w:rsidRDefault="00620E75" w:rsidP="008C4133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NARANDIBA 230/69 kV (AFLUENTE)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20E75" w:rsidRPr="00764DF7" w:rsidRDefault="00620E75" w:rsidP="0045058C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TACAIMBO (CHESF) </w:t>
            </w:r>
          </w:p>
        </w:tc>
      </w:tr>
      <w:tr w:rsidR="00620E75" w:rsidRPr="00764DF7" w:rsidTr="00620E75">
        <w:trPr>
          <w:trHeight w:val="20"/>
          <w:jc w:val="center"/>
        </w:trPr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0E75" w:rsidRPr="00764DF7" w:rsidRDefault="00620E75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COREMAS 230/69 kV (CHESF)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20E75" w:rsidRPr="00764DF7" w:rsidRDefault="00620E75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NATAL III  230/69 kV (CHESF)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20E75" w:rsidRPr="00764DF7" w:rsidRDefault="00620E75" w:rsidP="0045058C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TAUA II (CHESF)</w:t>
            </w:r>
          </w:p>
        </w:tc>
      </w:tr>
      <w:tr w:rsidR="00620E75" w:rsidRPr="00764DF7" w:rsidTr="00620E75">
        <w:trPr>
          <w:trHeight w:val="20"/>
          <w:jc w:val="center"/>
        </w:trPr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0E75" w:rsidRPr="00764DF7" w:rsidRDefault="00620E75" w:rsidP="008046D2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COTEGIPE 230/69 KV (CHESF)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20E75" w:rsidRPr="00764DF7" w:rsidRDefault="00620E75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PAULO AFONSO III-SE  230 </w:t>
            </w:r>
            <w:proofErr w:type="spellStart"/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Kv</w:t>
            </w:r>
            <w:proofErr w:type="spellEnd"/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 (CHESF)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20E75" w:rsidRPr="00764DF7" w:rsidRDefault="00620E75" w:rsidP="0045058C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TERESINA II (CHESF)</w:t>
            </w:r>
          </w:p>
        </w:tc>
      </w:tr>
      <w:tr w:rsidR="00620E75" w:rsidRPr="00764DF7" w:rsidTr="00620E75">
        <w:trPr>
          <w:trHeight w:val="20"/>
          <w:jc w:val="center"/>
        </w:trPr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0E75" w:rsidRPr="00764DF7" w:rsidRDefault="00620E75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COTEMINAS 230 kV (CHESF)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20E75" w:rsidRPr="00764DF7" w:rsidRDefault="00620E75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PARAISO 230/138 kV  (CHESF)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20E75" w:rsidRPr="00764DF7" w:rsidRDefault="00620E75" w:rsidP="0045058C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TOMBA(AFLUENTE)</w:t>
            </w:r>
          </w:p>
        </w:tc>
      </w:tr>
      <w:tr w:rsidR="00620E75" w:rsidRPr="00764DF7" w:rsidTr="00620E75">
        <w:trPr>
          <w:trHeight w:val="20"/>
          <w:jc w:val="center"/>
        </w:trPr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20E75" w:rsidRPr="00764DF7" w:rsidRDefault="00620E75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ELISEU MARTINS 230/69 kV (CHESF)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20E75" w:rsidRPr="00764DF7" w:rsidRDefault="00620E75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PAU FERRO 230/69 kV – radial (CHESF)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20E75" w:rsidRPr="00764DF7" w:rsidRDefault="00620E75" w:rsidP="0045058C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ZEBU (CHESF)</w:t>
            </w:r>
          </w:p>
        </w:tc>
      </w:tr>
      <w:tr w:rsidR="00620E75" w:rsidRPr="00764DF7" w:rsidTr="00620E75">
        <w:trPr>
          <w:trHeight w:val="20"/>
          <w:jc w:val="center"/>
        </w:trPr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20E75" w:rsidRPr="00764DF7" w:rsidRDefault="00620E75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EMBASA (CHESF)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20E75" w:rsidRPr="00764DF7" w:rsidRDefault="00620E75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PENEDO 230/69 kV – radial (CHESF)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20E75" w:rsidRPr="00764DF7" w:rsidRDefault="00620E75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20E75" w:rsidRPr="00764DF7" w:rsidTr="00620E75">
        <w:trPr>
          <w:trHeight w:val="20"/>
          <w:jc w:val="center"/>
        </w:trPr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0E75" w:rsidRPr="00764DF7" w:rsidRDefault="00620E75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EUNAPOLIS 230/138 </w:t>
            </w:r>
            <w:proofErr w:type="spellStart"/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Kv</w:t>
            </w:r>
            <w:proofErr w:type="spellEnd"/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 xml:space="preserve"> (CHESF)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20E75" w:rsidRPr="00764DF7" w:rsidRDefault="00620E75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PICOS 230/69 kV - radial(CHESF)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20E75" w:rsidRPr="00764DF7" w:rsidRDefault="00620E75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20E75" w:rsidRPr="00D354C5" w:rsidTr="00620E75">
        <w:trPr>
          <w:trHeight w:val="20"/>
          <w:jc w:val="center"/>
        </w:trPr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0E75" w:rsidRPr="00764DF7" w:rsidRDefault="00620E75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FORD 230 kV (AFLUENTE)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20E75" w:rsidRPr="00D354C5" w:rsidRDefault="00620E75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64DF7">
              <w:rPr>
                <w:rFonts w:ascii="Calibri" w:hAnsi="Calibri" w:cs="Calibri"/>
                <w:color w:val="000000"/>
                <w:spacing w:val="0"/>
                <w:sz w:val="18"/>
                <w:szCs w:val="18"/>
              </w:rPr>
              <w:t>PIRAPAMA II  230/69 kV(CHESF)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20E75" w:rsidRPr="00D354C5" w:rsidRDefault="00620E75" w:rsidP="000C5F56">
            <w:pPr>
              <w:spacing w:line="240" w:lineRule="auto"/>
              <w:ind w:left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DC7A84" w:rsidRDefault="00DC7A84" w:rsidP="00DC7A84">
      <w:pPr>
        <w:jc w:val="center"/>
        <w:rPr>
          <w:b/>
          <w:sz w:val="20"/>
          <w:szCs w:val="20"/>
        </w:rPr>
      </w:pPr>
    </w:p>
    <w:p w:rsidR="002D1492" w:rsidRDefault="000A4EB5" w:rsidP="00AF42C6">
      <w:pPr>
        <w:spacing w:line="240" w:lineRule="auto"/>
        <w:ind w:left="567" w:hanging="567"/>
        <w:rPr>
          <w:rFonts w:ascii="Calibri" w:hAnsi="Calibri"/>
        </w:rPr>
      </w:pPr>
      <w:r>
        <w:rPr>
          <w:rFonts w:ascii="Calibri" w:hAnsi="Calibri"/>
        </w:rPr>
        <w:t xml:space="preserve">   </w:t>
      </w:r>
      <w:r w:rsidR="002D1492">
        <w:rPr>
          <w:rFonts w:ascii="Calibri" w:hAnsi="Calibri"/>
        </w:rPr>
        <w:t>As seguintes instalações foram objeto de propostas de implementação:</w:t>
      </w:r>
    </w:p>
    <w:p w:rsidR="005A78D0" w:rsidRDefault="005A78D0" w:rsidP="00AF42C6">
      <w:pPr>
        <w:spacing w:line="240" w:lineRule="auto"/>
        <w:ind w:left="567" w:hanging="567"/>
        <w:rPr>
          <w:rFonts w:ascii="Calibri" w:hAnsi="Calibri"/>
        </w:rPr>
      </w:pPr>
    </w:p>
    <w:p w:rsidR="00246D6A" w:rsidRDefault="00246D6A" w:rsidP="00B12434">
      <w:pPr>
        <w:ind w:left="1560" w:hanging="851"/>
      </w:pPr>
    </w:p>
    <w:p w:rsidR="00EF0D0C" w:rsidRDefault="00795863" w:rsidP="00795863">
      <w:pPr>
        <w:pStyle w:val="Ttulo2"/>
        <w:tabs>
          <w:tab w:val="num" w:pos="284"/>
        </w:tabs>
        <w:ind w:left="0" w:firstLine="284"/>
      </w:pPr>
      <w:r>
        <w:t xml:space="preserve">    </w:t>
      </w:r>
      <w:bookmarkStart w:id="11" w:name="_Toc400455376"/>
      <w:r w:rsidR="000C5F56">
        <w:t>CHESF</w:t>
      </w:r>
      <w:bookmarkEnd w:id="11"/>
    </w:p>
    <w:p w:rsidR="00B12434" w:rsidRDefault="000C5F56" w:rsidP="008D647F">
      <w:pPr>
        <w:pStyle w:val="Ttulo3"/>
        <w:tabs>
          <w:tab w:val="clear" w:pos="1447"/>
          <w:tab w:val="num" w:pos="0"/>
          <w:tab w:val="num" w:pos="1276"/>
        </w:tabs>
        <w:ind w:hanging="1163"/>
      </w:pPr>
      <w:bookmarkStart w:id="12" w:name="_Toc400455377"/>
      <w:r w:rsidRPr="005C6759">
        <w:t>BOM JESUS LAPA 230 / 69 kV</w:t>
      </w:r>
      <w:bookmarkEnd w:id="12"/>
      <w:r w:rsidR="00DC7A84" w:rsidRPr="00DC7A84">
        <w:t xml:space="preserve"> </w:t>
      </w:r>
      <w:r w:rsidR="00934E53">
        <w:t xml:space="preserve"> </w:t>
      </w:r>
    </w:p>
    <w:p w:rsidR="00DC7A84" w:rsidRDefault="00795863" w:rsidP="00BD68A3">
      <w:pPr>
        <w:spacing w:after="120"/>
        <w:ind w:left="993"/>
        <w:rPr>
          <w:rFonts w:ascii="Calibri" w:hAnsi="Calibri"/>
        </w:rPr>
      </w:pPr>
      <w:r>
        <w:rPr>
          <w:rFonts w:ascii="Calibri" w:hAnsi="Calibri"/>
          <w:b/>
        </w:rPr>
        <w:t xml:space="preserve">      </w:t>
      </w:r>
      <w:r w:rsidR="00B12434" w:rsidRPr="009517A1">
        <w:rPr>
          <w:rFonts w:ascii="Calibri" w:hAnsi="Calibri"/>
          <w:b/>
        </w:rPr>
        <w:t xml:space="preserve">Arranjo </w:t>
      </w:r>
      <w:r w:rsidR="00B12434">
        <w:rPr>
          <w:rFonts w:ascii="Calibri" w:hAnsi="Calibri"/>
          <w:b/>
        </w:rPr>
        <w:t xml:space="preserve">de barra </w:t>
      </w:r>
      <w:r w:rsidR="00B12434" w:rsidRPr="009517A1">
        <w:rPr>
          <w:rFonts w:ascii="Calibri" w:hAnsi="Calibri"/>
          <w:b/>
        </w:rPr>
        <w:t>atual</w:t>
      </w:r>
    </w:p>
    <w:p w:rsidR="00735C5F" w:rsidRPr="00C42A1B" w:rsidRDefault="00795863" w:rsidP="00735C5F">
      <w:pPr>
        <w:pStyle w:val="onsNormal"/>
        <w:ind w:left="993"/>
        <w:jc w:val="left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      </w:t>
      </w:r>
      <w:r w:rsidR="00735C5F">
        <w:rPr>
          <w:rFonts w:ascii="Calibri" w:hAnsi="Calibri"/>
          <w:szCs w:val="24"/>
        </w:rPr>
        <w:t xml:space="preserve">O </w:t>
      </w:r>
      <w:r w:rsidR="00735C5F" w:rsidRPr="00C42A1B">
        <w:rPr>
          <w:rFonts w:ascii="Calibri" w:hAnsi="Calibri"/>
          <w:szCs w:val="24"/>
        </w:rPr>
        <w:t>Setor de 230 kV</w:t>
      </w:r>
      <w:r w:rsidR="00735C5F">
        <w:rPr>
          <w:rFonts w:ascii="Calibri" w:hAnsi="Calibri"/>
          <w:szCs w:val="24"/>
        </w:rPr>
        <w:t xml:space="preserve"> possui arranjo tipo</w:t>
      </w:r>
      <w:r w:rsidR="00735C5F" w:rsidRPr="00C42A1B">
        <w:rPr>
          <w:rFonts w:ascii="Calibri" w:hAnsi="Calibri"/>
          <w:szCs w:val="24"/>
        </w:rPr>
        <w:t xml:space="preserve"> </w:t>
      </w:r>
      <w:r w:rsidR="00735C5F">
        <w:rPr>
          <w:rFonts w:ascii="Calibri" w:hAnsi="Calibri"/>
          <w:szCs w:val="24"/>
        </w:rPr>
        <w:t>b</w:t>
      </w:r>
      <w:r w:rsidR="00735C5F" w:rsidRPr="00C42A1B">
        <w:rPr>
          <w:rFonts w:ascii="Calibri" w:hAnsi="Calibri"/>
          <w:szCs w:val="24"/>
        </w:rPr>
        <w:t xml:space="preserve">arra </w:t>
      </w:r>
      <w:r w:rsidR="005C6759">
        <w:rPr>
          <w:rFonts w:ascii="Calibri" w:hAnsi="Calibri"/>
          <w:szCs w:val="24"/>
        </w:rPr>
        <w:t>principal e transferência.</w:t>
      </w:r>
    </w:p>
    <w:p w:rsidR="00B12434" w:rsidRDefault="00795863" w:rsidP="00BD68A3">
      <w:pPr>
        <w:pStyle w:val="onsNormal"/>
        <w:ind w:left="993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     </w:t>
      </w:r>
      <w:r w:rsidR="008D647F">
        <w:rPr>
          <w:rFonts w:asciiTheme="minorHAnsi" w:hAnsiTheme="minorHAnsi"/>
          <w:b/>
          <w:szCs w:val="24"/>
        </w:rPr>
        <w:t xml:space="preserve"> </w:t>
      </w:r>
      <w:r w:rsidR="00B12434" w:rsidRPr="009517A1">
        <w:rPr>
          <w:rFonts w:asciiTheme="minorHAnsi" w:hAnsiTheme="minorHAnsi"/>
          <w:b/>
          <w:szCs w:val="24"/>
        </w:rPr>
        <w:t xml:space="preserve">Alteração proposta: </w:t>
      </w:r>
    </w:p>
    <w:p w:rsidR="00783448" w:rsidRDefault="005C6759" w:rsidP="00F43ABB">
      <w:pPr>
        <w:pStyle w:val="onsNormal"/>
        <w:numPr>
          <w:ilvl w:val="0"/>
          <w:numId w:val="31"/>
        </w:numPr>
        <w:ind w:firstLine="349"/>
        <w:jc w:val="left"/>
        <w:rPr>
          <w:rFonts w:ascii="Calibri" w:hAnsi="Calibri"/>
        </w:rPr>
      </w:pPr>
      <w:r w:rsidRPr="00C6071C">
        <w:rPr>
          <w:rFonts w:ascii="Calibri" w:hAnsi="Calibri"/>
        </w:rPr>
        <w:t>Converter o arranjo do setor de 230 kV para barra dupla 4 chaves</w:t>
      </w:r>
    </w:p>
    <w:p w:rsidR="00C6071C" w:rsidRDefault="00783448" w:rsidP="00F43ABB">
      <w:pPr>
        <w:pStyle w:val="onsNormal"/>
        <w:numPr>
          <w:ilvl w:val="0"/>
          <w:numId w:val="31"/>
        </w:numPr>
        <w:ind w:firstLine="349"/>
        <w:jc w:val="left"/>
        <w:rPr>
          <w:rFonts w:ascii="Calibri" w:hAnsi="Calibri"/>
        </w:rPr>
      </w:pPr>
      <w:r>
        <w:rPr>
          <w:rFonts w:ascii="Calibri" w:hAnsi="Calibri"/>
        </w:rPr>
        <w:t>I</w:t>
      </w:r>
      <w:r w:rsidR="005C6759" w:rsidRPr="00C6071C">
        <w:rPr>
          <w:rFonts w:ascii="Calibri" w:hAnsi="Calibri"/>
        </w:rPr>
        <w:t>nstalar proteção de barra adaptativa</w:t>
      </w:r>
      <w:r w:rsidR="00C6071C" w:rsidRPr="00C6071C">
        <w:rPr>
          <w:rFonts w:ascii="Calibri" w:hAnsi="Calibri"/>
        </w:rPr>
        <w:t>.</w:t>
      </w:r>
      <w:r w:rsidR="005C6759" w:rsidRPr="00C6071C">
        <w:rPr>
          <w:rFonts w:ascii="Calibri" w:hAnsi="Calibri"/>
        </w:rPr>
        <w:t xml:space="preserve"> </w:t>
      </w:r>
    </w:p>
    <w:p w:rsidR="005A78D0" w:rsidRDefault="005A78D0" w:rsidP="005A78D0">
      <w:pPr>
        <w:autoSpaceDE w:val="0"/>
        <w:autoSpaceDN w:val="0"/>
        <w:adjustRightInd w:val="0"/>
        <w:spacing w:after="120" w:line="360" w:lineRule="auto"/>
        <w:ind w:left="993"/>
        <w:jc w:val="left"/>
        <w:rPr>
          <w:rFonts w:ascii="Calibri" w:hAnsi="Calibri" w:cs="Calibri"/>
          <w:color w:val="000000"/>
          <w:spacing w:val="0"/>
          <w:szCs w:val="22"/>
        </w:rPr>
      </w:pPr>
    </w:p>
    <w:p w:rsidR="005A78D0" w:rsidRDefault="005A78D0" w:rsidP="005A78D0">
      <w:pPr>
        <w:autoSpaceDE w:val="0"/>
        <w:autoSpaceDN w:val="0"/>
        <w:adjustRightInd w:val="0"/>
        <w:spacing w:after="120" w:line="360" w:lineRule="auto"/>
        <w:ind w:left="993"/>
        <w:jc w:val="left"/>
        <w:rPr>
          <w:rFonts w:ascii="Calibri" w:hAnsi="Calibri" w:cs="Calibri"/>
          <w:color w:val="000000"/>
          <w:spacing w:val="0"/>
          <w:szCs w:val="22"/>
        </w:rPr>
      </w:pPr>
    </w:p>
    <w:p w:rsidR="005A78D0" w:rsidRDefault="005A78D0" w:rsidP="005A78D0">
      <w:pPr>
        <w:autoSpaceDE w:val="0"/>
        <w:autoSpaceDN w:val="0"/>
        <w:adjustRightInd w:val="0"/>
        <w:spacing w:after="120" w:line="360" w:lineRule="auto"/>
        <w:ind w:left="993"/>
        <w:jc w:val="left"/>
        <w:rPr>
          <w:rFonts w:ascii="Calibri" w:hAnsi="Calibri" w:cs="Calibri"/>
          <w:color w:val="000000"/>
          <w:spacing w:val="0"/>
          <w:szCs w:val="22"/>
        </w:rPr>
      </w:pPr>
    </w:p>
    <w:p w:rsidR="005A78D0" w:rsidRDefault="005A78D0" w:rsidP="005A78D0">
      <w:pPr>
        <w:autoSpaceDE w:val="0"/>
        <w:autoSpaceDN w:val="0"/>
        <w:adjustRightInd w:val="0"/>
        <w:spacing w:after="120" w:line="360" w:lineRule="auto"/>
        <w:ind w:left="993"/>
        <w:jc w:val="left"/>
        <w:rPr>
          <w:rFonts w:ascii="Calibri" w:hAnsi="Calibri" w:cs="Calibri"/>
          <w:color w:val="000000"/>
          <w:spacing w:val="0"/>
          <w:szCs w:val="22"/>
        </w:rPr>
      </w:pPr>
    </w:p>
    <w:p w:rsidR="005A78D0" w:rsidRPr="00B95ED6" w:rsidRDefault="00E944AC" w:rsidP="00762472">
      <w:pPr>
        <w:autoSpaceDE w:val="0"/>
        <w:autoSpaceDN w:val="0"/>
        <w:adjustRightInd w:val="0"/>
        <w:spacing w:after="120" w:line="360" w:lineRule="auto"/>
        <w:ind w:left="1276"/>
        <w:jc w:val="left"/>
        <w:rPr>
          <w:rFonts w:ascii="Calibri" w:hAnsi="Calibri" w:cs="Calibri"/>
          <w:spacing w:val="0"/>
          <w:szCs w:val="22"/>
        </w:rPr>
      </w:pPr>
      <w:r w:rsidRPr="00B95ED6">
        <w:rPr>
          <w:rFonts w:ascii="Calibri" w:hAnsi="Calibri" w:cs="Calibri"/>
          <w:spacing w:val="0"/>
          <w:szCs w:val="22"/>
        </w:rPr>
        <w:t>A CHESF</w:t>
      </w:r>
      <w:r w:rsidR="005A78D0" w:rsidRPr="00B95ED6">
        <w:rPr>
          <w:rFonts w:ascii="Calibri" w:hAnsi="Calibri" w:cs="Calibri"/>
          <w:spacing w:val="0"/>
          <w:szCs w:val="22"/>
        </w:rPr>
        <w:t xml:space="preserve"> informou:</w:t>
      </w:r>
    </w:p>
    <w:p w:rsidR="005A78D0" w:rsidRPr="00B95ED6" w:rsidRDefault="00B95ED6" w:rsidP="00762472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="005A78D0" w:rsidRPr="00B95ED6">
        <w:rPr>
          <w:rFonts w:ascii="Calibri" w:hAnsi="Calibri" w:cs="Calibri"/>
          <w:spacing w:val="0"/>
          <w:szCs w:val="22"/>
        </w:rPr>
        <w:t xml:space="preserve">Não ser factível a solução convencional com </w:t>
      </w:r>
      <w:proofErr w:type="spellStart"/>
      <w:r w:rsidR="005A78D0" w:rsidRPr="00B95ED6">
        <w:rPr>
          <w:rFonts w:ascii="Calibri" w:hAnsi="Calibri" w:cs="Calibri"/>
          <w:spacing w:val="0"/>
          <w:szCs w:val="22"/>
        </w:rPr>
        <w:t>bays</w:t>
      </w:r>
      <w:proofErr w:type="spellEnd"/>
      <w:r w:rsidR="005A78D0" w:rsidRPr="00B95ED6">
        <w:rPr>
          <w:rFonts w:ascii="Calibri" w:hAnsi="Calibri" w:cs="Calibri"/>
          <w:spacing w:val="0"/>
          <w:szCs w:val="22"/>
        </w:rPr>
        <w:t xml:space="preserve"> isolados a ar (AIS)</w:t>
      </w:r>
      <w:r w:rsidR="00FA3ED4" w:rsidRPr="00B95ED6">
        <w:rPr>
          <w:rFonts w:ascii="Calibri" w:hAnsi="Calibri" w:cs="Calibri"/>
          <w:spacing w:val="0"/>
          <w:szCs w:val="22"/>
        </w:rPr>
        <w:t>,</w:t>
      </w:r>
      <w:r w:rsidR="005A78D0" w:rsidRPr="00B95ED6">
        <w:rPr>
          <w:rFonts w:ascii="Calibri" w:hAnsi="Calibri" w:cs="Calibri"/>
          <w:spacing w:val="0"/>
          <w:szCs w:val="22"/>
        </w:rPr>
        <w:t xml:space="preserve"> tanto devido a inexistência de espaço físico </w:t>
      </w:r>
      <w:r w:rsidR="00FA3ED4" w:rsidRPr="00B95ED6">
        <w:rPr>
          <w:rFonts w:ascii="Calibri" w:hAnsi="Calibri" w:cs="Calibri"/>
          <w:spacing w:val="0"/>
          <w:szCs w:val="22"/>
        </w:rPr>
        <w:t>como pela</w:t>
      </w:r>
      <w:r w:rsidR="005A78D0" w:rsidRPr="00B95ED6">
        <w:rPr>
          <w:rFonts w:ascii="Calibri" w:hAnsi="Calibri" w:cs="Calibri"/>
          <w:spacing w:val="0"/>
          <w:szCs w:val="22"/>
        </w:rPr>
        <w:t xml:space="preserve"> necessidade de </w:t>
      </w:r>
      <w:r w:rsidR="00FA3ED4" w:rsidRPr="00B95ED6">
        <w:rPr>
          <w:rFonts w:ascii="Calibri" w:hAnsi="Calibri" w:cs="Calibri"/>
          <w:spacing w:val="0"/>
          <w:szCs w:val="22"/>
        </w:rPr>
        <w:t>desligar total ou parcialmente a subestação por</w:t>
      </w:r>
      <w:r w:rsidR="005A78D0" w:rsidRPr="00B95ED6">
        <w:rPr>
          <w:rFonts w:ascii="Calibri" w:hAnsi="Calibri" w:cs="Calibri"/>
          <w:spacing w:val="0"/>
          <w:szCs w:val="22"/>
        </w:rPr>
        <w:t xml:space="preserve"> quatro meses</w:t>
      </w:r>
      <w:r w:rsidR="00FA3ED4" w:rsidRPr="00B95ED6">
        <w:rPr>
          <w:rFonts w:ascii="Calibri" w:hAnsi="Calibri" w:cs="Calibri"/>
          <w:spacing w:val="0"/>
          <w:szCs w:val="22"/>
        </w:rPr>
        <w:t>, em média,</w:t>
      </w:r>
      <w:r w:rsidR="005A78D0" w:rsidRPr="00B95ED6">
        <w:rPr>
          <w:rFonts w:ascii="Calibri" w:hAnsi="Calibri" w:cs="Calibri"/>
          <w:spacing w:val="0"/>
          <w:szCs w:val="22"/>
        </w:rPr>
        <w:t xml:space="preserve"> para </w:t>
      </w:r>
      <w:r w:rsidR="00FA3ED4" w:rsidRPr="00B95ED6">
        <w:rPr>
          <w:rFonts w:ascii="Calibri" w:hAnsi="Calibri" w:cs="Calibri"/>
          <w:spacing w:val="0"/>
          <w:szCs w:val="22"/>
        </w:rPr>
        <w:t>desmontagem e montagem dos equipamentos e comp</w:t>
      </w:r>
      <w:r w:rsidR="00470A49">
        <w:rPr>
          <w:rFonts w:ascii="Calibri" w:hAnsi="Calibri" w:cs="Calibri"/>
          <w:spacing w:val="0"/>
          <w:szCs w:val="22"/>
        </w:rPr>
        <w:t>o</w:t>
      </w:r>
      <w:r w:rsidR="00FA3ED4" w:rsidRPr="00B95ED6">
        <w:rPr>
          <w:rFonts w:ascii="Calibri" w:hAnsi="Calibri" w:cs="Calibri"/>
          <w:spacing w:val="0"/>
          <w:szCs w:val="22"/>
        </w:rPr>
        <w:t>nentes, preparando a instalação para</w:t>
      </w:r>
      <w:r w:rsidR="005A78D0" w:rsidRPr="00B95ED6">
        <w:rPr>
          <w:rFonts w:ascii="Calibri" w:hAnsi="Calibri" w:cs="Calibri"/>
          <w:spacing w:val="0"/>
          <w:szCs w:val="22"/>
        </w:rPr>
        <w:t xml:space="preserve"> conexão no SIN;</w:t>
      </w:r>
    </w:p>
    <w:p w:rsidR="005A78D0" w:rsidRPr="00B95ED6" w:rsidRDefault="00B95ED6" w:rsidP="00762472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="005A78D0" w:rsidRPr="00B95ED6">
        <w:rPr>
          <w:rFonts w:ascii="Calibri" w:hAnsi="Calibri" w:cs="Calibri"/>
          <w:spacing w:val="0"/>
          <w:szCs w:val="22"/>
        </w:rPr>
        <w:t>Ser factível a solução híbrida, de tamanho compacto, que combina módulos isolados à gás (GIS) com buchas poliméricas para interligação às barras pré-existentes isoladas à ar (AIS). O tempo de instalação é de três meses, com necessidade de interrupção de fornecimento parcial ou total das cargas, apresentando um avanço na  imunidade à condições ambientais e a simplificação da manutenção</w:t>
      </w:r>
      <w:r w:rsidR="00450B91">
        <w:rPr>
          <w:rFonts w:ascii="Calibri" w:hAnsi="Calibri" w:cs="Calibri"/>
          <w:spacing w:val="0"/>
          <w:szCs w:val="22"/>
        </w:rPr>
        <w:t>.</w:t>
      </w:r>
    </w:p>
    <w:p w:rsidR="005A78D0" w:rsidRPr="005A78D0" w:rsidRDefault="005A78D0" w:rsidP="005A78D0">
      <w:pPr>
        <w:autoSpaceDE w:val="0"/>
        <w:autoSpaceDN w:val="0"/>
        <w:adjustRightInd w:val="0"/>
        <w:spacing w:after="120" w:line="360" w:lineRule="auto"/>
        <w:ind w:left="1377"/>
        <w:rPr>
          <w:rFonts w:ascii="Calibri" w:hAnsi="Calibri" w:cs="Calibri"/>
          <w:color w:val="FF0000"/>
          <w:spacing w:val="0"/>
          <w:szCs w:val="22"/>
        </w:rPr>
      </w:pPr>
    </w:p>
    <w:p w:rsidR="006A48EC" w:rsidRDefault="005C6759" w:rsidP="001F585A">
      <w:pPr>
        <w:pStyle w:val="Ttulo3"/>
        <w:tabs>
          <w:tab w:val="clear" w:pos="1447"/>
          <w:tab w:val="num" w:pos="0"/>
          <w:tab w:val="num" w:pos="1276"/>
        </w:tabs>
        <w:ind w:hanging="1163"/>
      </w:pPr>
      <w:bookmarkStart w:id="13" w:name="_Toc400455378"/>
      <w:r w:rsidRPr="005C6759">
        <w:t>BANABUIU 230/69 kV</w:t>
      </w:r>
      <w:bookmarkEnd w:id="13"/>
    </w:p>
    <w:p w:rsidR="00B12434" w:rsidRDefault="00795863" w:rsidP="00BD68A3">
      <w:pPr>
        <w:pStyle w:val="PargrafodaLista"/>
        <w:spacing w:after="120"/>
        <w:ind w:left="993"/>
        <w:rPr>
          <w:rFonts w:ascii="Calibri" w:hAnsi="Calibri"/>
        </w:rPr>
      </w:pPr>
      <w:r>
        <w:rPr>
          <w:rFonts w:ascii="Calibri" w:hAnsi="Calibri"/>
          <w:b/>
        </w:rPr>
        <w:t xml:space="preserve">     </w:t>
      </w:r>
      <w:r w:rsidR="00B12434" w:rsidRPr="00C42A1B">
        <w:rPr>
          <w:rFonts w:ascii="Calibri" w:hAnsi="Calibri"/>
          <w:b/>
        </w:rPr>
        <w:t>Arranjo de barra atual</w:t>
      </w:r>
      <w:r w:rsidR="00B12434" w:rsidRPr="00C42A1B">
        <w:rPr>
          <w:rFonts w:ascii="Calibri" w:hAnsi="Calibri"/>
        </w:rPr>
        <w:t xml:space="preserve">: </w:t>
      </w:r>
    </w:p>
    <w:p w:rsidR="0089217E" w:rsidRPr="00C42A1B" w:rsidRDefault="00795863" w:rsidP="0089217E">
      <w:pPr>
        <w:pStyle w:val="onsNormal"/>
        <w:ind w:left="993"/>
        <w:jc w:val="left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     </w:t>
      </w:r>
      <w:r w:rsidR="0089217E">
        <w:rPr>
          <w:rFonts w:ascii="Calibri" w:hAnsi="Calibri"/>
          <w:szCs w:val="24"/>
        </w:rPr>
        <w:t xml:space="preserve">O </w:t>
      </w:r>
      <w:r w:rsidR="0089217E" w:rsidRPr="00C42A1B">
        <w:rPr>
          <w:rFonts w:ascii="Calibri" w:hAnsi="Calibri"/>
          <w:szCs w:val="24"/>
        </w:rPr>
        <w:t>Setor de 230 kV</w:t>
      </w:r>
      <w:r w:rsidR="0089217E">
        <w:rPr>
          <w:rFonts w:ascii="Calibri" w:hAnsi="Calibri"/>
          <w:szCs w:val="24"/>
        </w:rPr>
        <w:t xml:space="preserve"> possui arranjo tipo</w:t>
      </w:r>
      <w:r w:rsidR="0089217E" w:rsidRPr="00C42A1B">
        <w:rPr>
          <w:rFonts w:ascii="Calibri" w:hAnsi="Calibri"/>
          <w:szCs w:val="24"/>
        </w:rPr>
        <w:t xml:space="preserve"> </w:t>
      </w:r>
      <w:r w:rsidR="0089217E">
        <w:rPr>
          <w:rFonts w:ascii="Calibri" w:hAnsi="Calibri"/>
          <w:szCs w:val="24"/>
        </w:rPr>
        <w:t>b</w:t>
      </w:r>
      <w:r w:rsidR="0089217E" w:rsidRPr="00C42A1B">
        <w:rPr>
          <w:rFonts w:ascii="Calibri" w:hAnsi="Calibri"/>
          <w:szCs w:val="24"/>
        </w:rPr>
        <w:t xml:space="preserve">arra </w:t>
      </w:r>
      <w:r w:rsidR="0089217E">
        <w:rPr>
          <w:rFonts w:ascii="Calibri" w:hAnsi="Calibri"/>
          <w:szCs w:val="24"/>
        </w:rPr>
        <w:t>principal e transferência.</w:t>
      </w:r>
    </w:p>
    <w:p w:rsidR="00934E53" w:rsidRDefault="00B12434" w:rsidP="00762472">
      <w:pPr>
        <w:pStyle w:val="onsNormal"/>
        <w:tabs>
          <w:tab w:val="left" w:pos="1418"/>
        </w:tabs>
        <w:ind w:left="1276"/>
        <w:jc w:val="left"/>
        <w:rPr>
          <w:rFonts w:asciiTheme="minorHAnsi" w:hAnsiTheme="minorHAnsi"/>
          <w:b/>
          <w:szCs w:val="24"/>
        </w:rPr>
      </w:pPr>
      <w:r w:rsidRPr="009517A1">
        <w:rPr>
          <w:rFonts w:asciiTheme="minorHAnsi" w:hAnsiTheme="minorHAnsi"/>
          <w:b/>
        </w:rPr>
        <w:t xml:space="preserve">Alteração proposta: </w:t>
      </w:r>
    </w:p>
    <w:p w:rsidR="00806648" w:rsidRDefault="00806648" w:rsidP="00762472">
      <w:pPr>
        <w:pStyle w:val="onsNormal"/>
        <w:numPr>
          <w:ilvl w:val="0"/>
          <w:numId w:val="31"/>
        </w:numPr>
        <w:ind w:left="1276" w:firstLine="66"/>
        <w:jc w:val="left"/>
        <w:rPr>
          <w:rFonts w:ascii="Calibri" w:hAnsi="Calibri"/>
        </w:rPr>
      </w:pPr>
      <w:r w:rsidRPr="00C6071C">
        <w:rPr>
          <w:rFonts w:ascii="Calibri" w:hAnsi="Calibri"/>
        </w:rPr>
        <w:t>Converter o arranjo do setor de 230 kV para barra dupla 4 chaves</w:t>
      </w:r>
    </w:p>
    <w:p w:rsidR="00934E53" w:rsidRDefault="00783448" w:rsidP="00762472">
      <w:pPr>
        <w:pStyle w:val="onsNormal"/>
        <w:numPr>
          <w:ilvl w:val="0"/>
          <w:numId w:val="31"/>
        </w:numPr>
        <w:ind w:left="1276" w:firstLine="66"/>
        <w:jc w:val="left"/>
        <w:rPr>
          <w:rFonts w:ascii="Calibri" w:hAnsi="Calibri"/>
        </w:rPr>
      </w:pPr>
      <w:r>
        <w:rPr>
          <w:rFonts w:ascii="Calibri" w:hAnsi="Calibri"/>
        </w:rPr>
        <w:t>I</w:t>
      </w:r>
      <w:r w:rsidR="00934E53" w:rsidRPr="00C6071C">
        <w:rPr>
          <w:rFonts w:ascii="Calibri" w:hAnsi="Calibri"/>
        </w:rPr>
        <w:t xml:space="preserve">nstalar proteção de barra adaptativa. </w:t>
      </w:r>
    </w:p>
    <w:p w:rsidR="005A78D0" w:rsidRPr="00B95ED6" w:rsidRDefault="00E944AC" w:rsidP="00762472">
      <w:pPr>
        <w:autoSpaceDE w:val="0"/>
        <w:autoSpaceDN w:val="0"/>
        <w:adjustRightInd w:val="0"/>
        <w:spacing w:after="120" w:line="360" w:lineRule="auto"/>
        <w:ind w:left="1276"/>
        <w:jc w:val="left"/>
        <w:rPr>
          <w:rFonts w:ascii="Calibri" w:hAnsi="Calibri" w:cs="Calibri"/>
          <w:spacing w:val="0"/>
          <w:szCs w:val="22"/>
        </w:rPr>
      </w:pPr>
      <w:r w:rsidRPr="00B95ED6">
        <w:rPr>
          <w:rFonts w:ascii="Calibri" w:hAnsi="Calibri" w:cs="Calibri"/>
          <w:spacing w:val="0"/>
          <w:szCs w:val="22"/>
        </w:rPr>
        <w:t>A CHESF</w:t>
      </w:r>
      <w:r w:rsidR="005A78D0" w:rsidRPr="00B95ED6">
        <w:rPr>
          <w:rFonts w:ascii="Calibri" w:hAnsi="Calibri" w:cs="Calibri"/>
          <w:spacing w:val="0"/>
          <w:szCs w:val="22"/>
        </w:rPr>
        <w:t xml:space="preserve"> informou:</w:t>
      </w:r>
    </w:p>
    <w:p w:rsidR="00FA3ED4" w:rsidRPr="00B95ED6" w:rsidRDefault="00B95ED6" w:rsidP="00762472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="00FA3ED4" w:rsidRPr="00B95ED6">
        <w:rPr>
          <w:rFonts w:ascii="Calibri" w:hAnsi="Calibri" w:cs="Calibri"/>
          <w:spacing w:val="0"/>
          <w:szCs w:val="22"/>
        </w:rPr>
        <w:t xml:space="preserve">Não ser factível a solução convencional com </w:t>
      </w:r>
      <w:proofErr w:type="spellStart"/>
      <w:r w:rsidR="00FA3ED4" w:rsidRPr="00B95ED6">
        <w:rPr>
          <w:rFonts w:ascii="Calibri" w:hAnsi="Calibri" w:cs="Calibri"/>
          <w:spacing w:val="0"/>
          <w:szCs w:val="22"/>
        </w:rPr>
        <w:t>bays</w:t>
      </w:r>
      <w:proofErr w:type="spellEnd"/>
      <w:r w:rsidR="00FA3ED4" w:rsidRPr="00B95ED6">
        <w:rPr>
          <w:rFonts w:ascii="Calibri" w:hAnsi="Calibri" w:cs="Calibri"/>
          <w:spacing w:val="0"/>
          <w:szCs w:val="22"/>
        </w:rPr>
        <w:t xml:space="preserve"> isolados a ar (AIS), tanto devido a inexistência de espaço físico como pela necessidade de desligar total ou parcialmente a subestação por quatro meses, em média, para desmontagem e montagem dos equipamentos e </w:t>
      </w:r>
      <w:proofErr w:type="spellStart"/>
      <w:r w:rsidR="00FA3ED4" w:rsidRPr="00B95ED6">
        <w:rPr>
          <w:rFonts w:ascii="Calibri" w:hAnsi="Calibri" w:cs="Calibri"/>
          <w:spacing w:val="0"/>
          <w:szCs w:val="22"/>
        </w:rPr>
        <w:t>companentes</w:t>
      </w:r>
      <w:proofErr w:type="spellEnd"/>
      <w:r w:rsidR="00FA3ED4" w:rsidRPr="00B95ED6">
        <w:rPr>
          <w:rFonts w:ascii="Calibri" w:hAnsi="Calibri" w:cs="Calibri"/>
          <w:spacing w:val="0"/>
          <w:szCs w:val="22"/>
        </w:rPr>
        <w:t>, preparando a instalação para conexão no SIN;</w:t>
      </w:r>
    </w:p>
    <w:p w:rsidR="005A78D0" w:rsidRPr="00B95ED6" w:rsidRDefault="00B95ED6" w:rsidP="00762472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="005A78D0" w:rsidRPr="00B95ED6">
        <w:rPr>
          <w:rFonts w:ascii="Calibri" w:hAnsi="Calibri" w:cs="Calibri"/>
          <w:spacing w:val="0"/>
          <w:szCs w:val="22"/>
        </w:rPr>
        <w:t>Ser factível a solução isolada a gás GIS</w:t>
      </w:r>
      <w:r w:rsidR="00450B91">
        <w:rPr>
          <w:rFonts w:ascii="Calibri" w:hAnsi="Calibri" w:cs="Calibri"/>
          <w:spacing w:val="0"/>
          <w:szCs w:val="22"/>
        </w:rPr>
        <w:t>.</w:t>
      </w:r>
    </w:p>
    <w:p w:rsidR="005A78D0" w:rsidRDefault="005A78D0" w:rsidP="00B12434">
      <w:pPr>
        <w:spacing w:line="240" w:lineRule="auto"/>
        <w:ind w:left="426"/>
        <w:rPr>
          <w:rFonts w:ascii="Calibri" w:hAnsi="Calibri"/>
          <w:szCs w:val="20"/>
        </w:rPr>
      </w:pPr>
    </w:p>
    <w:p w:rsidR="006A48EC" w:rsidRPr="00A5201A" w:rsidRDefault="00762472" w:rsidP="00762472">
      <w:pPr>
        <w:pStyle w:val="Ttulo3"/>
        <w:tabs>
          <w:tab w:val="left" w:pos="0"/>
          <w:tab w:val="num" w:pos="993"/>
          <w:tab w:val="left" w:pos="1276"/>
        </w:tabs>
        <w:ind w:hanging="1305"/>
      </w:pPr>
      <w:r>
        <w:t xml:space="preserve">   </w:t>
      </w:r>
      <w:bookmarkStart w:id="14" w:name="_Toc400455379"/>
      <w:r w:rsidR="00934E53" w:rsidRPr="00934E53">
        <w:t>BARREIRAS</w:t>
      </w:r>
      <w:r w:rsidR="00934E53">
        <w:t xml:space="preserve"> </w:t>
      </w:r>
      <w:r w:rsidR="00934E53" w:rsidRPr="00934E53">
        <w:t>230/138/69 kV</w:t>
      </w:r>
      <w:bookmarkEnd w:id="14"/>
      <w:r w:rsidR="00A5201A" w:rsidRPr="00A5201A">
        <w:t xml:space="preserve"> </w:t>
      </w:r>
    </w:p>
    <w:p w:rsidR="00B12434" w:rsidRPr="00103966" w:rsidRDefault="00103966" w:rsidP="00103966">
      <w:pPr>
        <w:spacing w:after="120"/>
        <w:ind w:left="0"/>
        <w:rPr>
          <w:rFonts w:ascii="Calibri" w:hAnsi="Calibri"/>
        </w:rPr>
      </w:pPr>
      <w:r>
        <w:rPr>
          <w:rFonts w:ascii="Calibri" w:hAnsi="Calibri"/>
          <w:b/>
        </w:rPr>
        <w:t xml:space="preserve">              </w:t>
      </w:r>
      <w:r w:rsidR="00806648" w:rsidRPr="00103966">
        <w:rPr>
          <w:rFonts w:ascii="Calibri" w:hAnsi="Calibri"/>
          <w:b/>
        </w:rPr>
        <w:t xml:space="preserve">    </w:t>
      </w:r>
      <w:r w:rsidR="00762472">
        <w:rPr>
          <w:rFonts w:ascii="Calibri" w:hAnsi="Calibri"/>
          <w:b/>
        </w:rPr>
        <w:t xml:space="preserve">  </w:t>
      </w:r>
      <w:r w:rsidR="00433DDE">
        <w:rPr>
          <w:rFonts w:ascii="Calibri" w:hAnsi="Calibri"/>
          <w:b/>
        </w:rPr>
        <w:t xml:space="preserve">  </w:t>
      </w:r>
      <w:r w:rsidR="00B12434" w:rsidRPr="00103966">
        <w:rPr>
          <w:rFonts w:ascii="Calibri" w:hAnsi="Calibri"/>
          <w:b/>
        </w:rPr>
        <w:t>Arranjo de barra atual</w:t>
      </w:r>
      <w:r w:rsidR="00B12434" w:rsidRPr="00103966">
        <w:rPr>
          <w:rFonts w:ascii="Calibri" w:hAnsi="Calibri"/>
        </w:rPr>
        <w:t xml:space="preserve">: </w:t>
      </w:r>
    </w:p>
    <w:p w:rsidR="00934E53" w:rsidRPr="00C42A1B" w:rsidRDefault="00103966" w:rsidP="00103966">
      <w:pPr>
        <w:pStyle w:val="onsNormal"/>
        <w:ind w:left="0"/>
        <w:jc w:val="left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               </w:t>
      </w:r>
      <w:r w:rsidR="00806648">
        <w:rPr>
          <w:rFonts w:ascii="Calibri" w:hAnsi="Calibri"/>
          <w:szCs w:val="24"/>
        </w:rPr>
        <w:t xml:space="preserve">   </w:t>
      </w:r>
      <w:r w:rsidR="00762472">
        <w:rPr>
          <w:rFonts w:ascii="Calibri" w:hAnsi="Calibri"/>
          <w:szCs w:val="24"/>
        </w:rPr>
        <w:t xml:space="preserve">  </w:t>
      </w:r>
      <w:r w:rsidR="00433DDE">
        <w:rPr>
          <w:rFonts w:ascii="Calibri" w:hAnsi="Calibri"/>
          <w:szCs w:val="24"/>
        </w:rPr>
        <w:t xml:space="preserve">  </w:t>
      </w:r>
      <w:r w:rsidR="00934E53">
        <w:rPr>
          <w:rFonts w:ascii="Calibri" w:hAnsi="Calibri"/>
          <w:szCs w:val="24"/>
        </w:rPr>
        <w:t xml:space="preserve">O </w:t>
      </w:r>
      <w:r w:rsidR="00934E53" w:rsidRPr="00C42A1B">
        <w:rPr>
          <w:rFonts w:ascii="Calibri" w:hAnsi="Calibri"/>
          <w:szCs w:val="24"/>
        </w:rPr>
        <w:t>Setor de 230 kV</w:t>
      </w:r>
      <w:r w:rsidR="00934E53">
        <w:rPr>
          <w:rFonts w:ascii="Calibri" w:hAnsi="Calibri"/>
          <w:szCs w:val="24"/>
        </w:rPr>
        <w:t xml:space="preserve"> possui arranjo tipo</w:t>
      </w:r>
      <w:r w:rsidR="00934E53" w:rsidRPr="00C42A1B">
        <w:rPr>
          <w:rFonts w:ascii="Calibri" w:hAnsi="Calibri"/>
          <w:szCs w:val="24"/>
        </w:rPr>
        <w:t xml:space="preserve"> </w:t>
      </w:r>
      <w:r w:rsidR="00934E53">
        <w:rPr>
          <w:rFonts w:ascii="Calibri" w:hAnsi="Calibri"/>
          <w:szCs w:val="24"/>
        </w:rPr>
        <w:t>b</w:t>
      </w:r>
      <w:r w:rsidR="00934E53" w:rsidRPr="00C42A1B">
        <w:rPr>
          <w:rFonts w:ascii="Calibri" w:hAnsi="Calibri"/>
          <w:szCs w:val="24"/>
        </w:rPr>
        <w:t xml:space="preserve">arra </w:t>
      </w:r>
      <w:r w:rsidR="00934E53">
        <w:rPr>
          <w:rFonts w:ascii="Calibri" w:hAnsi="Calibri"/>
          <w:szCs w:val="24"/>
        </w:rPr>
        <w:t>principal e transferência.</w:t>
      </w:r>
    </w:p>
    <w:p w:rsidR="00CE3CB4" w:rsidRPr="00103966" w:rsidRDefault="00103966" w:rsidP="00103966">
      <w:pPr>
        <w:spacing w:after="120"/>
        <w:ind w:left="0"/>
        <w:rPr>
          <w:rFonts w:asciiTheme="minorHAnsi" w:hAnsiTheme="minorHAnsi"/>
          <w:b/>
        </w:rPr>
      </w:pPr>
      <w:r>
        <w:rPr>
          <w:rFonts w:ascii="Calibri" w:hAnsi="Calibri"/>
          <w:color w:val="FF0000"/>
          <w:spacing w:val="0"/>
          <w:sz w:val="18"/>
          <w:szCs w:val="18"/>
        </w:rPr>
        <w:t xml:space="preserve">                    </w:t>
      </w:r>
      <w:r w:rsidR="00B12434" w:rsidRPr="00103966">
        <w:rPr>
          <w:rFonts w:ascii="Calibri" w:hAnsi="Calibri"/>
          <w:color w:val="FF0000"/>
          <w:spacing w:val="0"/>
          <w:sz w:val="18"/>
          <w:szCs w:val="18"/>
        </w:rPr>
        <w:t> </w:t>
      </w:r>
      <w:r w:rsidR="00806648" w:rsidRPr="00103966">
        <w:rPr>
          <w:rFonts w:ascii="Calibri" w:hAnsi="Calibri"/>
          <w:color w:val="FF0000"/>
          <w:spacing w:val="0"/>
          <w:sz w:val="18"/>
          <w:szCs w:val="18"/>
        </w:rPr>
        <w:t xml:space="preserve">   </w:t>
      </w:r>
      <w:r w:rsidR="00762472">
        <w:rPr>
          <w:rFonts w:ascii="Calibri" w:hAnsi="Calibri"/>
          <w:color w:val="FF0000"/>
          <w:spacing w:val="0"/>
          <w:sz w:val="18"/>
          <w:szCs w:val="18"/>
        </w:rPr>
        <w:t xml:space="preserve">  </w:t>
      </w:r>
      <w:r w:rsidR="00433DDE">
        <w:rPr>
          <w:rFonts w:ascii="Calibri" w:hAnsi="Calibri"/>
          <w:color w:val="FF0000"/>
          <w:spacing w:val="0"/>
          <w:sz w:val="18"/>
          <w:szCs w:val="18"/>
        </w:rPr>
        <w:t xml:space="preserve">  </w:t>
      </w:r>
      <w:r w:rsidR="00B12434" w:rsidRPr="00103966">
        <w:rPr>
          <w:rFonts w:asciiTheme="minorHAnsi" w:hAnsiTheme="minorHAnsi"/>
          <w:b/>
        </w:rPr>
        <w:t xml:space="preserve">Alteração proposta: </w:t>
      </w:r>
      <w:r w:rsidR="00806648" w:rsidRPr="00103966">
        <w:rPr>
          <w:rFonts w:ascii="Calibri" w:hAnsi="Calibri"/>
        </w:rPr>
        <w:t xml:space="preserve">  </w:t>
      </w:r>
    </w:p>
    <w:p w:rsidR="00CE3CB4" w:rsidRDefault="00433DDE" w:rsidP="00433DDE">
      <w:pPr>
        <w:pStyle w:val="onsNormal"/>
        <w:numPr>
          <w:ilvl w:val="0"/>
          <w:numId w:val="31"/>
        </w:numPr>
        <w:tabs>
          <w:tab w:val="left" w:pos="1560"/>
        </w:tabs>
        <w:ind w:left="1276" w:firstLine="0"/>
        <w:jc w:val="left"/>
        <w:rPr>
          <w:rFonts w:ascii="Calibri" w:hAnsi="Calibri"/>
        </w:rPr>
      </w:pPr>
      <w:r>
        <w:rPr>
          <w:rFonts w:ascii="Calibri" w:hAnsi="Calibri"/>
        </w:rPr>
        <w:t xml:space="preserve">  </w:t>
      </w:r>
      <w:r w:rsidR="00CE3CB4" w:rsidRPr="00C6071C">
        <w:rPr>
          <w:rFonts w:ascii="Calibri" w:hAnsi="Calibri"/>
        </w:rPr>
        <w:t>Converter o arranjo do setor de 230 kV para barra dupla 4 chaves</w:t>
      </w:r>
    </w:p>
    <w:p w:rsidR="00CE3CB4" w:rsidRDefault="00CE3CB4" w:rsidP="00433DDE">
      <w:pPr>
        <w:pStyle w:val="onsNormal"/>
        <w:numPr>
          <w:ilvl w:val="0"/>
          <w:numId w:val="31"/>
        </w:numPr>
        <w:tabs>
          <w:tab w:val="left" w:pos="1701"/>
        </w:tabs>
        <w:ind w:left="1276" w:firstLine="0"/>
        <w:jc w:val="left"/>
        <w:rPr>
          <w:rFonts w:ascii="Calibri" w:hAnsi="Calibri"/>
        </w:rPr>
      </w:pPr>
      <w:r>
        <w:rPr>
          <w:rFonts w:ascii="Calibri" w:hAnsi="Calibri"/>
        </w:rPr>
        <w:lastRenderedPageBreak/>
        <w:t>I</w:t>
      </w:r>
      <w:r w:rsidRPr="00C6071C">
        <w:rPr>
          <w:rFonts w:ascii="Calibri" w:hAnsi="Calibri"/>
        </w:rPr>
        <w:t xml:space="preserve">nstalar proteção de barra adaptativa. </w:t>
      </w:r>
    </w:p>
    <w:p w:rsidR="005A78D0" w:rsidRDefault="005A78D0" w:rsidP="005A78D0">
      <w:pPr>
        <w:autoSpaceDE w:val="0"/>
        <w:autoSpaceDN w:val="0"/>
        <w:adjustRightInd w:val="0"/>
        <w:spacing w:after="120" w:line="360" w:lineRule="auto"/>
        <w:ind w:left="993"/>
        <w:jc w:val="left"/>
        <w:rPr>
          <w:rFonts w:ascii="Calibri" w:hAnsi="Calibri" w:cs="Calibri"/>
          <w:color w:val="FF0000"/>
          <w:spacing w:val="0"/>
          <w:szCs w:val="22"/>
        </w:rPr>
      </w:pPr>
    </w:p>
    <w:p w:rsidR="005A78D0" w:rsidRPr="00B95ED6" w:rsidRDefault="00E944AC" w:rsidP="009A3401">
      <w:pPr>
        <w:autoSpaceDE w:val="0"/>
        <w:autoSpaceDN w:val="0"/>
        <w:adjustRightInd w:val="0"/>
        <w:spacing w:after="120" w:line="360" w:lineRule="auto"/>
        <w:ind w:left="1134"/>
        <w:jc w:val="left"/>
        <w:rPr>
          <w:rFonts w:ascii="Calibri" w:hAnsi="Calibri" w:cs="Calibri"/>
          <w:spacing w:val="0"/>
          <w:szCs w:val="22"/>
        </w:rPr>
      </w:pPr>
      <w:r w:rsidRPr="00B95ED6">
        <w:rPr>
          <w:rFonts w:ascii="Calibri" w:hAnsi="Calibri" w:cs="Calibri"/>
          <w:spacing w:val="0"/>
          <w:szCs w:val="22"/>
        </w:rPr>
        <w:t>A CHESF</w:t>
      </w:r>
      <w:r w:rsidR="005A78D0" w:rsidRPr="00B95ED6">
        <w:rPr>
          <w:rFonts w:ascii="Calibri" w:hAnsi="Calibri" w:cs="Calibri"/>
          <w:spacing w:val="0"/>
          <w:szCs w:val="22"/>
        </w:rPr>
        <w:t xml:space="preserve"> informou:</w:t>
      </w:r>
    </w:p>
    <w:p w:rsidR="00FA3ED4" w:rsidRPr="00B95ED6" w:rsidRDefault="00B95ED6" w:rsidP="009A3401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134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="00FA3ED4" w:rsidRPr="00B95ED6">
        <w:rPr>
          <w:rFonts w:ascii="Calibri" w:hAnsi="Calibri" w:cs="Calibri"/>
          <w:spacing w:val="0"/>
          <w:szCs w:val="22"/>
        </w:rPr>
        <w:t xml:space="preserve">Não ser factível a solução convencional com </w:t>
      </w:r>
      <w:proofErr w:type="spellStart"/>
      <w:r w:rsidR="00FA3ED4" w:rsidRPr="00B95ED6">
        <w:rPr>
          <w:rFonts w:ascii="Calibri" w:hAnsi="Calibri" w:cs="Calibri"/>
          <w:spacing w:val="0"/>
          <w:szCs w:val="22"/>
        </w:rPr>
        <w:t>bays</w:t>
      </w:r>
      <w:proofErr w:type="spellEnd"/>
      <w:r w:rsidR="00FA3ED4" w:rsidRPr="00B95ED6">
        <w:rPr>
          <w:rFonts w:ascii="Calibri" w:hAnsi="Calibri" w:cs="Calibri"/>
          <w:spacing w:val="0"/>
          <w:szCs w:val="22"/>
        </w:rPr>
        <w:t xml:space="preserve"> isolados a ar (AIS), tanto devido a inexistência de espaço físico como pela necessidade de desligar total ou parcialmente a subestação por quatro meses, em média, para desmontagem e montagem dos equipamentos e </w:t>
      </w:r>
      <w:proofErr w:type="spellStart"/>
      <w:r w:rsidR="00FA3ED4" w:rsidRPr="00B95ED6">
        <w:rPr>
          <w:rFonts w:ascii="Calibri" w:hAnsi="Calibri" w:cs="Calibri"/>
          <w:spacing w:val="0"/>
          <w:szCs w:val="22"/>
        </w:rPr>
        <w:t>companentes</w:t>
      </w:r>
      <w:proofErr w:type="spellEnd"/>
      <w:r w:rsidR="00FA3ED4" w:rsidRPr="00B95ED6">
        <w:rPr>
          <w:rFonts w:ascii="Calibri" w:hAnsi="Calibri" w:cs="Calibri"/>
          <w:spacing w:val="0"/>
          <w:szCs w:val="22"/>
        </w:rPr>
        <w:t>, preparando a instalação para conexão no SIN;</w:t>
      </w:r>
    </w:p>
    <w:p w:rsidR="00A24C8F" w:rsidRPr="00B95ED6" w:rsidRDefault="00B95ED6" w:rsidP="009A3401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134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="00A24C8F" w:rsidRPr="00B95ED6">
        <w:rPr>
          <w:rFonts w:ascii="Calibri" w:hAnsi="Calibri" w:cs="Calibri"/>
          <w:spacing w:val="0"/>
          <w:szCs w:val="22"/>
        </w:rPr>
        <w:t>Ser factível a solução híbrida, de tamanho compacto, que combina módulos isolados à gás (GIS) com buchas poliméricas para interligação às barras pré-existentes isoladas à ar (AIS). O tempo de instalação é de três meses, com necessidade de interrupção de fornecimento parcial ou total das cargas, apresentando um avanço na  imunidade à condições ambientais e a simplificação da manutenção</w:t>
      </w:r>
      <w:r w:rsidR="00450B91">
        <w:rPr>
          <w:rFonts w:ascii="Calibri" w:hAnsi="Calibri" w:cs="Calibri"/>
          <w:spacing w:val="0"/>
          <w:szCs w:val="22"/>
        </w:rPr>
        <w:t>.</w:t>
      </w:r>
    </w:p>
    <w:p w:rsidR="00AE601D" w:rsidRPr="001F7137" w:rsidRDefault="00AE601D" w:rsidP="00AE601D">
      <w:pPr>
        <w:pStyle w:val="onsNormal"/>
        <w:ind w:left="720"/>
        <w:jc w:val="left"/>
        <w:rPr>
          <w:b/>
          <w:szCs w:val="24"/>
        </w:rPr>
      </w:pPr>
    </w:p>
    <w:p w:rsidR="006A48EC" w:rsidRPr="00934E53" w:rsidRDefault="009A3401" w:rsidP="00B75193">
      <w:pPr>
        <w:pStyle w:val="Ttulo3"/>
        <w:tabs>
          <w:tab w:val="num" w:pos="0"/>
        </w:tabs>
        <w:ind w:left="993" w:hanging="993"/>
        <w:jc w:val="left"/>
      </w:pPr>
      <w:r>
        <w:t xml:space="preserve">    </w:t>
      </w:r>
      <w:bookmarkStart w:id="15" w:name="_Toc400455380"/>
      <w:r w:rsidR="00934E53" w:rsidRPr="00934E53">
        <w:t>BOM NOME</w:t>
      </w:r>
      <w:r w:rsidR="00934E53">
        <w:t xml:space="preserve"> </w:t>
      </w:r>
      <w:r w:rsidR="00934E53" w:rsidRPr="00934E53">
        <w:t xml:space="preserve">230/138 </w:t>
      </w:r>
      <w:r w:rsidR="00934E53">
        <w:t>kV</w:t>
      </w:r>
      <w:bookmarkEnd w:id="15"/>
    </w:p>
    <w:p w:rsidR="00B12434" w:rsidRDefault="00B12434" w:rsidP="00762472">
      <w:pPr>
        <w:pStyle w:val="PargrafodaLista"/>
        <w:spacing w:after="120"/>
        <w:ind w:left="1276"/>
        <w:rPr>
          <w:rFonts w:ascii="Calibri" w:hAnsi="Calibri"/>
        </w:rPr>
      </w:pPr>
      <w:r w:rsidRPr="00C42A1B">
        <w:rPr>
          <w:rFonts w:ascii="Calibri" w:hAnsi="Calibri"/>
          <w:b/>
        </w:rPr>
        <w:t>Arranjo de barra atual</w:t>
      </w:r>
      <w:r w:rsidRPr="00C42A1B">
        <w:rPr>
          <w:rFonts w:ascii="Calibri" w:hAnsi="Calibri"/>
        </w:rPr>
        <w:t xml:space="preserve">: </w:t>
      </w:r>
    </w:p>
    <w:p w:rsidR="00934E53" w:rsidRPr="00C42A1B" w:rsidRDefault="00934E53" w:rsidP="00762472">
      <w:pPr>
        <w:pStyle w:val="onsNormal"/>
        <w:ind w:left="1276"/>
        <w:jc w:val="left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O </w:t>
      </w:r>
      <w:r w:rsidRPr="00C42A1B">
        <w:rPr>
          <w:rFonts w:ascii="Calibri" w:hAnsi="Calibri"/>
          <w:szCs w:val="24"/>
        </w:rPr>
        <w:t>Setor de 230 kV</w:t>
      </w:r>
      <w:r>
        <w:rPr>
          <w:rFonts w:ascii="Calibri" w:hAnsi="Calibri"/>
          <w:szCs w:val="24"/>
        </w:rPr>
        <w:t xml:space="preserve"> possui arranjo tipo</w:t>
      </w:r>
      <w:r w:rsidRPr="00C42A1B">
        <w:rPr>
          <w:rFonts w:ascii="Calibri" w:hAnsi="Calibri"/>
          <w:szCs w:val="24"/>
        </w:rPr>
        <w:t xml:space="preserve"> </w:t>
      </w:r>
      <w:r>
        <w:rPr>
          <w:rFonts w:ascii="Calibri" w:hAnsi="Calibri"/>
          <w:szCs w:val="24"/>
        </w:rPr>
        <w:t>b</w:t>
      </w:r>
      <w:r w:rsidRPr="00C42A1B">
        <w:rPr>
          <w:rFonts w:ascii="Calibri" w:hAnsi="Calibri"/>
          <w:szCs w:val="24"/>
        </w:rPr>
        <w:t xml:space="preserve">arra </w:t>
      </w:r>
      <w:r>
        <w:rPr>
          <w:rFonts w:ascii="Calibri" w:hAnsi="Calibri"/>
          <w:szCs w:val="24"/>
        </w:rPr>
        <w:t>principal e transferência.</w:t>
      </w:r>
    </w:p>
    <w:p w:rsidR="00934E53" w:rsidRDefault="00B12434" w:rsidP="00762472">
      <w:pPr>
        <w:pStyle w:val="PargrafodaLista"/>
        <w:spacing w:after="120"/>
        <w:ind w:left="1276"/>
        <w:rPr>
          <w:rFonts w:asciiTheme="minorHAnsi" w:hAnsiTheme="minorHAnsi"/>
          <w:b/>
        </w:rPr>
      </w:pPr>
      <w:r w:rsidRPr="00BB4A36">
        <w:rPr>
          <w:rFonts w:ascii="Calibri" w:hAnsi="Calibri"/>
          <w:color w:val="FF0000"/>
          <w:spacing w:val="0"/>
          <w:sz w:val="18"/>
          <w:szCs w:val="18"/>
        </w:rPr>
        <w:t> </w:t>
      </w:r>
      <w:r w:rsidRPr="009517A1">
        <w:rPr>
          <w:rFonts w:asciiTheme="minorHAnsi" w:hAnsiTheme="minorHAnsi"/>
          <w:b/>
        </w:rPr>
        <w:t>Alteraç</w:t>
      </w:r>
      <w:r>
        <w:rPr>
          <w:rFonts w:asciiTheme="minorHAnsi" w:hAnsiTheme="minorHAnsi"/>
          <w:b/>
        </w:rPr>
        <w:t>ões</w:t>
      </w:r>
      <w:r w:rsidRPr="009517A1">
        <w:rPr>
          <w:rFonts w:asciiTheme="minorHAnsi" w:hAnsiTheme="minorHAnsi"/>
          <w:b/>
        </w:rPr>
        <w:t xml:space="preserve"> proposta</w:t>
      </w:r>
      <w:r>
        <w:rPr>
          <w:rFonts w:asciiTheme="minorHAnsi" w:hAnsiTheme="minorHAnsi"/>
          <w:b/>
        </w:rPr>
        <w:t>s</w:t>
      </w:r>
      <w:r w:rsidRPr="009517A1">
        <w:rPr>
          <w:rFonts w:asciiTheme="minorHAnsi" w:hAnsiTheme="minorHAnsi"/>
          <w:b/>
        </w:rPr>
        <w:t xml:space="preserve">: </w:t>
      </w:r>
    </w:p>
    <w:p w:rsidR="00783448" w:rsidRDefault="00934E53" w:rsidP="00762472">
      <w:pPr>
        <w:pStyle w:val="onsNormal"/>
        <w:numPr>
          <w:ilvl w:val="0"/>
          <w:numId w:val="19"/>
        </w:numPr>
        <w:ind w:left="1276" w:firstLine="0"/>
        <w:jc w:val="left"/>
        <w:rPr>
          <w:rFonts w:ascii="Calibri" w:hAnsi="Calibri"/>
        </w:rPr>
      </w:pPr>
      <w:r w:rsidRPr="00934E53">
        <w:rPr>
          <w:rFonts w:ascii="Calibri" w:hAnsi="Calibri"/>
        </w:rPr>
        <w:t xml:space="preserve">Converter o arranjo do setor de 230 kV para barra dupla 4 chaves </w:t>
      </w:r>
    </w:p>
    <w:p w:rsidR="00934E53" w:rsidRDefault="00783448" w:rsidP="00762472">
      <w:pPr>
        <w:pStyle w:val="onsNormal"/>
        <w:numPr>
          <w:ilvl w:val="0"/>
          <w:numId w:val="19"/>
        </w:numPr>
        <w:ind w:left="1276" w:firstLine="0"/>
        <w:jc w:val="left"/>
        <w:rPr>
          <w:rFonts w:ascii="Calibri" w:hAnsi="Calibri"/>
        </w:rPr>
      </w:pPr>
      <w:r>
        <w:rPr>
          <w:rFonts w:ascii="Calibri" w:hAnsi="Calibri"/>
        </w:rPr>
        <w:t>I</w:t>
      </w:r>
      <w:r w:rsidR="00934E53" w:rsidRPr="00934E53">
        <w:rPr>
          <w:rFonts w:ascii="Calibri" w:hAnsi="Calibri"/>
        </w:rPr>
        <w:t>nstalar proteção de barra adaptativa</w:t>
      </w:r>
      <w:r w:rsidR="00934E53">
        <w:rPr>
          <w:rFonts w:ascii="Calibri" w:hAnsi="Calibri"/>
        </w:rPr>
        <w:t>.</w:t>
      </w:r>
    </w:p>
    <w:p w:rsidR="005A78D0" w:rsidRPr="00A720DD" w:rsidRDefault="00934E53" w:rsidP="00762472">
      <w:pPr>
        <w:autoSpaceDE w:val="0"/>
        <w:autoSpaceDN w:val="0"/>
        <w:adjustRightInd w:val="0"/>
        <w:spacing w:after="120" w:line="360" w:lineRule="auto"/>
        <w:ind w:left="1276"/>
        <w:jc w:val="left"/>
        <w:rPr>
          <w:rFonts w:ascii="Calibri" w:hAnsi="Calibri" w:cs="Calibri"/>
          <w:spacing w:val="0"/>
          <w:szCs w:val="22"/>
        </w:rPr>
      </w:pPr>
      <w:r w:rsidRPr="00A720DD">
        <w:rPr>
          <w:rFonts w:ascii="Calibri" w:hAnsi="Calibri"/>
        </w:rPr>
        <w:t xml:space="preserve"> </w:t>
      </w:r>
      <w:r w:rsidR="00E944AC" w:rsidRPr="00A720DD">
        <w:rPr>
          <w:rFonts w:ascii="Calibri" w:hAnsi="Calibri" w:cs="Calibri"/>
          <w:spacing w:val="0"/>
          <w:szCs w:val="22"/>
        </w:rPr>
        <w:t>A CHESF</w:t>
      </w:r>
      <w:r w:rsidR="005A78D0" w:rsidRPr="00A720DD">
        <w:rPr>
          <w:rFonts w:ascii="Calibri" w:hAnsi="Calibri" w:cs="Calibri"/>
          <w:spacing w:val="0"/>
          <w:szCs w:val="22"/>
        </w:rPr>
        <w:t xml:space="preserve"> informou:</w:t>
      </w:r>
    </w:p>
    <w:p w:rsidR="00FA3ED4" w:rsidRPr="00A720DD" w:rsidRDefault="00A720DD" w:rsidP="00762472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="00FA3ED4" w:rsidRPr="00A720DD">
        <w:rPr>
          <w:rFonts w:ascii="Calibri" w:hAnsi="Calibri" w:cs="Calibri"/>
          <w:spacing w:val="0"/>
          <w:szCs w:val="22"/>
        </w:rPr>
        <w:t xml:space="preserve">Não ser factível a solução convencional com </w:t>
      </w:r>
      <w:proofErr w:type="spellStart"/>
      <w:r w:rsidR="00FA3ED4" w:rsidRPr="00A720DD">
        <w:rPr>
          <w:rFonts w:ascii="Calibri" w:hAnsi="Calibri" w:cs="Calibri"/>
          <w:spacing w:val="0"/>
          <w:szCs w:val="22"/>
        </w:rPr>
        <w:t>bays</w:t>
      </w:r>
      <w:proofErr w:type="spellEnd"/>
      <w:r w:rsidR="00FA3ED4" w:rsidRPr="00A720DD">
        <w:rPr>
          <w:rFonts w:ascii="Calibri" w:hAnsi="Calibri" w:cs="Calibri"/>
          <w:spacing w:val="0"/>
          <w:szCs w:val="22"/>
        </w:rPr>
        <w:t xml:space="preserve"> isolados a ar (AIS), tanto devido a inexistência de espaço físico como pela necessidade de desligar total ou parcialmente a subestação por quatro meses, em média, para desmontagem e montagem dos equipamentos e </w:t>
      </w:r>
      <w:proofErr w:type="spellStart"/>
      <w:r w:rsidR="00FA3ED4" w:rsidRPr="00A720DD">
        <w:rPr>
          <w:rFonts w:ascii="Calibri" w:hAnsi="Calibri" w:cs="Calibri"/>
          <w:spacing w:val="0"/>
          <w:szCs w:val="22"/>
        </w:rPr>
        <w:t>companentes</w:t>
      </w:r>
      <w:proofErr w:type="spellEnd"/>
      <w:r w:rsidR="00FA3ED4" w:rsidRPr="00A720DD">
        <w:rPr>
          <w:rFonts w:ascii="Calibri" w:hAnsi="Calibri" w:cs="Calibri"/>
          <w:spacing w:val="0"/>
          <w:szCs w:val="22"/>
        </w:rPr>
        <w:t>, preparando a instalação para conexão no SIN;</w:t>
      </w:r>
    </w:p>
    <w:p w:rsidR="00BE2081" w:rsidRPr="00A720DD" w:rsidRDefault="00A720DD" w:rsidP="00762472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="00BE2081" w:rsidRPr="00A720DD">
        <w:rPr>
          <w:rFonts w:ascii="Calibri" w:hAnsi="Calibri" w:cs="Calibri"/>
          <w:spacing w:val="0"/>
          <w:szCs w:val="22"/>
        </w:rPr>
        <w:t>Ser factível a solução híbrida, de tamanho compacto, que combina módulos isolados à gás (GIS) com buchas poliméricas para interligação às barras pré-existentes isoladas à ar (AIS). O tempo de instalação é de três meses, com necessidade de interrupção de fornecimento parcial ou total das cargas, apresentando um avanço na  imunidade à condições ambientais e a simplificação da manutenção</w:t>
      </w:r>
      <w:r w:rsidR="00450B91">
        <w:rPr>
          <w:rFonts w:ascii="Calibri" w:hAnsi="Calibri" w:cs="Calibri"/>
          <w:spacing w:val="0"/>
          <w:szCs w:val="22"/>
        </w:rPr>
        <w:t>.</w:t>
      </w:r>
    </w:p>
    <w:p w:rsidR="00B12434" w:rsidRPr="00F535F2" w:rsidRDefault="00B12434" w:rsidP="005A78D0">
      <w:pPr>
        <w:pStyle w:val="onsNormal"/>
        <w:ind w:left="993"/>
        <w:jc w:val="left"/>
        <w:rPr>
          <w:rFonts w:asciiTheme="minorHAnsi" w:hAnsiTheme="minorHAnsi"/>
          <w:b/>
        </w:rPr>
      </w:pPr>
    </w:p>
    <w:p w:rsidR="006A48EC" w:rsidRDefault="00C43626" w:rsidP="00103966">
      <w:pPr>
        <w:pStyle w:val="Ttulo3"/>
        <w:tabs>
          <w:tab w:val="num" w:pos="0"/>
          <w:tab w:val="left" w:pos="993"/>
        </w:tabs>
        <w:ind w:left="720" w:hanging="720"/>
        <w:jc w:val="left"/>
      </w:pPr>
      <w:r>
        <w:lastRenderedPageBreak/>
        <w:t xml:space="preserve">   </w:t>
      </w:r>
      <w:r w:rsidR="00103966">
        <w:t xml:space="preserve">  </w:t>
      </w:r>
      <w:r w:rsidR="009A3401">
        <w:t xml:space="preserve">   </w:t>
      </w:r>
      <w:bookmarkStart w:id="16" w:name="_Toc400455381"/>
      <w:r w:rsidRPr="00C43626">
        <w:t>CATU 230/69 kV</w:t>
      </w:r>
      <w:bookmarkEnd w:id="16"/>
    </w:p>
    <w:p w:rsidR="00D21785" w:rsidRDefault="00B12434" w:rsidP="00762472">
      <w:pPr>
        <w:pStyle w:val="PargrafodaLista"/>
        <w:spacing w:after="120"/>
        <w:ind w:left="1276"/>
        <w:rPr>
          <w:rFonts w:ascii="Calibri" w:hAnsi="Calibri"/>
        </w:rPr>
      </w:pPr>
      <w:r w:rsidRPr="00C42A1B">
        <w:rPr>
          <w:rFonts w:ascii="Calibri" w:hAnsi="Calibri"/>
          <w:b/>
        </w:rPr>
        <w:t>Arranjo de barra atual</w:t>
      </w:r>
      <w:r w:rsidR="00C43626">
        <w:rPr>
          <w:rFonts w:ascii="Calibri" w:hAnsi="Calibri"/>
        </w:rPr>
        <w:t xml:space="preserve">                 </w:t>
      </w:r>
    </w:p>
    <w:p w:rsidR="00D21785" w:rsidRPr="00C43626" w:rsidRDefault="00C43626" w:rsidP="009A3401">
      <w:pPr>
        <w:tabs>
          <w:tab w:val="left" w:pos="1134"/>
        </w:tabs>
        <w:spacing w:after="120"/>
        <w:ind w:left="1276"/>
        <w:rPr>
          <w:rFonts w:ascii="Calibri" w:hAnsi="Calibri"/>
        </w:rPr>
      </w:pPr>
      <w:r w:rsidRPr="00C43626">
        <w:rPr>
          <w:rFonts w:ascii="Calibri" w:hAnsi="Calibri"/>
        </w:rPr>
        <w:t xml:space="preserve"> O Setor de 230 kV possui arranjo tipo</w:t>
      </w:r>
      <w:r>
        <w:rPr>
          <w:rFonts w:ascii="Calibri" w:hAnsi="Calibri"/>
        </w:rPr>
        <w:t xml:space="preserve"> </w:t>
      </w:r>
      <w:r w:rsidRPr="00D21785">
        <w:rPr>
          <w:rFonts w:ascii="Calibri" w:hAnsi="Calibri"/>
        </w:rPr>
        <w:t>Barra Dupla 4 chaves</w:t>
      </w:r>
      <w:r w:rsidR="00D21785">
        <w:rPr>
          <w:rFonts w:ascii="Calibri" w:hAnsi="Calibri"/>
        </w:rPr>
        <w:t xml:space="preserve"> com barra de transferência.</w:t>
      </w:r>
    </w:p>
    <w:p w:rsidR="00762472" w:rsidRDefault="00D21785" w:rsidP="00762472">
      <w:pPr>
        <w:tabs>
          <w:tab w:val="left" w:pos="1516"/>
        </w:tabs>
        <w:spacing w:line="240" w:lineRule="auto"/>
        <w:ind w:left="1276"/>
        <w:rPr>
          <w:rFonts w:ascii="Calibri" w:hAnsi="Calibri"/>
          <w:b/>
        </w:rPr>
      </w:pPr>
      <w:r>
        <w:rPr>
          <w:rFonts w:ascii="Calibri" w:hAnsi="Calibri"/>
          <w:szCs w:val="20"/>
        </w:rPr>
        <w:t xml:space="preserve">   </w:t>
      </w:r>
      <w:r w:rsidR="008046D2">
        <w:rPr>
          <w:rFonts w:ascii="Calibri" w:hAnsi="Calibri"/>
          <w:b/>
        </w:rPr>
        <w:t xml:space="preserve">             </w:t>
      </w:r>
      <w:r>
        <w:rPr>
          <w:rFonts w:ascii="Calibri" w:hAnsi="Calibri"/>
          <w:b/>
        </w:rPr>
        <w:t xml:space="preserve">  </w:t>
      </w:r>
      <w:r w:rsidR="00103966">
        <w:rPr>
          <w:rFonts w:ascii="Calibri" w:hAnsi="Calibri"/>
          <w:b/>
        </w:rPr>
        <w:t xml:space="preserve">    </w:t>
      </w:r>
    </w:p>
    <w:p w:rsidR="00B12434" w:rsidRPr="008046D2" w:rsidRDefault="00B12434" w:rsidP="00762472">
      <w:pPr>
        <w:tabs>
          <w:tab w:val="left" w:pos="993"/>
        </w:tabs>
        <w:spacing w:after="120" w:line="240" w:lineRule="exact"/>
        <w:ind w:left="1276"/>
        <w:rPr>
          <w:rFonts w:ascii="Calibri" w:hAnsi="Calibri"/>
          <w:b/>
        </w:rPr>
      </w:pPr>
      <w:r w:rsidRPr="008046D2">
        <w:rPr>
          <w:rFonts w:ascii="Calibri" w:hAnsi="Calibri"/>
          <w:b/>
        </w:rPr>
        <w:t>Alterações propostas:</w:t>
      </w:r>
    </w:p>
    <w:p w:rsidR="002F13B5" w:rsidRPr="00D21785" w:rsidRDefault="002F13B5" w:rsidP="00762472">
      <w:pPr>
        <w:pStyle w:val="onsNormal"/>
        <w:numPr>
          <w:ilvl w:val="0"/>
          <w:numId w:val="19"/>
        </w:numPr>
        <w:ind w:left="1276" w:firstLine="0"/>
        <w:jc w:val="left"/>
        <w:rPr>
          <w:rFonts w:ascii="Calibri" w:hAnsi="Calibri"/>
        </w:rPr>
      </w:pPr>
      <w:r w:rsidRPr="002F13B5">
        <w:rPr>
          <w:rFonts w:ascii="Calibri" w:hAnsi="Calibri"/>
        </w:rPr>
        <w:t xml:space="preserve">Completar o arranjo do setor de 230 kV com a inclusão do disjuntor </w:t>
      </w:r>
      <w:proofErr w:type="spellStart"/>
      <w:r w:rsidRPr="002F13B5">
        <w:rPr>
          <w:rFonts w:ascii="Calibri" w:hAnsi="Calibri"/>
        </w:rPr>
        <w:t>interligador</w:t>
      </w:r>
      <w:proofErr w:type="spellEnd"/>
      <w:r w:rsidRPr="002F13B5">
        <w:rPr>
          <w:rFonts w:ascii="Calibri" w:hAnsi="Calibri"/>
        </w:rPr>
        <w:t xml:space="preserve"> das </w:t>
      </w:r>
      <w:r w:rsidR="00AF42C6">
        <w:rPr>
          <w:rFonts w:ascii="Calibri" w:hAnsi="Calibri"/>
        </w:rPr>
        <w:t xml:space="preserve">  </w:t>
      </w:r>
      <w:r w:rsidRPr="002F13B5">
        <w:rPr>
          <w:rFonts w:ascii="Calibri" w:hAnsi="Calibri"/>
        </w:rPr>
        <w:t>barras</w:t>
      </w:r>
      <w:r w:rsidRPr="005F29A0">
        <w:rPr>
          <w:rFonts w:ascii="Calibri" w:hAnsi="Calibri"/>
        </w:rPr>
        <w:t xml:space="preserve"> </w:t>
      </w:r>
      <w:r w:rsidR="00D21785">
        <w:rPr>
          <w:rFonts w:ascii="Calibri" w:hAnsi="Calibri"/>
        </w:rPr>
        <w:t xml:space="preserve">principais 1 e </w:t>
      </w:r>
      <w:r w:rsidR="004318EE">
        <w:rPr>
          <w:rFonts w:ascii="Calibri" w:hAnsi="Calibri"/>
        </w:rPr>
        <w:t>2.</w:t>
      </w:r>
    </w:p>
    <w:p w:rsidR="004C7A68" w:rsidRDefault="002F13B5" w:rsidP="00762472">
      <w:pPr>
        <w:pStyle w:val="onsNormal"/>
        <w:numPr>
          <w:ilvl w:val="0"/>
          <w:numId w:val="19"/>
        </w:numPr>
        <w:ind w:left="1276" w:firstLine="0"/>
        <w:jc w:val="left"/>
        <w:rPr>
          <w:rFonts w:ascii="Calibri" w:hAnsi="Calibri"/>
        </w:rPr>
      </w:pPr>
      <w:r w:rsidRPr="002F13B5">
        <w:rPr>
          <w:rFonts w:ascii="Calibri" w:hAnsi="Calibri"/>
        </w:rPr>
        <w:t xml:space="preserve"> Instalar proteção de barra adaptativa</w:t>
      </w:r>
      <w:r w:rsidR="004C7A68" w:rsidRPr="004C7A68">
        <w:rPr>
          <w:rFonts w:ascii="Calibri" w:hAnsi="Calibri"/>
        </w:rPr>
        <w:t>.</w:t>
      </w:r>
    </w:p>
    <w:p w:rsidR="00103966" w:rsidRDefault="00FF5878" w:rsidP="00762472">
      <w:pPr>
        <w:pStyle w:val="onsNormal"/>
        <w:ind w:left="1276"/>
        <w:jc w:val="left"/>
        <w:rPr>
          <w:rFonts w:ascii="Calibri" w:hAnsi="Calibri"/>
        </w:rPr>
      </w:pPr>
      <w:r>
        <w:rPr>
          <w:rFonts w:ascii="Calibri" w:hAnsi="Calibri"/>
        </w:rPr>
        <w:t>A figura a seguir apresenta o arranjo proposto.</w:t>
      </w:r>
    </w:p>
    <w:p w:rsidR="008C3E9F" w:rsidRDefault="008C3E9F" w:rsidP="001F585A">
      <w:pPr>
        <w:pStyle w:val="onsNormal"/>
        <w:ind w:left="0"/>
        <w:jc w:val="left"/>
        <w:rPr>
          <w:rFonts w:ascii="Calibri" w:hAnsi="Calibri"/>
        </w:rPr>
      </w:pPr>
    </w:p>
    <w:p w:rsidR="004715EC" w:rsidRPr="008C3E9F" w:rsidRDefault="008C3E9F" w:rsidP="008C3E9F">
      <w:pPr>
        <w:pStyle w:val="PargrafodaLista"/>
        <w:jc w:val="center"/>
        <w:rPr>
          <w:rFonts w:ascii="Calibri" w:hAnsi="Calibri"/>
          <w:b/>
          <w:sz w:val="36"/>
          <w:szCs w:val="36"/>
        </w:rPr>
      </w:pPr>
      <w:r w:rsidRPr="008C3E9F">
        <w:rPr>
          <w:rFonts w:ascii="Calibri" w:hAnsi="Calibri"/>
          <w:b/>
          <w:sz w:val="36"/>
          <w:szCs w:val="36"/>
        </w:rPr>
        <w:t>SE CATU</w:t>
      </w:r>
    </w:p>
    <w:p w:rsidR="004C7A68" w:rsidRDefault="001F585A" w:rsidP="00AF42C6">
      <w:pPr>
        <w:pStyle w:val="onsNormal"/>
        <w:spacing w:line="240" w:lineRule="exact"/>
        <w:ind w:left="567" w:hanging="87"/>
        <w:jc w:val="left"/>
        <w:rPr>
          <w:b/>
          <w:szCs w:val="24"/>
        </w:rPr>
      </w:pPr>
      <w:r>
        <w:rPr>
          <w:b/>
          <w:noProof/>
          <w:szCs w:val="24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90170</wp:posOffset>
            </wp:positionV>
            <wp:extent cx="5049520" cy="2679700"/>
            <wp:effectExtent l="0" t="0" r="0" b="0"/>
            <wp:wrapNone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9520" cy="267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18EE" w:rsidRDefault="004318EE" w:rsidP="00AF42C6">
      <w:pPr>
        <w:pStyle w:val="onsNormal"/>
        <w:spacing w:line="240" w:lineRule="exact"/>
        <w:ind w:left="567" w:hanging="87"/>
        <w:jc w:val="left"/>
        <w:rPr>
          <w:b/>
          <w:szCs w:val="24"/>
        </w:rPr>
      </w:pPr>
    </w:p>
    <w:p w:rsidR="004318EE" w:rsidRDefault="004318EE" w:rsidP="00AF42C6">
      <w:pPr>
        <w:pStyle w:val="onsNormal"/>
        <w:spacing w:line="240" w:lineRule="exact"/>
        <w:ind w:left="567" w:hanging="87"/>
        <w:jc w:val="left"/>
        <w:rPr>
          <w:b/>
          <w:szCs w:val="24"/>
        </w:rPr>
      </w:pPr>
    </w:p>
    <w:p w:rsidR="004318EE" w:rsidRDefault="004318EE" w:rsidP="00AF42C6">
      <w:pPr>
        <w:pStyle w:val="onsNormal"/>
        <w:spacing w:line="240" w:lineRule="exact"/>
        <w:ind w:left="567" w:hanging="87"/>
        <w:jc w:val="left"/>
        <w:rPr>
          <w:b/>
          <w:szCs w:val="24"/>
        </w:rPr>
      </w:pPr>
    </w:p>
    <w:p w:rsidR="004318EE" w:rsidRDefault="004318EE" w:rsidP="00AF42C6">
      <w:pPr>
        <w:pStyle w:val="onsNormal"/>
        <w:spacing w:line="240" w:lineRule="exact"/>
        <w:ind w:left="567" w:hanging="87"/>
        <w:jc w:val="left"/>
        <w:rPr>
          <w:b/>
          <w:szCs w:val="24"/>
        </w:rPr>
      </w:pPr>
    </w:p>
    <w:p w:rsidR="004318EE" w:rsidRDefault="004318EE" w:rsidP="00AF42C6">
      <w:pPr>
        <w:pStyle w:val="onsNormal"/>
        <w:spacing w:line="240" w:lineRule="exact"/>
        <w:ind w:left="567" w:hanging="87"/>
        <w:jc w:val="left"/>
        <w:rPr>
          <w:b/>
          <w:szCs w:val="24"/>
        </w:rPr>
      </w:pPr>
    </w:p>
    <w:p w:rsidR="004318EE" w:rsidRDefault="004318EE" w:rsidP="00AF42C6">
      <w:pPr>
        <w:pStyle w:val="onsNormal"/>
        <w:spacing w:line="240" w:lineRule="exact"/>
        <w:ind w:left="567" w:hanging="87"/>
        <w:jc w:val="left"/>
        <w:rPr>
          <w:b/>
          <w:szCs w:val="24"/>
        </w:rPr>
      </w:pPr>
    </w:p>
    <w:p w:rsidR="004318EE" w:rsidRDefault="004318EE" w:rsidP="00AF42C6">
      <w:pPr>
        <w:pStyle w:val="onsNormal"/>
        <w:spacing w:line="240" w:lineRule="exact"/>
        <w:ind w:left="567" w:hanging="87"/>
        <w:jc w:val="left"/>
        <w:rPr>
          <w:rFonts w:ascii="Calibri" w:hAnsi="Calibri"/>
        </w:rPr>
      </w:pPr>
    </w:p>
    <w:p w:rsidR="004318EE" w:rsidRDefault="004318EE" w:rsidP="00AF42C6">
      <w:pPr>
        <w:pStyle w:val="onsNormal"/>
        <w:spacing w:line="240" w:lineRule="exact"/>
        <w:ind w:left="567" w:hanging="87"/>
        <w:jc w:val="left"/>
        <w:rPr>
          <w:rFonts w:ascii="Calibri" w:hAnsi="Calibri"/>
        </w:rPr>
      </w:pPr>
    </w:p>
    <w:p w:rsidR="004318EE" w:rsidRDefault="004318EE" w:rsidP="00AF42C6">
      <w:pPr>
        <w:pStyle w:val="onsNormal"/>
        <w:spacing w:line="240" w:lineRule="exact"/>
        <w:ind w:left="567" w:hanging="87"/>
        <w:jc w:val="left"/>
        <w:rPr>
          <w:rFonts w:ascii="Calibri" w:hAnsi="Calibri"/>
        </w:rPr>
      </w:pPr>
    </w:p>
    <w:p w:rsidR="004318EE" w:rsidRDefault="004318EE" w:rsidP="001F585A">
      <w:pPr>
        <w:pStyle w:val="onsNormal"/>
        <w:spacing w:line="240" w:lineRule="exact"/>
        <w:ind w:left="0"/>
        <w:jc w:val="left"/>
        <w:rPr>
          <w:rFonts w:ascii="Calibri" w:hAnsi="Calibri"/>
        </w:rPr>
      </w:pPr>
    </w:p>
    <w:p w:rsidR="004318EE" w:rsidRDefault="004318EE" w:rsidP="00C3620D">
      <w:pPr>
        <w:pStyle w:val="onsNormal"/>
        <w:spacing w:line="240" w:lineRule="exact"/>
        <w:ind w:left="0"/>
        <w:jc w:val="left"/>
        <w:rPr>
          <w:rFonts w:ascii="Calibri" w:hAnsi="Calibri"/>
        </w:rPr>
      </w:pPr>
    </w:p>
    <w:p w:rsidR="00433DDE" w:rsidRDefault="001F585A" w:rsidP="00762472">
      <w:pPr>
        <w:pStyle w:val="onsNormal"/>
        <w:spacing w:line="240" w:lineRule="exact"/>
        <w:ind w:left="1276" w:hanging="87"/>
        <w:jc w:val="left"/>
        <w:rPr>
          <w:rFonts w:ascii="Calibri" w:hAnsi="Calibri"/>
        </w:rPr>
      </w:pPr>
      <w:r>
        <w:rPr>
          <w:rFonts w:ascii="Calibri" w:hAnsi="Calibri"/>
        </w:rPr>
        <w:t xml:space="preserve">   </w:t>
      </w:r>
    </w:p>
    <w:p w:rsidR="00E237F1" w:rsidRDefault="00E944AC" w:rsidP="00762472">
      <w:pPr>
        <w:pStyle w:val="onsNormal"/>
        <w:spacing w:line="240" w:lineRule="exact"/>
        <w:ind w:left="1276" w:hanging="87"/>
        <w:jc w:val="left"/>
        <w:rPr>
          <w:b/>
          <w:szCs w:val="24"/>
        </w:rPr>
      </w:pPr>
      <w:r>
        <w:rPr>
          <w:rFonts w:ascii="Calibri" w:hAnsi="Calibri"/>
        </w:rPr>
        <w:t>A CHESF</w:t>
      </w:r>
      <w:r w:rsidR="002F13B5" w:rsidRPr="00C6071C">
        <w:rPr>
          <w:rFonts w:ascii="Calibri" w:hAnsi="Calibri"/>
        </w:rPr>
        <w:t xml:space="preserve"> informou</w:t>
      </w:r>
      <w:r w:rsidR="002F13B5">
        <w:rPr>
          <w:rFonts w:ascii="Calibri" w:hAnsi="Calibri"/>
        </w:rPr>
        <w:t xml:space="preserve"> que a proposta </w:t>
      </w:r>
      <w:r w:rsidR="00080FF9">
        <w:rPr>
          <w:rFonts w:ascii="Calibri" w:hAnsi="Calibri"/>
        </w:rPr>
        <w:t>é factível</w:t>
      </w:r>
      <w:r w:rsidR="002F13B5">
        <w:rPr>
          <w:rFonts w:ascii="Calibri" w:hAnsi="Calibri"/>
        </w:rPr>
        <w:t>.</w:t>
      </w:r>
    </w:p>
    <w:p w:rsidR="009A3401" w:rsidRDefault="00433DDE" w:rsidP="00433DDE">
      <w:pPr>
        <w:pStyle w:val="Ttulo3"/>
        <w:numPr>
          <w:ilvl w:val="0"/>
          <w:numId w:val="0"/>
        </w:numPr>
        <w:tabs>
          <w:tab w:val="left" w:pos="567"/>
        </w:tabs>
        <w:ind w:left="1276"/>
        <w:jc w:val="left"/>
        <w:rPr>
          <w:rFonts w:cs="Times New Roman"/>
          <w:bCs w:val="0"/>
          <w:kern w:val="0"/>
          <w:sz w:val="22"/>
          <w:szCs w:val="24"/>
        </w:rPr>
      </w:pPr>
      <w:r>
        <w:rPr>
          <w:rFonts w:cs="Times New Roman"/>
          <w:bCs w:val="0"/>
          <w:kern w:val="0"/>
          <w:sz w:val="22"/>
          <w:szCs w:val="24"/>
        </w:rPr>
        <w:t xml:space="preserve"> </w:t>
      </w:r>
    </w:p>
    <w:p w:rsidR="0091218A" w:rsidRPr="00DB3316" w:rsidRDefault="00783448" w:rsidP="009A3401">
      <w:pPr>
        <w:pStyle w:val="Ttulo3"/>
        <w:tabs>
          <w:tab w:val="num" w:pos="0"/>
          <w:tab w:val="left" w:pos="1276"/>
        </w:tabs>
        <w:ind w:left="1276" w:hanging="1577"/>
        <w:jc w:val="left"/>
        <w:rPr>
          <w:rFonts w:cs="Times New Roman"/>
          <w:bCs w:val="0"/>
          <w:kern w:val="0"/>
          <w:sz w:val="22"/>
          <w:szCs w:val="24"/>
        </w:rPr>
      </w:pPr>
      <w:bookmarkStart w:id="17" w:name="_Toc400455382"/>
      <w:r w:rsidRPr="00783448">
        <w:rPr>
          <w:rFonts w:cs="Times New Roman"/>
          <w:bCs w:val="0"/>
          <w:kern w:val="0"/>
          <w:sz w:val="22"/>
          <w:szCs w:val="24"/>
        </w:rPr>
        <w:t>CAUIPE 230/69 kV</w:t>
      </w:r>
      <w:bookmarkEnd w:id="17"/>
    </w:p>
    <w:p w:rsidR="00B12434" w:rsidRDefault="00B12434" w:rsidP="00762472">
      <w:pPr>
        <w:pStyle w:val="PargrafodaLista"/>
        <w:spacing w:after="120"/>
        <w:ind w:left="1276"/>
        <w:rPr>
          <w:rFonts w:ascii="Calibri" w:hAnsi="Calibri"/>
        </w:rPr>
      </w:pPr>
      <w:r w:rsidRPr="00C42A1B">
        <w:rPr>
          <w:rFonts w:ascii="Calibri" w:hAnsi="Calibri"/>
          <w:b/>
        </w:rPr>
        <w:t>Arranjo de barra atual</w:t>
      </w:r>
      <w:r w:rsidRPr="00C42A1B">
        <w:rPr>
          <w:rFonts w:ascii="Calibri" w:hAnsi="Calibri"/>
        </w:rPr>
        <w:t xml:space="preserve">: </w:t>
      </w:r>
    </w:p>
    <w:p w:rsidR="00B12434" w:rsidRDefault="00762472" w:rsidP="00762472">
      <w:pPr>
        <w:spacing w:line="240" w:lineRule="auto"/>
        <w:rPr>
          <w:rFonts w:ascii="Calibri" w:hAnsi="Calibri"/>
        </w:rPr>
      </w:pPr>
      <w:r>
        <w:rPr>
          <w:rFonts w:ascii="Calibri" w:hAnsi="Calibri"/>
        </w:rPr>
        <w:t xml:space="preserve">   </w:t>
      </w:r>
      <w:r w:rsidR="00783448">
        <w:rPr>
          <w:rFonts w:ascii="Calibri" w:hAnsi="Calibri"/>
        </w:rPr>
        <w:t xml:space="preserve"> O </w:t>
      </w:r>
      <w:r w:rsidR="00783448" w:rsidRPr="00C42A1B">
        <w:rPr>
          <w:rFonts w:ascii="Calibri" w:hAnsi="Calibri"/>
        </w:rPr>
        <w:t>Setor de 230 kV</w:t>
      </w:r>
      <w:r w:rsidR="00783448">
        <w:rPr>
          <w:rFonts w:ascii="Calibri" w:hAnsi="Calibri"/>
        </w:rPr>
        <w:t xml:space="preserve"> possui arranjo tipo</w:t>
      </w:r>
      <w:r w:rsidR="00783448" w:rsidRPr="00C42A1B">
        <w:rPr>
          <w:rFonts w:ascii="Calibri" w:hAnsi="Calibri"/>
        </w:rPr>
        <w:t xml:space="preserve"> </w:t>
      </w:r>
      <w:r w:rsidR="00783448">
        <w:rPr>
          <w:rFonts w:ascii="Calibri" w:hAnsi="Calibri"/>
        </w:rPr>
        <w:t>b</w:t>
      </w:r>
      <w:r w:rsidR="00783448" w:rsidRPr="00C42A1B">
        <w:rPr>
          <w:rFonts w:ascii="Calibri" w:hAnsi="Calibri"/>
        </w:rPr>
        <w:t xml:space="preserve">arra </w:t>
      </w:r>
      <w:r w:rsidR="00783448">
        <w:rPr>
          <w:rFonts w:ascii="Calibri" w:hAnsi="Calibri"/>
        </w:rPr>
        <w:t>principal e transferência.</w:t>
      </w:r>
    </w:p>
    <w:p w:rsidR="00762472" w:rsidRDefault="00373B82" w:rsidP="00762472">
      <w:pPr>
        <w:spacing w:after="120"/>
        <w:ind w:left="1276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    </w:t>
      </w:r>
    </w:p>
    <w:p w:rsidR="00B12434" w:rsidRDefault="00B12434" w:rsidP="00762472">
      <w:pPr>
        <w:spacing w:after="120"/>
        <w:ind w:left="1276"/>
        <w:rPr>
          <w:rFonts w:ascii="Calibri" w:hAnsi="Calibri"/>
          <w:b/>
        </w:rPr>
      </w:pPr>
      <w:r w:rsidRPr="00373B82">
        <w:rPr>
          <w:rFonts w:ascii="Calibri" w:hAnsi="Calibri"/>
          <w:b/>
        </w:rPr>
        <w:t>Alterações propostas:</w:t>
      </w:r>
    </w:p>
    <w:p w:rsidR="00783448" w:rsidRDefault="00783448" w:rsidP="00433DDE">
      <w:pPr>
        <w:pStyle w:val="onsNormal"/>
        <w:numPr>
          <w:ilvl w:val="0"/>
          <w:numId w:val="19"/>
        </w:numPr>
        <w:tabs>
          <w:tab w:val="left" w:pos="1701"/>
        </w:tabs>
        <w:ind w:left="1276" w:firstLine="0"/>
        <w:jc w:val="left"/>
        <w:rPr>
          <w:rFonts w:ascii="Calibri" w:hAnsi="Calibri"/>
        </w:rPr>
      </w:pPr>
      <w:r w:rsidRPr="00934E53">
        <w:rPr>
          <w:rFonts w:ascii="Calibri" w:hAnsi="Calibri"/>
        </w:rPr>
        <w:t xml:space="preserve">Converter o arranjo do setor de 230 kV para barra dupla 4 chaves </w:t>
      </w:r>
    </w:p>
    <w:p w:rsidR="00783448" w:rsidRDefault="00783448" w:rsidP="00433DDE">
      <w:pPr>
        <w:pStyle w:val="onsNormal"/>
        <w:numPr>
          <w:ilvl w:val="0"/>
          <w:numId w:val="19"/>
        </w:numPr>
        <w:tabs>
          <w:tab w:val="left" w:pos="1701"/>
        </w:tabs>
        <w:ind w:left="1276" w:firstLine="0"/>
        <w:jc w:val="left"/>
        <w:rPr>
          <w:rFonts w:ascii="Calibri" w:hAnsi="Calibri"/>
        </w:rPr>
      </w:pPr>
      <w:r>
        <w:rPr>
          <w:rFonts w:ascii="Calibri" w:hAnsi="Calibri"/>
        </w:rPr>
        <w:t>I</w:t>
      </w:r>
      <w:r w:rsidRPr="00934E53">
        <w:rPr>
          <w:rFonts w:ascii="Calibri" w:hAnsi="Calibri"/>
        </w:rPr>
        <w:t>nstalar proteção de barra adaptativa</w:t>
      </w:r>
      <w:r>
        <w:rPr>
          <w:rFonts w:ascii="Calibri" w:hAnsi="Calibri"/>
        </w:rPr>
        <w:t>.</w:t>
      </w:r>
    </w:p>
    <w:p w:rsidR="005A78D0" w:rsidRDefault="005A78D0" w:rsidP="005A78D0">
      <w:pPr>
        <w:autoSpaceDE w:val="0"/>
        <w:autoSpaceDN w:val="0"/>
        <w:adjustRightInd w:val="0"/>
        <w:spacing w:after="120" w:line="360" w:lineRule="auto"/>
        <w:ind w:left="993"/>
        <w:jc w:val="left"/>
        <w:rPr>
          <w:rFonts w:ascii="Calibri" w:hAnsi="Calibri" w:cs="Calibri"/>
          <w:color w:val="FF0000"/>
          <w:spacing w:val="0"/>
          <w:szCs w:val="22"/>
        </w:rPr>
      </w:pPr>
    </w:p>
    <w:p w:rsidR="005A78D0" w:rsidRPr="00A720DD" w:rsidRDefault="00E944AC" w:rsidP="00762472">
      <w:pPr>
        <w:autoSpaceDE w:val="0"/>
        <w:autoSpaceDN w:val="0"/>
        <w:adjustRightInd w:val="0"/>
        <w:spacing w:after="120" w:line="360" w:lineRule="auto"/>
        <w:ind w:left="1276"/>
        <w:jc w:val="left"/>
        <w:rPr>
          <w:rFonts w:ascii="Calibri" w:hAnsi="Calibri" w:cs="Calibri"/>
          <w:spacing w:val="0"/>
          <w:szCs w:val="22"/>
        </w:rPr>
      </w:pPr>
      <w:r w:rsidRPr="00A720DD">
        <w:rPr>
          <w:rFonts w:ascii="Calibri" w:hAnsi="Calibri" w:cs="Calibri"/>
          <w:spacing w:val="0"/>
          <w:szCs w:val="22"/>
        </w:rPr>
        <w:lastRenderedPageBreak/>
        <w:t>A CHESF</w:t>
      </w:r>
      <w:r w:rsidR="005A78D0" w:rsidRPr="00A720DD">
        <w:rPr>
          <w:rFonts w:ascii="Calibri" w:hAnsi="Calibri" w:cs="Calibri"/>
          <w:spacing w:val="0"/>
          <w:szCs w:val="22"/>
        </w:rPr>
        <w:t xml:space="preserve"> informou:</w:t>
      </w:r>
    </w:p>
    <w:p w:rsidR="00FA3ED4" w:rsidRPr="00A720DD" w:rsidRDefault="00A720DD" w:rsidP="00762472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="00FA3ED4" w:rsidRPr="00A720DD">
        <w:rPr>
          <w:rFonts w:ascii="Calibri" w:hAnsi="Calibri" w:cs="Calibri"/>
          <w:spacing w:val="0"/>
          <w:szCs w:val="22"/>
        </w:rPr>
        <w:t xml:space="preserve">Não ser factível a solução convencional com </w:t>
      </w:r>
      <w:proofErr w:type="spellStart"/>
      <w:r w:rsidR="00FA3ED4" w:rsidRPr="00A720DD">
        <w:rPr>
          <w:rFonts w:ascii="Calibri" w:hAnsi="Calibri" w:cs="Calibri"/>
          <w:spacing w:val="0"/>
          <w:szCs w:val="22"/>
        </w:rPr>
        <w:t>bays</w:t>
      </w:r>
      <w:proofErr w:type="spellEnd"/>
      <w:r w:rsidR="00FA3ED4" w:rsidRPr="00A720DD">
        <w:rPr>
          <w:rFonts w:ascii="Calibri" w:hAnsi="Calibri" w:cs="Calibri"/>
          <w:spacing w:val="0"/>
          <w:szCs w:val="22"/>
        </w:rPr>
        <w:t xml:space="preserve"> isolados a ar (AIS), tanto devido a inexistência de espaço físico como pela necessidade de desligar total ou parcialmente a subestação por quatro meses, em média, para desmontagem e montagem dos equipamentos e </w:t>
      </w:r>
      <w:proofErr w:type="spellStart"/>
      <w:r w:rsidR="00FA3ED4" w:rsidRPr="00A720DD">
        <w:rPr>
          <w:rFonts w:ascii="Calibri" w:hAnsi="Calibri" w:cs="Calibri"/>
          <w:spacing w:val="0"/>
          <w:szCs w:val="22"/>
        </w:rPr>
        <w:t>companentes</w:t>
      </w:r>
      <w:proofErr w:type="spellEnd"/>
      <w:r w:rsidR="00FA3ED4" w:rsidRPr="00A720DD">
        <w:rPr>
          <w:rFonts w:ascii="Calibri" w:hAnsi="Calibri" w:cs="Calibri"/>
          <w:spacing w:val="0"/>
          <w:szCs w:val="22"/>
        </w:rPr>
        <w:t>, preparando a instalação para conexão no SIN;</w:t>
      </w:r>
    </w:p>
    <w:p w:rsidR="0059237A" w:rsidRPr="00B95ED6" w:rsidRDefault="0059237A" w:rsidP="0059237A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Pr="00B95ED6">
        <w:rPr>
          <w:rFonts w:ascii="Calibri" w:hAnsi="Calibri" w:cs="Calibri"/>
          <w:spacing w:val="0"/>
          <w:szCs w:val="22"/>
        </w:rPr>
        <w:t>Ser factível a solução isolada a gás (GIS</w:t>
      </w:r>
      <w:r w:rsidR="00450B91">
        <w:rPr>
          <w:rFonts w:ascii="Calibri" w:hAnsi="Calibri" w:cs="Calibri"/>
          <w:spacing w:val="0"/>
          <w:szCs w:val="22"/>
        </w:rPr>
        <w:t>).</w:t>
      </w:r>
    </w:p>
    <w:p w:rsidR="007E47EB" w:rsidRPr="005679CE" w:rsidRDefault="007E47EB" w:rsidP="006145AC">
      <w:pPr>
        <w:pStyle w:val="PargrafodaLista"/>
        <w:ind w:left="1080"/>
        <w:rPr>
          <w:rFonts w:ascii="Calibri" w:hAnsi="Calibri"/>
          <w:szCs w:val="20"/>
        </w:rPr>
      </w:pPr>
    </w:p>
    <w:p w:rsidR="0061335E" w:rsidRPr="005679CE" w:rsidRDefault="008046D2" w:rsidP="009A3401">
      <w:pPr>
        <w:pStyle w:val="Ttulo3"/>
        <w:tabs>
          <w:tab w:val="num" w:pos="0"/>
        </w:tabs>
        <w:ind w:left="1276" w:hanging="1577"/>
        <w:jc w:val="left"/>
        <w:rPr>
          <w:rFonts w:cs="Times New Roman"/>
          <w:bCs w:val="0"/>
          <w:kern w:val="0"/>
          <w:sz w:val="22"/>
          <w:szCs w:val="24"/>
        </w:rPr>
      </w:pPr>
      <w:bookmarkStart w:id="18" w:name="_Toc400455383"/>
      <w:r w:rsidRPr="008046D2">
        <w:rPr>
          <w:rFonts w:cs="Times New Roman"/>
          <w:bCs w:val="0"/>
          <w:kern w:val="0"/>
          <w:sz w:val="22"/>
          <w:szCs w:val="24"/>
        </w:rPr>
        <w:t>CÍCERO DANTAS  230/69 kV</w:t>
      </w:r>
      <w:bookmarkEnd w:id="18"/>
    </w:p>
    <w:p w:rsidR="00B12434" w:rsidRDefault="009A3401" w:rsidP="009A3401">
      <w:pPr>
        <w:pStyle w:val="PargrafodaLista"/>
        <w:spacing w:after="120"/>
        <w:ind w:left="1276" w:hanging="1577"/>
        <w:rPr>
          <w:rFonts w:ascii="Calibri" w:hAnsi="Calibri"/>
        </w:rPr>
      </w:pPr>
      <w:r>
        <w:rPr>
          <w:rFonts w:ascii="Calibri" w:hAnsi="Calibri"/>
          <w:b/>
        </w:rPr>
        <w:t xml:space="preserve">                            </w:t>
      </w:r>
      <w:r w:rsidR="00B12434" w:rsidRPr="00C42A1B">
        <w:rPr>
          <w:rFonts w:ascii="Calibri" w:hAnsi="Calibri"/>
          <w:b/>
        </w:rPr>
        <w:t>Arranjo de barra atual</w:t>
      </w:r>
      <w:r w:rsidR="00B12434" w:rsidRPr="00C42A1B">
        <w:rPr>
          <w:rFonts w:ascii="Calibri" w:hAnsi="Calibri"/>
        </w:rPr>
        <w:t xml:space="preserve">: </w:t>
      </w:r>
    </w:p>
    <w:p w:rsidR="005679CE" w:rsidRDefault="00A15BEB" w:rsidP="009A3401">
      <w:pPr>
        <w:spacing w:line="240" w:lineRule="auto"/>
        <w:ind w:left="1276" w:hanging="1577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             </w:t>
      </w:r>
      <w:r w:rsidR="009A3401">
        <w:rPr>
          <w:rFonts w:ascii="Calibri" w:hAnsi="Calibri"/>
          <w:szCs w:val="20"/>
        </w:rPr>
        <w:t xml:space="preserve">               </w:t>
      </w:r>
      <w:r w:rsidR="00B12434">
        <w:rPr>
          <w:rFonts w:ascii="Calibri" w:hAnsi="Calibri"/>
          <w:szCs w:val="20"/>
        </w:rPr>
        <w:t>O s</w:t>
      </w:r>
      <w:r w:rsidR="00B12434" w:rsidRPr="009C194C">
        <w:rPr>
          <w:rFonts w:ascii="Calibri" w:hAnsi="Calibri"/>
          <w:szCs w:val="20"/>
        </w:rPr>
        <w:t xml:space="preserve">etor de </w:t>
      </w:r>
      <w:r w:rsidR="005679CE">
        <w:rPr>
          <w:rFonts w:ascii="Calibri" w:hAnsi="Calibri"/>
          <w:szCs w:val="20"/>
        </w:rPr>
        <w:t>230</w:t>
      </w:r>
      <w:r w:rsidR="00B12434" w:rsidRPr="009C194C">
        <w:rPr>
          <w:rFonts w:ascii="Calibri" w:hAnsi="Calibri"/>
          <w:szCs w:val="20"/>
        </w:rPr>
        <w:t xml:space="preserve"> </w:t>
      </w:r>
      <w:r w:rsidR="00B12434">
        <w:rPr>
          <w:rFonts w:ascii="Calibri" w:hAnsi="Calibri"/>
          <w:szCs w:val="20"/>
        </w:rPr>
        <w:t xml:space="preserve">kV </w:t>
      </w:r>
      <w:r w:rsidR="00B12434" w:rsidRPr="009C194C">
        <w:rPr>
          <w:rFonts w:ascii="Calibri" w:hAnsi="Calibri"/>
          <w:szCs w:val="20"/>
        </w:rPr>
        <w:t>possu</w:t>
      </w:r>
      <w:r w:rsidR="00B12434">
        <w:rPr>
          <w:rFonts w:ascii="Calibri" w:hAnsi="Calibri"/>
          <w:szCs w:val="20"/>
        </w:rPr>
        <w:t>i</w:t>
      </w:r>
      <w:r w:rsidR="00B12434" w:rsidRPr="009C194C">
        <w:rPr>
          <w:rFonts w:ascii="Calibri" w:hAnsi="Calibri"/>
          <w:szCs w:val="20"/>
        </w:rPr>
        <w:t xml:space="preserve"> arranjo tipo</w:t>
      </w:r>
      <w:r w:rsidR="005679CE">
        <w:rPr>
          <w:rFonts w:ascii="Calibri" w:hAnsi="Calibri"/>
          <w:szCs w:val="20"/>
        </w:rPr>
        <w:t xml:space="preserve"> </w:t>
      </w:r>
      <w:r w:rsidR="005679CE" w:rsidRPr="00E35FA6">
        <w:rPr>
          <w:rFonts w:ascii="Calibri" w:hAnsi="Calibri"/>
          <w:szCs w:val="20"/>
        </w:rPr>
        <w:t>barra principal e transferência.</w:t>
      </w:r>
    </w:p>
    <w:p w:rsidR="008046D2" w:rsidRPr="00987487" w:rsidRDefault="008046D2" w:rsidP="009A3401">
      <w:pPr>
        <w:spacing w:line="240" w:lineRule="auto"/>
        <w:ind w:left="1276" w:hanging="1577"/>
        <w:rPr>
          <w:rFonts w:ascii="Calibri" w:hAnsi="Calibri"/>
          <w:spacing w:val="0"/>
          <w:sz w:val="18"/>
          <w:szCs w:val="18"/>
        </w:rPr>
      </w:pPr>
    </w:p>
    <w:p w:rsidR="008046D2" w:rsidRDefault="008046D2" w:rsidP="009A3401">
      <w:pPr>
        <w:spacing w:after="120"/>
        <w:ind w:left="1276" w:hanging="1577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    </w:t>
      </w:r>
      <w:r w:rsidR="009A3401">
        <w:rPr>
          <w:rFonts w:ascii="Calibri" w:hAnsi="Calibri"/>
          <w:b/>
        </w:rPr>
        <w:t xml:space="preserve">                </w:t>
      </w:r>
      <w:r w:rsidRPr="00373B82">
        <w:rPr>
          <w:rFonts w:ascii="Calibri" w:hAnsi="Calibri"/>
          <w:b/>
        </w:rPr>
        <w:t>Alterações propostas:</w:t>
      </w:r>
    </w:p>
    <w:p w:rsidR="008046D2" w:rsidRDefault="008046D2" w:rsidP="00295224">
      <w:pPr>
        <w:pStyle w:val="onsNormal"/>
        <w:numPr>
          <w:ilvl w:val="0"/>
          <w:numId w:val="19"/>
        </w:numPr>
        <w:tabs>
          <w:tab w:val="left" w:pos="1843"/>
        </w:tabs>
        <w:ind w:left="1276" w:firstLine="0"/>
        <w:jc w:val="left"/>
        <w:rPr>
          <w:rFonts w:ascii="Calibri" w:hAnsi="Calibri"/>
        </w:rPr>
      </w:pPr>
      <w:r w:rsidRPr="00934E53">
        <w:rPr>
          <w:rFonts w:ascii="Calibri" w:hAnsi="Calibri"/>
        </w:rPr>
        <w:t xml:space="preserve">Converter o arranjo do setor de 230 kV para barra dupla 4 chaves </w:t>
      </w:r>
    </w:p>
    <w:p w:rsidR="008046D2" w:rsidRDefault="008046D2" w:rsidP="00295224">
      <w:pPr>
        <w:pStyle w:val="onsNormal"/>
        <w:numPr>
          <w:ilvl w:val="0"/>
          <w:numId w:val="19"/>
        </w:numPr>
        <w:tabs>
          <w:tab w:val="left" w:pos="1843"/>
        </w:tabs>
        <w:ind w:left="1276" w:firstLine="0"/>
        <w:jc w:val="left"/>
        <w:rPr>
          <w:rFonts w:ascii="Calibri" w:hAnsi="Calibri"/>
        </w:rPr>
      </w:pPr>
      <w:r>
        <w:rPr>
          <w:rFonts w:ascii="Calibri" w:hAnsi="Calibri"/>
        </w:rPr>
        <w:t>I</w:t>
      </w:r>
      <w:r w:rsidRPr="00934E53">
        <w:rPr>
          <w:rFonts w:ascii="Calibri" w:hAnsi="Calibri"/>
        </w:rPr>
        <w:t>nstalar proteção de barra adaptativa</w:t>
      </w:r>
      <w:r>
        <w:rPr>
          <w:rFonts w:ascii="Calibri" w:hAnsi="Calibri"/>
        </w:rPr>
        <w:t>.</w:t>
      </w:r>
    </w:p>
    <w:p w:rsidR="005A78D0" w:rsidRDefault="005A78D0" w:rsidP="008046D2">
      <w:pPr>
        <w:pStyle w:val="onsNormal"/>
        <w:ind w:left="709"/>
        <w:jc w:val="left"/>
        <w:rPr>
          <w:rFonts w:ascii="Calibri" w:hAnsi="Calibri"/>
        </w:rPr>
      </w:pPr>
    </w:p>
    <w:p w:rsidR="005A78D0" w:rsidRPr="00A720DD" w:rsidRDefault="00E944AC" w:rsidP="009A3401">
      <w:pPr>
        <w:autoSpaceDE w:val="0"/>
        <w:autoSpaceDN w:val="0"/>
        <w:adjustRightInd w:val="0"/>
        <w:spacing w:after="120" w:line="360" w:lineRule="auto"/>
        <w:ind w:left="1276"/>
        <w:jc w:val="left"/>
        <w:rPr>
          <w:rFonts w:ascii="Calibri" w:hAnsi="Calibri" w:cs="Calibri"/>
          <w:spacing w:val="0"/>
          <w:szCs w:val="22"/>
        </w:rPr>
      </w:pPr>
      <w:r w:rsidRPr="00A720DD">
        <w:rPr>
          <w:rFonts w:ascii="Calibri" w:hAnsi="Calibri" w:cs="Calibri"/>
          <w:spacing w:val="0"/>
          <w:szCs w:val="22"/>
        </w:rPr>
        <w:t>A CHESF</w:t>
      </w:r>
      <w:r w:rsidR="005A78D0" w:rsidRPr="00A720DD">
        <w:rPr>
          <w:rFonts w:ascii="Calibri" w:hAnsi="Calibri" w:cs="Calibri"/>
          <w:spacing w:val="0"/>
          <w:szCs w:val="22"/>
        </w:rPr>
        <w:t xml:space="preserve"> informou:</w:t>
      </w:r>
    </w:p>
    <w:p w:rsidR="00FA3ED4" w:rsidRPr="00A720DD" w:rsidRDefault="00A720DD" w:rsidP="009A3401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="00FA3ED4" w:rsidRPr="00A720DD">
        <w:rPr>
          <w:rFonts w:ascii="Calibri" w:hAnsi="Calibri" w:cs="Calibri"/>
          <w:spacing w:val="0"/>
          <w:szCs w:val="22"/>
        </w:rPr>
        <w:t xml:space="preserve">Não ser factível a solução convencional com </w:t>
      </w:r>
      <w:proofErr w:type="spellStart"/>
      <w:r w:rsidR="00FA3ED4" w:rsidRPr="00A720DD">
        <w:rPr>
          <w:rFonts w:ascii="Calibri" w:hAnsi="Calibri" w:cs="Calibri"/>
          <w:spacing w:val="0"/>
          <w:szCs w:val="22"/>
        </w:rPr>
        <w:t>bays</w:t>
      </w:r>
      <w:proofErr w:type="spellEnd"/>
      <w:r w:rsidR="00FA3ED4" w:rsidRPr="00A720DD">
        <w:rPr>
          <w:rFonts w:ascii="Calibri" w:hAnsi="Calibri" w:cs="Calibri"/>
          <w:spacing w:val="0"/>
          <w:szCs w:val="22"/>
        </w:rPr>
        <w:t xml:space="preserve"> isolados a ar (AIS), tanto devido a inexistência de espaço físico como pela necessidade de desligar total ou parcialmente a subestação por quatro meses, em média, para desmontagem e montagem dos equipamentos e </w:t>
      </w:r>
      <w:proofErr w:type="spellStart"/>
      <w:r w:rsidR="00FA3ED4" w:rsidRPr="00A720DD">
        <w:rPr>
          <w:rFonts w:ascii="Calibri" w:hAnsi="Calibri" w:cs="Calibri"/>
          <w:spacing w:val="0"/>
          <w:szCs w:val="22"/>
        </w:rPr>
        <w:t>companentes</w:t>
      </w:r>
      <w:proofErr w:type="spellEnd"/>
      <w:r w:rsidR="00FA3ED4" w:rsidRPr="00A720DD">
        <w:rPr>
          <w:rFonts w:ascii="Calibri" w:hAnsi="Calibri" w:cs="Calibri"/>
          <w:spacing w:val="0"/>
          <w:szCs w:val="22"/>
        </w:rPr>
        <w:t>, preparando a instalação para conexão no SIN;</w:t>
      </w:r>
    </w:p>
    <w:p w:rsidR="00AB76BC" w:rsidRPr="00A720DD" w:rsidRDefault="00A720DD" w:rsidP="009A3401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="00AB76BC" w:rsidRPr="00A720DD">
        <w:rPr>
          <w:rFonts w:ascii="Calibri" w:hAnsi="Calibri" w:cs="Calibri"/>
          <w:spacing w:val="0"/>
          <w:szCs w:val="22"/>
        </w:rPr>
        <w:t>Ser factível a solução híbrida, de tamanho compacto, que combina módulos isolados à gás (GIS) com buchas poliméricas para interligação às barras pré-existentes isoladas à ar (AIS). O tempo de instalação é de três meses, com necessidade de interrupção de fornecimento parcial ou total das cargas, apresentando um avanço na  imunidade à condições ambientais e a simplificação da manutenção</w:t>
      </w:r>
      <w:r w:rsidR="00450B91">
        <w:rPr>
          <w:rFonts w:ascii="Calibri" w:hAnsi="Calibri" w:cs="Calibri"/>
          <w:spacing w:val="0"/>
          <w:szCs w:val="22"/>
        </w:rPr>
        <w:t>.</w:t>
      </w:r>
    </w:p>
    <w:p w:rsidR="00745F92" w:rsidRDefault="00745F92" w:rsidP="00AE601D">
      <w:pPr>
        <w:pStyle w:val="onsNormal"/>
        <w:ind w:left="993"/>
        <w:jc w:val="left"/>
        <w:rPr>
          <w:rFonts w:ascii="Calibri" w:hAnsi="Calibri"/>
          <w:b/>
        </w:rPr>
      </w:pPr>
    </w:p>
    <w:p w:rsidR="0061335E" w:rsidRPr="00AF0932" w:rsidRDefault="007B484E" w:rsidP="009A3401">
      <w:pPr>
        <w:pStyle w:val="Ttulo3"/>
        <w:tabs>
          <w:tab w:val="num" w:pos="0"/>
          <w:tab w:val="left" w:pos="993"/>
        </w:tabs>
        <w:ind w:left="1276" w:hanging="1577"/>
        <w:jc w:val="left"/>
        <w:rPr>
          <w:szCs w:val="24"/>
        </w:rPr>
      </w:pPr>
      <w:r>
        <w:rPr>
          <w:szCs w:val="24"/>
        </w:rPr>
        <w:t xml:space="preserve">   </w:t>
      </w:r>
      <w:bookmarkStart w:id="19" w:name="_Toc400455384"/>
      <w:r w:rsidR="008046D2" w:rsidRPr="008046D2">
        <w:rPr>
          <w:szCs w:val="24"/>
        </w:rPr>
        <w:t>COTEGIPE 230/69 kV</w:t>
      </w:r>
      <w:bookmarkEnd w:id="19"/>
    </w:p>
    <w:p w:rsidR="00B12434" w:rsidRPr="009B21FB" w:rsidRDefault="009A3401" w:rsidP="009A3401">
      <w:pPr>
        <w:spacing w:after="120"/>
        <w:ind w:left="1276" w:hanging="1577"/>
        <w:rPr>
          <w:rFonts w:ascii="Calibri" w:hAnsi="Calibri"/>
        </w:rPr>
      </w:pPr>
      <w:r>
        <w:rPr>
          <w:rFonts w:ascii="Calibri" w:hAnsi="Calibri"/>
          <w:b/>
        </w:rPr>
        <w:t xml:space="preserve">                        </w:t>
      </w:r>
      <w:r w:rsidR="007B484E">
        <w:rPr>
          <w:rFonts w:ascii="Calibri" w:hAnsi="Calibri"/>
          <w:b/>
        </w:rPr>
        <w:t xml:space="preserve">   </w:t>
      </w:r>
      <w:r w:rsidR="00B12434" w:rsidRPr="009B21FB">
        <w:rPr>
          <w:rFonts w:ascii="Calibri" w:hAnsi="Calibri"/>
          <w:b/>
        </w:rPr>
        <w:t>Arranjo de barra atual</w:t>
      </w:r>
      <w:r w:rsidR="00B12434" w:rsidRPr="009B21FB">
        <w:rPr>
          <w:rFonts w:ascii="Calibri" w:hAnsi="Calibri"/>
        </w:rPr>
        <w:t xml:space="preserve">: </w:t>
      </w:r>
    </w:p>
    <w:p w:rsidR="008046D2" w:rsidRDefault="008046D2" w:rsidP="009A3401">
      <w:pPr>
        <w:spacing w:line="240" w:lineRule="auto"/>
        <w:ind w:left="1276" w:hanging="1577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             </w:t>
      </w:r>
      <w:r w:rsidR="009A3401">
        <w:rPr>
          <w:rFonts w:ascii="Calibri" w:hAnsi="Calibri"/>
          <w:szCs w:val="20"/>
        </w:rPr>
        <w:t xml:space="preserve">           </w:t>
      </w:r>
      <w:r w:rsidR="007B484E">
        <w:rPr>
          <w:rFonts w:ascii="Calibri" w:hAnsi="Calibri"/>
          <w:szCs w:val="20"/>
        </w:rPr>
        <w:t xml:space="preserve">   </w:t>
      </w:r>
      <w:r>
        <w:rPr>
          <w:rFonts w:ascii="Calibri" w:hAnsi="Calibri"/>
          <w:szCs w:val="20"/>
        </w:rPr>
        <w:t>O s</w:t>
      </w:r>
      <w:r w:rsidRPr="009C194C">
        <w:rPr>
          <w:rFonts w:ascii="Calibri" w:hAnsi="Calibri"/>
          <w:szCs w:val="20"/>
        </w:rPr>
        <w:t xml:space="preserve">etor de </w:t>
      </w:r>
      <w:r>
        <w:rPr>
          <w:rFonts w:ascii="Calibri" w:hAnsi="Calibri"/>
          <w:szCs w:val="20"/>
        </w:rPr>
        <w:t>230</w:t>
      </w:r>
      <w:r w:rsidRPr="009C194C">
        <w:rPr>
          <w:rFonts w:ascii="Calibri" w:hAnsi="Calibri"/>
          <w:szCs w:val="20"/>
        </w:rPr>
        <w:t xml:space="preserve"> </w:t>
      </w:r>
      <w:r>
        <w:rPr>
          <w:rFonts w:ascii="Calibri" w:hAnsi="Calibri"/>
          <w:szCs w:val="20"/>
        </w:rPr>
        <w:t xml:space="preserve">kV </w:t>
      </w:r>
      <w:r w:rsidRPr="009C194C">
        <w:rPr>
          <w:rFonts w:ascii="Calibri" w:hAnsi="Calibri"/>
          <w:szCs w:val="20"/>
        </w:rPr>
        <w:t>possu</w:t>
      </w:r>
      <w:r>
        <w:rPr>
          <w:rFonts w:ascii="Calibri" w:hAnsi="Calibri"/>
          <w:szCs w:val="20"/>
        </w:rPr>
        <w:t>i</w:t>
      </w:r>
      <w:r w:rsidRPr="009C194C">
        <w:rPr>
          <w:rFonts w:ascii="Calibri" w:hAnsi="Calibri"/>
          <w:szCs w:val="20"/>
        </w:rPr>
        <w:t xml:space="preserve"> arranjo tipo</w:t>
      </w:r>
      <w:r>
        <w:rPr>
          <w:rFonts w:ascii="Calibri" w:hAnsi="Calibri"/>
          <w:szCs w:val="20"/>
        </w:rPr>
        <w:t xml:space="preserve"> </w:t>
      </w:r>
      <w:r w:rsidRPr="00E35FA6">
        <w:rPr>
          <w:rFonts w:ascii="Calibri" w:hAnsi="Calibri"/>
          <w:szCs w:val="20"/>
        </w:rPr>
        <w:t>barra principal e transferência.</w:t>
      </w:r>
    </w:p>
    <w:p w:rsidR="008046D2" w:rsidRPr="00987487" w:rsidRDefault="008046D2" w:rsidP="009A3401">
      <w:pPr>
        <w:spacing w:line="240" w:lineRule="auto"/>
        <w:ind w:left="1276" w:hanging="1577"/>
        <w:rPr>
          <w:rFonts w:ascii="Calibri" w:hAnsi="Calibri"/>
          <w:spacing w:val="0"/>
          <w:sz w:val="18"/>
          <w:szCs w:val="18"/>
        </w:rPr>
      </w:pPr>
    </w:p>
    <w:p w:rsidR="008046D2" w:rsidRDefault="008046D2" w:rsidP="009A3401">
      <w:pPr>
        <w:spacing w:after="120"/>
        <w:ind w:left="1276" w:hanging="1560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     </w:t>
      </w:r>
      <w:r w:rsidR="009A3401">
        <w:rPr>
          <w:rFonts w:ascii="Calibri" w:hAnsi="Calibri"/>
          <w:b/>
        </w:rPr>
        <w:t xml:space="preserve">           </w:t>
      </w:r>
      <w:r w:rsidR="007B484E">
        <w:rPr>
          <w:rFonts w:ascii="Calibri" w:hAnsi="Calibri"/>
          <w:b/>
        </w:rPr>
        <w:t xml:space="preserve">   </w:t>
      </w:r>
      <w:r w:rsidRPr="00373B82">
        <w:rPr>
          <w:rFonts w:ascii="Calibri" w:hAnsi="Calibri"/>
          <w:b/>
        </w:rPr>
        <w:t>Alterações propostas:</w:t>
      </w:r>
    </w:p>
    <w:p w:rsidR="008046D2" w:rsidRDefault="008046D2" w:rsidP="009A3401">
      <w:pPr>
        <w:pStyle w:val="onsNormal"/>
        <w:numPr>
          <w:ilvl w:val="0"/>
          <w:numId w:val="19"/>
        </w:numPr>
        <w:ind w:left="1276" w:hanging="142"/>
        <w:jc w:val="left"/>
        <w:rPr>
          <w:rFonts w:ascii="Calibri" w:hAnsi="Calibri"/>
        </w:rPr>
      </w:pPr>
      <w:r w:rsidRPr="00934E53">
        <w:rPr>
          <w:rFonts w:ascii="Calibri" w:hAnsi="Calibri"/>
        </w:rPr>
        <w:t xml:space="preserve">Converter o arranjo do setor de 230 kV para barra dupla 4 chaves </w:t>
      </w:r>
    </w:p>
    <w:p w:rsidR="008046D2" w:rsidRDefault="008046D2" w:rsidP="009A3401">
      <w:pPr>
        <w:pStyle w:val="onsNormal"/>
        <w:numPr>
          <w:ilvl w:val="0"/>
          <w:numId w:val="19"/>
        </w:numPr>
        <w:ind w:left="1276" w:hanging="142"/>
        <w:jc w:val="left"/>
        <w:rPr>
          <w:rFonts w:ascii="Calibri" w:hAnsi="Calibri"/>
        </w:rPr>
      </w:pPr>
      <w:r>
        <w:rPr>
          <w:rFonts w:ascii="Calibri" w:hAnsi="Calibri"/>
        </w:rPr>
        <w:lastRenderedPageBreak/>
        <w:t>I</w:t>
      </w:r>
      <w:r w:rsidRPr="00934E53">
        <w:rPr>
          <w:rFonts w:ascii="Calibri" w:hAnsi="Calibri"/>
        </w:rPr>
        <w:t>nstalar proteção de barra adaptativa</w:t>
      </w:r>
      <w:r>
        <w:rPr>
          <w:rFonts w:ascii="Calibri" w:hAnsi="Calibri"/>
        </w:rPr>
        <w:t>.</w:t>
      </w:r>
    </w:p>
    <w:p w:rsidR="00762472" w:rsidRDefault="00762472" w:rsidP="009A3401">
      <w:pPr>
        <w:pStyle w:val="onsNormal"/>
        <w:ind w:left="1276"/>
        <w:jc w:val="left"/>
        <w:rPr>
          <w:rFonts w:ascii="Calibri" w:hAnsi="Calibri"/>
        </w:rPr>
      </w:pPr>
    </w:p>
    <w:p w:rsidR="005A78D0" w:rsidRPr="00A720DD" w:rsidRDefault="00E944AC" w:rsidP="007B484E">
      <w:pPr>
        <w:autoSpaceDE w:val="0"/>
        <w:autoSpaceDN w:val="0"/>
        <w:adjustRightInd w:val="0"/>
        <w:spacing w:after="120" w:line="360" w:lineRule="auto"/>
        <w:ind w:left="1276"/>
        <w:jc w:val="left"/>
        <w:rPr>
          <w:rFonts w:ascii="Calibri" w:hAnsi="Calibri" w:cs="Calibri"/>
          <w:spacing w:val="0"/>
          <w:szCs w:val="22"/>
        </w:rPr>
      </w:pPr>
      <w:r w:rsidRPr="00A720DD">
        <w:rPr>
          <w:rFonts w:ascii="Calibri" w:hAnsi="Calibri" w:cs="Calibri"/>
          <w:spacing w:val="0"/>
          <w:szCs w:val="22"/>
        </w:rPr>
        <w:t>A CHESF</w:t>
      </w:r>
      <w:r w:rsidR="005A78D0" w:rsidRPr="00A720DD">
        <w:rPr>
          <w:rFonts w:ascii="Calibri" w:hAnsi="Calibri" w:cs="Calibri"/>
          <w:spacing w:val="0"/>
          <w:szCs w:val="22"/>
        </w:rPr>
        <w:t xml:space="preserve"> informou:</w:t>
      </w:r>
    </w:p>
    <w:p w:rsidR="005A78D0" w:rsidRPr="00A720DD" w:rsidRDefault="00A720DD" w:rsidP="007B484E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="00FA3ED4" w:rsidRPr="00A720DD">
        <w:rPr>
          <w:rFonts w:ascii="Calibri" w:hAnsi="Calibri" w:cs="Calibri"/>
          <w:spacing w:val="0"/>
          <w:szCs w:val="22"/>
        </w:rPr>
        <w:t xml:space="preserve">Não ser factível a solução convencional com </w:t>
      </w:r>
      <w:proofErr w:type="spellStart"/>
      <w:r w:rsidR="00FA3ED4" w:rsidRPr="00A720DD">
        <w:rPr>
          <w:rFonts w:ascii="Calibri" w:hAnsi="Calibri" w:cs="Calibri"/>
          <w:spacing w:val="0"/>
          <w:szCs w:val="22"/>
        </w:rPr>
        <w:t>bays</w:t>
      </w:r>
      <w:proofErr w:type="spellEnd"/>
      <w:r w:rsidR="00FA3ED4" w:rsidRPr="00A720DD">
        <w:rPr>
          <w:rFonts w:ascii="Calibri" w:hAnsi="Calibri" w:cs="Calibri"/>
          <w:spacing w:val="0"/>
          <w:szCs w:val="22"/>
        </w:rPr>
        <w:t xml:space="preserve"> isolados a ar (AIS), tanto devido a inexistência de espaço físico como pela necessidade de desligar total ou parcialmente a subestação por quatro meses, em média, para desmontagem e montagem dos equipamentos e </w:t>
      </w:r>
      <w:proofErr w:type="spellStart"/>
      <w:r w:rsidR="00FA3ED4" w:rsidRPr="00A720DD">
        <w:rPr>
          <w:rFonts w:ascii="Calibri" w:hAnsi="Calibri" w:cs="Calibri"/>
          <w:spacing w:val="0"/>
          <w:szCs w:val="22"/>
        </w:rPr>
        <w:t>companentes</w:t>
      </w:r>
      <w:proofErr w:type="spellEnd"/>
      <w:r w:rsidR="00FA3ED4" w:rsidRPr="00A720DD">
        <w:rPr>
          <w:rFonts w:ascii="Calibri" w:hAnsi="Calibri" w:cs="Calibri"/>
          <w:spacing w:val="0"/>
          <w:szCs w:val="22"/>
        </w:rPr>
        <w:t>, preparando a instalação para conexão no SIN;</w:t>
      </w:r>
    </w:p>
    <w:p w:rsidR="00AF5E1E" w:rsidRPr="00B95ED6" w:rsidRDefault="00AF5E1E" w:rsidP="00AF5E1E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Pr="00B95ED6">
        <w:rPr>
          <w:rFonts w:ascii="Calibri" w:hAnsi="Calibri" w:cs="Calibri"/>
          <w:spacing w:val="0"/>
          <w:szCs w:val="22"/>
        </w:rPr>
        <w:t>Ser factível a solução isolada a gás (GIS</w:t>
      </w:r>
      <w:r w:rsidR="001D31E6">
        <w:rPr>
          <w:rFonts w:ascii="Calibri" w:hAnsi="Calibri" w:cs="Calibri"/>
          <w:spacing w:val="0"/>
          <w:szCs w:val="22"/>
        </w:rPr>
        <w:t>).</w:t>
      </w:r>
    </w:p>
    <w:p w:rsidR="00B12434" w:rsidRDefault="00B12434" w:rsidP="00B12434">
      <w:pPr>
        <w:pStyle w:val="PargrafodaLista"/>
        <w:spacing w:after="120"/>
        <w:ind w:left="360"/>
        <w:rPr>
          <w:rFonts w:ascii="Calibri" w:hAnsi="Calibri"/>
        </w:rPr>
      </w:pPr>
    </w:p>
    <w:p w:rsidR="0061335E" w:rsidRDefault="008046D2" w:rsidP="007B484E">
      <w:pPr>
        <w:pStyle w:val="Ttulo3"/>
        <w:tabs>
          <w:tab w:val="num" w:pos="0"/>
        </w:tabs>
        <w:ind w:left="1276" w:hanging="1577"/>
        <w:jc w:val="left"/>
        <w:rPr>
          <w:szCs w:val="24"/>
        </w:rPr>
      </w:pPr>
      <w:bookmarkStart w:id="20" w:name="_Toc400455385"/>
      <w:r w:rsidRPr="008046D2">
        <w:rPr>
          <w:szCs w:val="24"/>
        </w:rPr>
        <w:t>EUNAPOLIS 230/138 kV</w:t>
      </w:r>
      <w:bookmarkEnd w:id="20"/>
    </w:p>
    <w:p w:rsidR="007B484E" w:rsidRDefault="0006402D" w:rsidP="007B484E">
      <w:pPr>
        <w:spacing w:after="120"/>
        <w:ind w:left="1276"/>
        <w:rPr>
          <w:rFonts w:ascii="Calibri" w:hAnsi="Calibri"/>
          <w:szCs w:val="20"/>
        </w:rPr>
      </w:pPr>
      <w:r w:rsidRPr="009B21FB">
        <w:rPr>
          <w:rFonts w:ascii="Calibri" w:hAnsi="Calibri"/>
          <w:b/>
        </w:rPr>
        <w:t>Arranjo de barra atual</w:t>
      </w:r>
      <w:r w:rsidRPr="009B21FB">
        <w:rPr>
          <w:rFonts w:ascii="Calibri" w:hAnsi="Calibri"/>
        </w:rPr>
        <w:t xml:space="preserve">: </w:t>
      </w:r>
      <w:r>
        <w:rPr>
          <w:rFonts w:ascii="Calibri" w:hAnsi="Calibri"/>
          <w:szCs w:val="20"/>
        </w:rPr>
        <w:t xml:space="preserve">           </w:t>
      </w:r>
    </w:p>
    <w:p w:rsidR="0006402D" w:rsidRPr="00987487" w:rsidRDefault="0006402D" w:rsidP="007B484E">
      <w:pPr>
        <w:spacing w:line="240" w:lineRule="auto"/>
        <w:ind w:left="1276"/>
        <w:rPr>
          <w:rFonts w:ascii="Calibri" w:hAnsi="Calibri"/>
          <w:spacing w:val="0"/>
          <w:sz w:val="18"/>
          <w:szCs w:val="18"/>
        </w:rPr>
      </w:pPr>
      <w:r>
        <w:rPr>
          <w:rFonts w:ascii="Calibri" w:hAnsi="Calibri"/>
          <w:szCs w:val="20"/>
        </w:rPr>
        <w:t>O s</w:t>
      </w:r>
      <w:r w:rsidRPr="009C194C">
        <w:rPr>
          <w:rFonts w:ascii="Calibri" w:hAnsi="Calibri"/>
          <w:szCs w:val="20"/>
        </w:rPr>
        <w:t xml:space="preserve">etor de </w:t>
      </w:r>
      <w:r>
        <w:rPr>
          <w:rFonts w:ascii="Calibri" w:hAnsi="Calibri"/>
          <w:szCs w:val="20"/>
        </w:rPr>
        <w:t>230</w:t>
      </w:r>
      <w:r w:rsidRPr="009C194C">
        <w:rPr>
          <w:rFonts w:ascii="Calibri" w:hAnsi="Calibri"/>
          <w:szCs w:val="20"/>
        </w:rPr>
        <w:t xml:space="preserve"> </w:t>
      </w:r>
      <w:r>
        <w:rPr>
          <w:rFonts w:ascii="Calibri" w:hAnsi="Calibri"/>
          <w:szCs w:val="20"/>
        </w:rPr>
        <w:t xml:space="preserve">kV </w:t>
      </w:r>
      <w:r w:rsidRPr="009C194C">
        <w:rPr>
          <w:rFonts w:ascii="Calibri" w:hAnsi="Calibri"/>
          <w:szCs w:val="20"/>
        </w:rPr>
        <w:t>possu</w:t>
      </w:r>
      <w:r>
        <w:rPr>
          <w:rFonts w:ascii="Calibri" w:hAnsi="Calibri"/>
          <w:szCs w:val="20"/>
        </w:rPr>
        <w:t>i</w:t>
      </w:r>
      <w:r w:rsidRPr="009C194C">
        <w:rPr>
          <w:rFonts w:ascii="Calibri" w:hAnsi="Calibri"/>
          <w:szCs w:val="20"/>
        </w:rPr>
        <w:t xml:space="preserve"> arranjo tipo</w:t>
      </w:r>
      <w:r>
        <w:rPr>
          <w:rFonts w:ascii="Calibri" w:hAnsi="Calibri"/>
          <w:szCs w:val="20"/>
        </w:rPr>
        <w:t xml:space="preserve"> </w:t>
      </w:r>
      <w:r w:rsidRPr="00E35FA6">
        <w:rPr>
          <w:rFonts w:ascii="Calibri" w:hAnsi="Calibri"/>
          <w:szCs w:val="20"/>
        </w:rPr>
        <w:t>barra principal e transferência.</w:t>
      </w:r>
      <w:r w:rsidR="00295224" w:rsidRPr="00987487">
        <w:rPr>
          <w:rFonts w:ascii="Calibri" w:hAnsi="Calibri"/>
          <w:spacing w:val="0"/>
          <w:sz w:val="18"/>
          <w:szCs w:val="18"/>
        </w:rPr>
        <w:t xml:space="preserve"> </w:t>
      </w:r>
    </w:p>
    <w:p w:rsidR="007B484E" w:rsidRDefault="0006402D" w:rsidP="007B484E">
      <w:pPr>
        <w:spacing w:after="120"/>
        <w:ind w:left="1276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   </w:t>
      </w:r>
    </w:p>
    <w:p w:rsidR="0006402D" w:rsidRDefault="0006402D" w:rsidP="007B484E">
      <w:pPr>
        <w:spacing w:after="120"/>
        <w:ind w:left="1276"/>
        <w:rPr>
          <w:rFonts w:ascii="Calibri" w:hAnsi="Calibri"/>
          <w:b/>
        </w:rPr>
      </w:pPr>
      <w:r w:rsidRPr="00373B82">
        <w:rPr>
          <w:rFonts w:ascii="Calibri" w:hAnsi="Calibri"/>
          <w:b/>
        </w:rPr>
        <w:t>Alterações propostas:</w:t>
      </w:r>
    </w:p>
    <w:p w:rsidR="0006402D" w:rsidRDefault="0006402D" w:rsidP="00602A78">
      <w:pPr>
        <w:pStyle w:val="onsNormal"/>
        <w:numPr>
          <w:ilvl w:val="0"/>
          <w:numId w:val="19"/>
        </w:numPr>
        <w:ind w:left="1276" w:hanging="142"/>
        <w:jc w:val="left"/>
        <w:rPr>
          <w:rFonts w:ascii="Calibri" w:hAnsi="Calibri"/>
        </w:rPr>
      </w:pPr>
      <w:r w:rsidRPr="00934E53">
        <w:rPr>
          <w:rFonts w:ascii="Calibri" w:hAnsi="Calibri"/>
        </w:rPr>
        <w:t xml:space="preserve">Converter o arranjo do setor de 230 kV para barra dupla 4 chaves </w:t>
      </w:r>
    </w:p>
    <w:p w:rsidR="005A78D0" w:rsidRDefault="005A78D0" w:rsidP="005A78D0">
      <w:pPr>
        <w:autoSpaceDE w:val="0"/>
        <w:autoSpaceDN w:val="0"/>
        <w:adjustRightInd w:val="0"/>
        <w:spacing w:after="120" w:line="360" w:lineRule="auto"/>
        <w:ind w:left="993"/>
        <w:jc w:val="left"/>
        <w:rPr>
          <w:rFonts w:ascii="Calibri" w:hAnsi="Calibri" w:cs="Calibri"/>
          <w:color w:val="FF0000"/>
          <w:spacing w:val="0"/>
          <w:szCs w:val="22"/>
        </w:rPr>
      </w:pPr>
    </w:p>
    <w:p w:rsidR="005A78D0" w:rsidRPr="00A720DD" w:rsidRDefault="00E944AC" w:rsidP="007B484E">
      <w:pPr>
        <w:autoSpaceDE w:val="0"/>
        <w:autoSpaceDN w:val="0"/>
        <w:adjustRightInd w:val="0"/>
        <w:spacing w:after="120" w:line="360" w:lineRule="auto"/>
        <w:ind w:left="1276"/>
        <w:jc w:val="left"/>
        <w:rPr>
          <w:rFonts w:ascii="Calibri" w:hAnsi="Calibri" w:cs="Calibri"/>
          <w:spacing w:val="0"/>
          <w:szCs w:val="22"/>
        </w:rPr>
      </w:pPr>
      <w:r w:rsidRPr="00A720DD">
        <w:rPr>
          <w:rFonts w:ascii="Calibri" w:hAnsi="Calibri" w:cs="Calibri"/>
          <w:spacing w:val="0"/>
          <w:szCs w:val="22"/>
        </w:rPr>
        <w:t>A CHESF</w:t>
      </w:r>
      <w:r w:rsidR="005A78D0" w:rsidRPr="00A720DD">
        <w:rPr>
          <w:rFonts w:ascii="Calibri" w:hAnsi="Calibri" w:cs="Calibri"/>
          <w:spacing w:val="0"/>
          <w:szCs w:val="22"/>
        </w:rPr>
        <w:t xml:space="preserve"> informou:</w:t>
      </w:r>
    </w:p>
    <w:p w:rsidR="00FF09A1" w:rsidRPr="00A720DD" w:rsidRDefault="00A720DD" w:rsidP="007B484E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="00FF09A1" w:rsidRPr="00A720DD">
        <w:rPr>
          <w:rFonts w:ascii="Calibri" w:hAnsi="Calibri" w:cs="Calibri"/>
          <w:spacing w:val="0"/>
          <w:szCs w:val="22"/>
        </w:rPr>
        <w:t xml:space="preserve">Não ser factível a solução convencional com </w:t>
      </w:r>
      <w:proofErr w:type="spellStart"/>
      <w:r w:rsidR="00FF09A1" w:rsidRPr="00A720DD">
        <w:rPr>
          <w:rFonts w:ascii="Calibri" w:hAnsi="Calibri" w:cs="Calibri"/>
          <w:spacing w:val="0"/>
          <w:szCs w:val="22"/>
        </w:rPr>
        <w:t>bays</w:t>
      </w:r>
      <w:proofErr w:type="spellEnd"/>
      <w:r w:rsidR="00FF09A1" w:rsidRPr="00A720DD">
        <w:rPr>
          <w:rFonts w:ascii="Calibri" w:hAnsi="Calibri" w:cs="Calibri"/>
          <w:spacing w:val="0"/>
          <w:szCs w:val="22"/>
        </w:rPr>
        <w:t xml:space="preserve"> isolados a ar (AIS), tanto devido a inexistência de espaço físico como pela necessidade de desligar total ou parcialmente a subestação por quatro meses, em média, para desmontagem e montagem dos equipamentos e </w:t>
      </w:r>
      <w:proofErr w:type="spellStart"/>
      <w:r w:rsidR="00FF09A1" w:rsidRPr="00A720DD">
        <w:rPr>
          <w:rFonts w:ascii="Calibri" w:hAnsi="Calibri" w:cs="Calibri"/>
          <w:spacing w:val="0"/>
          <w:szCs w:val="22"/>
        </w:rPr>
        <w:t>companentes</w:t>
      </w:r>
      <w:proofErr w:type="spellEnd"/>
      <w:r w:rsidR="00FF09A1" w:rsidRPr="00A720DD">
        <w:rPr>
          <w:rFonts w:ascii="Calibri" w:hAnsi="Calibri" w:cs="Calibri"/>
          <w:spacing w:val="0"/>
          <w:szCs w:val="22"/>
        </w:rPr>
        <w:t>, preparando a instalação para conexão no SIN;</w:t>
      </w:r>
    </w:p>
    <w:p w:rsidR="00AA22EA" w:rsidRPr="00A720DD" w:rsidRDefault="00A720DD" w:rsidP="007B484E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S</w:t>
      </w:r>
      <w:r w:rsidR="00AA22EA" w:rsidRPr="00A720DD">
        <w:rPr>
          <w:rFonts w:ascii="Calibri" w:hAnsi="Calibri" w:cs="Calibri"/>
          <w:spacing w:val="0"/>
          <w:szCs w:val="22"/>
        </w:rPr>
        <w:t>er factível a solução híbrida, de tamanho compacto, que combina módulos isolados à gás (GIS) com buchas poliméricas para interligação às barras pré-existentes isoladas à ar (AIS). O tempo de instalação é de três meses, com necessidade de interrupção de fornecimento parcial ou total das cargas, apresentando um avanço na  imunidade à condições ambientais e a simplificação da manutenção</w:t>
      </w:r>
      <w:r w:rsidR="001D31E6">
        <w:rPr>
          <w:rFonts w:ascii="Calibri" w:hAnsi="Calibri" w:cs="Calibri"/>
          <w:spacing w:val="0"/>
          <w:szCs w:val="22"/>
        </w:rPr>
        <w:t>.</w:t>
      </w:r>
    </w:p>
    <w:p w:rsidR="00E35FA6" w:rsidRPr="0054796B" w:rsidRDefault="00E35FA6" w:rsidP="00211BCA">
      <w:pPr>
        <w:pStyle w:val="PargrafodaLista"/>
        <w:spacing w:after="120"/>
        <w:ind w:left="360"/>
        <w:rPr>
          <w:rFonts w:ascii="Calibri" w:hAnsi="Calibri"/>
        </w:rPr>
      </w:pPr>
    </w:p>
    <w:p w:rsidR="0061335E" w:rsidRPr="0054796B" w:rsidRDefault="007E22C2" w:rsidP="007B484E">
      <w:pPr>
        <w:pStyle w:val="Ttulo3"/>
        <w:tabs>
          <w:tab w:val="num" w:pos="0"/>
        </w:tabs>
        <w:ind w:left="1276" w:hanging="1577"/>
        <w:jc w:val="left"/>
        <w:rPr>
          <w:szCs w:val="24"/>
        </w:rPr>
      </w:pPr>
      <w:bookmarkStart w:id="21" w:name="_Toc400455386"/>
      <w:r w:rsidRPr="007E22C2">
        <w:rPr>
          <w:szCs w:val="24"/>
        </w:rPr>
        <w:t>GOVERNADOR MANGABEIRA</w:t>
      </w:r>
      <w:r>
        <w:rPr>
          <w:szCs w:val="24"/>
        </w:rPr>
        <w:t xml:space="preserve"> </w:t>
      </w:r>
      <w:r w:rsidRPr="007E22C2">
        <w:rPr>
          <w:szCs w:val="24"/>
        </w:rPr>
        <w:t>230 kV</w:t>
      </w:r>
      <w:bookmarkEnd w:id="21"/>
    </w:p>
    <w:p w:rsidR="00B12434" w:rsidRPr="009B21FB" w:rsidRDefault="00B12434" w:rsidP="007B484E">
      <w:pPr>
        <w:spacing w:after="120"/>
        <w:ind w:left="1276"/>
        <w:rPr>
          <w:rFonts w:ascii="Calibri" w:hAnsi="Calibri"/>
        </w:rPr>
      </w:pPr>
      <w:r w:rsidRPr="009B21FB">
        <w:rPr>
          <w:rFonts w:ascii="Calibri" w:hAnsi="Calibri"/>
          <w:b/>
        </w:rPr>
        <w:t>Arranjo de barra atual</w:t>
      </w:r>
      <w:r w:rsidRPr="009B21FB">
        <w:rPr>
          <w:rFonts w:ascii="Calibri" w:hAnsi="Calibri"/>
        </w:rPr>
        <w:t xml:space="preserve">: </w:t>
      </w:r>
    </w:p>
    <w:p w:rsidR="007E22C2" w:rsidRDefault="007E22C2" w:rsidP="007E22C2">
      <w:pPr>
        <w:spacing w:line="240" w:lineRule="auto"/>
        <w:ind w:left="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             </w:t>
      </w:r>
      <w:r w:rsidR="007B484E">
        <w:rPr>
          <w:rFonts w:ascii="Calibri" w:hAnsi="Calibri"/>
          <w:szCs w:val="20"/>
        </w:rPr>
        <w:t xml:space="preserve">         </w:t>
      </w:r>
      <w:r>
        <w:rPr>
          <w:rFonts w:ascii="Calibri" w:hAnsi="Calibri"/>
          <w:szCs w:val="20"/>
        </w:rPr>
        <w:t>O s</w:t>
      </w:r>
      <w:r w:rsidRPr="009C194C">
        <w:rPr>
          <w:rFonts w:ascii="Calibri" w:hAnsi="Calibri"/>
          <w:szCs w:val="20"/>
        </w:rPr>
        <w:t xml:space="preserve">etor de </w:t>
      </w:r>
      <w:r>
        <w:rPr>
          <w:rFonts w:ascii="Calibri" w:hAnsi="Calibri"/>
          <w:szCs w:val="20"/>
        </w:rPr>
        <w:t>230</w:t>
      </w:r>
      <w:r w:rsidRPr="009C194C">
        <w:rPr>
          <w:rFonts w:ascii="Calibri" w:hAnsi="Calibri"/>
          <w:szCs w:val="20"/>
        </w:rPr>
        <w:t xml:space="preserve"> </w:t>
      </w:r>
      <w:r>
        <w:rPr>
          <w:rFonts w:ascii="Calibri" w:hAnsi="Calibri"/>
          <w:szCs w:val="20"/>
        </w:rPr>
        <w:t xml:space="preserve">kV </w:t>
      </w:r>
      <w:r w:rsidRPr="009C194C">
        <w:rPr>
          <w:rFonts w:ascii="Calibri" w:hAnsi="Calibri"/>
          <w:szCs w:val="20"/>
        </w:rPr>
        <w:t>possu</w:t>
      </w:r>
      <w:r>
        <w:rPr>
          <w:rFonts w:ascii="Calibri" w:hAnsi="Calibri"/>
          <w:szCs w:val="20"/>
        </w:rPr>
        <w:t>i</w:t>
      </w:r>
      <w:r w:rsidRPr="009C194C">
        <w:rPr>
          <w:rFonts w:ascii="Calibri" w:hAnsi="Calibri"/>
          <w:szCs w:val="20"/>
        </w:rPr>
        <w:t xml:space="preserve"> arranjo tipo</w:t>
      </w:r>
      <w:r>
        <w:rPr>
          <w:rFonts w:ascii="Calibri" w:hAnsi="Calibri"/>
          <w:szCs w:val="20"/>
        </w:rPr>
        <w:t xml:space="preserve"> </w:t>
      </w:r>
      <w:r w:rsidRPr="00E35FA6">
        <w:rPr>
          <w:rFonts w:ascii="Calibri" w:hAnsi="Calibri"/>
          <w:szCs w:val="20"/>
        </w:rPr>
        <w:t>barra principal e transferência.</w:t>
      </w:r>
    </w:p>
    <w:p w:rsidR="007E22C2" w:rsidRDefault="007E22C2" w:rsidP="007E22C2">
      <w:pPr>
        <w:spacing w:line="240" w:lineRule="auto"/>
        <w:ind w:left="0"/>
        <w:rPr>
          <w:rFonts w:ascii="Calibri" w:hAnsi="Calibri"/>
          <w:szCs w:val="20"/>
        </w:rPr>
      </w:pPr>
    </w:p>
    <w:p w:rsidR="00B12434" w:rsidRDefault="007B484E" w:rsidP="007F3BB3">
      <w:pPr>
        <w:pStyle w:val="onsNormal"/>
        <w:ind w:left="709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 xml:space="preserve">         </w:t>
      </w:r>
      <w:r w:rsidR="00B12434" w:rsidRPr="00AF6352">
        <w:rPr>
          <w:rFonts w:ascii="Calibri" w:hAnsi="Calibri"/>
          <w:b/>
        </w:rPr>
        <w:t>Alterações propostas</w:t>
      </w:r>
      <w:r w:rsidR="00B12434">
        <w:rPr>
          <w:rFonts w:ascii="Calibri" w:hAnsi="Calibri"/>
          <w:b/>
        </w:rPr>
        <w:t>:</w:t>
      </w:r>
    </w:p>
    <w:p w:rsidR="0054796B" w:rsidRPr="007E22C2" w:rsidRDefault="0054796B" w:rsidP="004925A2">
      <w:pPr>
        <w:pStyle w:val="onsNormal"/>
        <w:numPr>
          <w:ilvl w:val="0"/>
          <w:numId w:val="19"/>
        </w:numPr>
        <w:tabs>
          <w:tab w:val="left" w:pos="1701"/>
        </w:tabs>
        <w:ind w:left="1276" w:firstLine="0"/>
        <w:jc w:val="left"/>
        <w:rPr>
          <w:rFonts w:ascii="Calibri" w:hAnsi="Calibri"/>
        </w:rPr>
      </w:pPr>
      <w:r w:rsidRPr="007E22C2">
        <w:rPr>
          <w:rFonts w:ascii="Calibri" w:hAnsi="Calibri"/>
        </w:rPr>
        <w:t xml:space="preserve"> </w:t>
      </w:r>
      <w:r w:rsidR="007E22C2" w:rsidRPr="007E22C2">
        <w:rPr>
          <w:rFonts w:ascii="Calibri" w:hAnsi="Calibri"/>
        </w:rPr>
        <w:t>Converter o arranjo do setor de 230 kV para barra dupla 4 chaves.</w:t>
      </w:r>
    </w:p>
    <w:p w:rsidR="005A78D0" w:rsidRDefault="005A78D0" w:rsidP="005A78D0">
      <w:pPr>
        <w:autoSpaceDE w:val="0"/>
        <w:autoSpaceDN w:val="0"/>
        <w:adjustRightInd w:val="0"/>
        <w:spacing w:after="120" w:line="360" w:lineRule="auto"/>
        <w:ind w:left="993"/>
        <w:jc w:val="left"/>
        <w:rPr>
          <w:rFonts w:ascii="Calibri" w:hAnsi="Calibri" w:cs="Calibri"/>
          <w:color w:val="FF0000"/>
          <w:spacing w:val="0"/>
          <w:szCs w:val="22"/>
        </w:rPr>
      </w:pPr>
    </w:p>
    <w:p w:rsidR="005A78D0" w:rsidRPr="00A720DD" w:rsidRDefault="00E944AC" w:rsidP="007B484E">
      <w:pPr>
        <w:autoSpaceDE w:val="0"/>
        <w:autoSpaceDN w:val="0"/>
        <w:adjustRightInd w:val="0"/>
        <w:spacing w:after="120" w:line="360" w:lineRule="auto"/>
        <w:ind w:left="1276"/>
        <w:jc w:val="left"/>
        <w:rPr>
          <w:rFonts w:ascii="Calibri" w:hAnsi="Calibri" w:cs="Calibri"/>
          <w:spacing w:val="0"/>
          <w:szCs w:val="22"/>
        </w:rPr>
      </w:pPr>
      <w:r w:rsidRPr="00A720DD">
        <w:rPr>
          <w:rFonts w:ascii="Calibri" w:hAnsi="Calibri" w:cs="Calibri"/>
          <w:spacing w:val="0"/>
          <w:szCs w:val="22"/>
        </w:rPr>
        <w:t>A CHESF</w:t>
      </w:r>
      <w:r w:rsidR="005A78D0" w:rsidRPr="00A720DD">
        <w:rPr>
          <w:rFonts w:ascii="Calibri" w:hAnsi="Calibri" w:cs="Calibri"/>
          <w:spacing w:val="0"/>
          <w:szCs w:val="22"/>
        </w:rPr>
        <w:t xml:space="preserve"> informou:</w:t>
      </w:r>
    </w:p>
    <w:p w:rsidR="00FF09A1" w:rsidRPr="00A720DD" w:rsidRDefault="00A720DD" w:rsidP="007B484E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="00FF09A1" w:rsidRPr="00A720DD">
        <w:rPr>
          <w:rFonts w:ascii="Calibri" w:hAnsi="Calibri" w:cs="Calibri"/>
          <w:spacing w:val="0"/>
          <w:szCs w:val="22"/>
        </w:rPr>
        <w:t xml:space="preserve">Não ser factível a solução convencional com </w:t>
      </w:r>
      <w:proofErr w:type="spellStart"/>
      <w:r w:rsidR="00FF09A1" w:rsidRPr="00A720DD">
        <w:rPr>
          <w:rFonts w:ascii="Calibri" w:hAnsi="Calibri" w:cs="Calibri"/>
          <w:spacing w:val="0"/>
          <w:szCs w:val="22"/>
        </w:rPr>
        <w:t>bays</w:t>
      </w:r>
      <w:proofErr w:type="spellEnd"/>
      <w:r w:rsidR="00FF09A1" w:rsidRPr="00A720DD">
        <w:rPr>
          <w:rFonts w:ascii="Calibri" w:hAnsi="Calibri" w:cs="Calibri"/>
          <w:spacing w:val="0"/>
          <w:szCs w:val="22"/>
        </w:rPr>
        <w:t xml:space="preserve"> isolados a ar (AIS), tanto devido a inexistência de espaço físico como pela necessidade de desligar total ou parcialmente a subestação por quatro meses, em média, para desmontagem e montagem dos equipamentos e </w:t>
      </w:r>
      <w:proofErr w:type="spellStart"/>
      <w:r w:rsidR="00FF09A1" w:rsidRPr="00A720DD">
        <w:rPr>
          <w:rFonts w:ascii="Calibri" w:hAnsi="Calibri" w:cs="Calibri"/>
          <w:spacing w:val="0"/>
          <w:szCs w:val="22"/>
        </w:rPr>
        <w:t>companentes</w:t>
      </w:r>
      <w:proofErr w:type="spellEnd"/>
      <w:r w:rsidR="00FF09A1" w:rsidRPr="00A720DD">
        <w:rPr>
          <w:rFonts w:ascii="Calibri" w:hAnsi="Calibri" w:cs="Calibri"/>
          <w:spacing w:val="0"/>
          <w:szCs w:val="22"/>
        </w:rPr>
        <w:t>, preparando a instalação para conexão no SIN;</w:t>
      </w:r>
    </w:p>
    <w:p w:rsidR="00EA07C5" w:rsidRPr="00B95ED6" w:rsidRDefault="00EA07C5" w:rsidP="00EA07C5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Pr="00B95ED6">
        <w:rPr>
          <w:rFonts w:ascii="Calibri" w:hAnsi="Calibri" w:cs="Calibri"/>
          <w:spacing w:val="0"/>
          <w:szCs w:val="22"/>
        </w:rPr>
        <w:t>Ser factível a solução isolada a gás (GIS</w:t>
      </w:r>
      <w:r w:rsidR="001D31E6">
        <w:rPr>
          <w:rFonts w:ascii="Calibri" w:hAnsi="Calibri" w:cs="Calibri"/>
          <w:spacing w:val="0"/>
          <w:szCs w:val="22"/>
        </w:rPr>
        <w:t>).</w:t>
      </w:r>
    </w:p>
    <w:p w:rsidR="00B12434" w:rsidRDefault="0054796B" w:rsidP="00B12434">
      <w:pPr>
        <w:spacing w:after="120"/>
        <w:ind w:left="0"/>
        <w:rPr>
          <w:rFonts w:ascii="Calibri" w:hAnsi="Calibri"/>
        </w:rPr>
      </w:pPr>
      <w:r w:rsidRPr="00372EA6">
        <w:rPr>
          <w:noProof/>
        </w:rPr>
        <w:drawing>
          <wp:inline distT="0" distB="0" distL="0" distR="0">
            <wp:extent cx="3942080" cy="3467735"/>
            <wp:effectExtent l="19050" t="0" r="1270" b="0"/>
            <wp:docPr id="17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2080" cy="3467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EA6" w:rsidRPr="00372EA6" w:rsidRDefault="007E22C2" w:rsidP="007B484E">
      <w:pPr>
        <w:pStyle w:val="Ttulo3"/>
        <w:tabs>
          <w:tab w:val="num" w:pos="0"/>
        </w:tabs>
        <w:ind w:left="1276" w:hanging="1577"/>
        <w:jc w:val="left"/>
      </w:pPr>
      <w:bookmarkStart w:id="22" w:name="_Toc400455387"/>
      <w:r w:rsidRPr="007E22C2">
        <w:rPr>
          <w:szCs w:val="24"/>
        </w:rPr>
        <w:t>ICÓ 230/69 kV</w:t>
      </w:r>
      <w:bookmarkEnd w:id="22"/>
    </w:p>
    <w:p w:rsidR="00372EA6" w:rsidRDefault="007B484E" w:rsidP="00372EA6">
      <w:pPr>
        <w:pStyle w:val="PargrafodaLista"/>
        <w:spacing w:after="120"/>
        <w:ind w:left="709"/>
        <w:rPr>
          <w:rFonts w:ascii="Calibri" w:hAnsi="Calibri"/>
        </w:rPr>
      </w:pPr>
      <w:r>
        <w:rPr>
          <w:rFonts w:ascii="Calibri" w:hAnsi="Calibri"/>
          <w:b/>
        </w:rPr>
        <w:t xml:space="preserve">         </w:t>
      </w:r>
      <w:r w:rsidR="00B12434" w:rsidRPr="00FB7017">
        <w:rPr>
          <w:rFonts w:ascii="Calibri" w:hAnsi="Calibri"/>
          <w:b/>
        </w:rPr>
        <w:t>Arranjo de barra atual</w:t>
      </w:r>
      <w:r w:rsidR="00B12434" w:rsidRPr="00FB7017">
        <w:rPr>
          <w:rFonts w:ascii="Calibri" w:hAnsi="Calibri"/>
        </w:rPr>
        <w:t xml:space="preserve">: </w:t>
      </w:r>
      <w:r w:rsidR="00B12434">
        <w:rPr>
          <w:rFonts w:ascii="Calibri" w:hAnsi="Calibri"/>
        </w:rPr>
        <w:t xml:space="preserve">     </w:t>
      </w:r>
      <w:r w:rsidR="007F3BB3">
        <w:rPr>
          <w:rFonts w:ascii="Calibri" w:hAnsi="Calibri"/>
        </w:rPr>
        <w:t xml:space="preserve">        </w:t>
      </w:r>
    </w:p>
    <w:p w:rsidR="00B12434" w:rsidRPr="00FB7017" w:rsidRDefault="007F3BB3" w:rsidP="00372EA6">
      <w:pPr>
        <w:pStyle w:val="PargrafodaLista"/>
        <w:spacing w:after="120"/>
        <w:ind w:left="709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7B484E">
        <w:rPr>
          <w:rFonts w:ascii="Calibri" w:hAnsi="Calibri"/>
        </w:rPr>
        <w:t xml:space="preserve">        </w:t>
      </w:r>
      <w:r w:rsidR="00295224">
        <w:rPr>
          <w:rFonts w:ascii="Calibri" w:hAnsi="Calibri"/>
        </w:rPr>
        <w:t xml:space="preserve"> </w:t>
      </w:r>
      <w:r w:rsidR="007E22C2">
        <w:rPr>
          <w:rFonts w:ascii="Calibri" w:hAnsi="Calibri"/>
          <w:szCs w:val="20"/>
        </w:rPr>
        <w:t>O s</w:t>
      </w:r>
      <w:r w:rsidR="007E22C2" w:rsidRPr="009C194C">
        <w:rPr>
          <w:rFonts w:ascii="Calibri" w:hAnsi="Calibri"/>
          <w:szCs w:val="20"/>
        </w:rPr>
        <w:t xml:space="preserve">etor de </w:t>
      </w:r>
      <w:r w:rsidR="007E22C2">
        <w:rPr>
          <w:rFonts w:ascii="Calibri" w:hAnsi="Calibri"/>
          <w:szCs w:val="20"/>
        </w:rPr>
        <w:t>230</w:t>
      </w:r>
      <w:r w:rsidR="007E22C2" w:rsidRPr="009C194C">
        <w:rPr>
          <w:rFonts w:ascii="Calibri" w:hAnsi="Calibri"/>
          <w:szCs w:val="20"/>
        </w:rPr>
        <w:t xml:space="preserve"> </w:t>
      </w:r>
      <w:r w:rsidR="007E22C2">
        <w:rPr>
          <w:rFonts w:ascii="Calibri" w:hAnsi="Calibri"/>
          <w:szCs w:val="20"/>
        </w:rPr>
        <w:t xml:space="preserve">kV </w:t>
      </w:r>
      <w:r w:rsidR="007E22C2" w:rsidRPr="009C194C">
        <w:rPr>
          <w:rFonts w:ascii="Calibri" w:hAnsi="Calibri"/>
          <w:szCs w:val="20"/>
        </w:rPr>
        <w:t>possu</w:t>
      </w:r>
      <w:r w:rsidR="007E22C2">
        <w:rPr>
          <w:rFonts w:ascii="Calibri" w:hAnsi="Calibri"/>
          <w:szCs w:val="20"/>
        </w:rPr>
        <w:t>i</w:t>
      </w:r>
      <w:r w:rsidR="007E22C2" w:rsidRPr="009C194C">
        <w:rPr>
          <w:rFonts w:ascii="Calibri" w:hAnsi="Calibri"/>
          <w:szCs w:val="20"/>
        </w:rPr>
        <w:t xml:space="preserve"> arranjo tipo</w:t>
      </w:r>
      <w:r w:rsidR="007E22C2">
        <w:rPr>
          <w:rFonts w:ascii="Calibri" w:hAnsi="Calibri"/>
          <w:szCs w:val="20"/>
        </w:rPr>
        <w:t xml:space="preserve"> </w:t>
      </w:r>
      <w:r w:rsidR="007E22C2" w:rsidRPr="00E35FA6">
        <w:rPr>
          <w:rFonts w:ascii="Calibri" w:hAnsi="Calibri"/>
          <w:szCs w:val="20"/>
        </w:rPr>
        <w:t>barra principal e transferência.</w:t>
      </w:r>
    </w:p>
    <w:p w:rsidR="007E22C2" w:rsidRDefault="007E22C2" w:rsidP="007B484E">
      <w:pPr>
        <w:pStyle w:val="onsNormal"/>
        <w:ind w:left="1276"/>
        <w:rPr>
          <w:rFonts w:ascii="Calibri" w:hAnsi="Calibri"/>
          <w:b/>
        </w:rPr>
      </w:pPr>
      <w:r w:rsidRPr="00AF6352">
        <w:rPr>
          <w:rFonts w:ascii="Calibri" w:hAnsi="Calibri"/>
          <w:b/>
        </w:rPr>
        <w:t>Alterações propostas</w:t>
      </w:r>
      <w:r>
        <w:rPr>
          <w:rFonts w:ascii="Calibri" w:hAnsi="Calibri"/>
          <w:b/>
        </w:rPr>
        <w:t>:</w:t>
      </w:r>
    </w:p>
    <w:p w:rsidR="007E22C2" w:rsidRPr="007E22C2" w:rsidRDefault="007E22C2" w:rsidP="004925A2">
      <w:pPr>
        <w:pStyle w:val="onsNormal"/>
        <w:numPr>
          <w:ilvl w:val="0"/>
          <w:numId w:val="19"/>
        </w:numPr>
        <w:tabs>
          <w:tab w:val="left" w:pos="1843"/>
        </w:tabs>
        <w:ind w:left="1276" w:firstLine="0"/>
        <w:jc w:val="left"/>
        <w:rPr>
          <w:rFonts w:ascii="Calibri" w:hAnsi="Calibri"/>
        </w:rPr>
      </w:pPr>
      <w:r w:rsidRPr="007E22C2">
        <w:rPr>
          <w:rFonts w:ascii="Calibri" w:hAnsi="Calibri"/>
        </w:rPr>
        <w:t xml:space="preserve"> Converter o arranjo do setor de 230 kV para barra dupla 4 chaves.</w:t>
      </w:r>
    </w:p>
    <w:p w:rsidR="005A78D0" w:rsidRDefault="005A78D0" w:rsidP="005A78D0">
      <w:pPr>
        <w:autoSpaceDE w:val="0"/>
        <w:autoSpaceDN w:val="0"/>
        <w:adjustRightInd w:val="0"/>
        <w:spacing w:after="120" w:line="360" w:lineRule="auto"/>
        <w:ind w:left="993"/>
        <w:jc w:val="left"/>
        <w:rPr>
          <w:rFonts w:ascii="Calibri" w:hAnsi="Calibri" w:cs="Calibri"/>
          <w:color w:val="FF0000"/>
          <w:spacing w:val="0"/>
          <w:szCs w:val="22"/>
        </w:rPr>
      </w:pPr>
    </w:p>
    <w:p w:rsidR="005A78D0" w:rsidRPr="00A720DD" w:rsidRDefault="00E944AC" w:rsidP="007B484E">
      <w:pPr>
        <w:autoSpaceDE w:val="0"/>
        <w:autoSpaceDN w:val="0"/>
        <w:adjustRightInd w:val="0"/>
        <w:spacing w:after="120" w:line="360" w:lineRule="auto"/>
        <w:ind w:left="1276"/>
        <w:jc w:val="left"/>
        <w:rPr>
          <w:rFonts w:ascii="Calibri" w:hAnsi="Calibri" w:cs="Calibri"/>
          <w:spacing w:val="0"/>
          <w:szCs w:val="22"/>
        </w:rPr>
      </w:pPr>
      <w:r w:rsidRPr="00A720DD">
        <w:rPr>
          <w:rFonts w:ascii="Calibri" w:hAnsi="Calibri" w:cs="Calibri"/>
          <w:spacing w:val="0"/>
          <w:szCs w:val="22"/>
        </w:rPr>
        <w:t>A CHESF</w:t>
      </w:r>
      <w:r w:rsidR="005A78D0" w:rsidRPr="00A720DD">
        <w:rPr>
          <w:rFonts w:ascii="Calibri" w:hAnsi="Calibri" w:cs="Calibri"/>
          <w:spacing w:val="0"/>
          <w:szCs w:val="22"/>
        </w:rPr>
        <w:t xml:space="preserve"> informou:</w:t>
      </w:r>
    </w:p>
    <w:p w:rsidR="00FF09A1" w:rsidRPr="00A720DD" w:rsidRDefault="00A720DD" w:rsidP="007B484E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="00FF09A1" w:rsidRPr="00A720DD">
        <w:rPr>
          <w:rFonts w:ascii="Calibri" w:hAnsi="Calibri" w:cs="Calibri"/>
          <w:spacing w:val="0"/>
          <w:szCs w:val="22"/>
        </w:rPr>
        <w:t xml:space="preserve">Não ser factível a solução convencional com </w:t>
      </w:r>
      <w:proofErr w:type="spellStart"/>
      <w:r w:rsidR="00FF09A1" w:rsidRPr="00A720DD">
        <w:rPr>
          <w:rFonts w:ascii="Calibri" w:hAnsi="Calibri" w:cs="Calibri"/>
          <w:spacing w:val="0"/>
          <w:szCs w:val="22"/>
        </w:rPr>
        <w:t>bays</w:t>
      </w:r>
      <w:proofErr w:type="spellEnd"/>
      <w:r w:rsidR="00FF09A1" w:rsidRPr="00A720DD">
        <w:rPr>
          <w:rFonts w:ascii="Calibri" w:hAnsi="Calibri" w:cs="Calibri"/>
          <w:spacing w:val="0"/>
          <w:szCs w:val="22"/>
        </w:rPr>
        <w:t xml:space="preserve"> isolados a ar (AIS), tanto devido a inexistência de espaço físico como pela necessidade de desligar total ou parcialmente a subestação por quatro meses, em média, para desmontagem e montagem dos equipamentos e </w:t>
      </w:r>
      <w:proofErr w:type="spellStart"/>
      <w:r w:rsidR="00FF09A1" w:rsidRPr="00A720DD">
        <w:rPr>
          <w:rFonts w:ascii="Calibri" w:hAnsi="Calibri" w:cs="Calibri"/>
          <w:spacing w:val="0"/>
          <w:szCs w:val="22"/>
        </w:rPr>
        <w:t>companentes</w:t>
      </w:r>
      <w:proofErr w:type="spellEnd"/>
      <w:r w:rsidR="00FF09A1" w:rsidRPr="00A720DD">
        <w:rPr>
          <w:rFonts w:ascii="Calibri" w:hAnsi="Calibri" w:cs="Calibri"/>
          <w:spacing w:val="0"/>
          <w:szCs w:val="22"/>
        </w:rPr>
        <w:t>, preparando a instalação para conexão no SIN;</w:t>
      </w:r>
    </w:p>
    <w:p w:rsidR="00AA22EA" w:rsidRPr="00A720DD" w:rsidRDefault="00A720DD" w:rsidP="007B484E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="00AA22EA" w:rsidRPr="00A720DD">
        <w:rPr>
          <w:rFonts w:ascii="Calibri" w:hAnsi="Calibri" w:cs="Calibri"/>
          <w:spacing w:val="0"/>
          <w:szCs w:val="22"/>
        </w:rPr>
        <w:t>Ser factível a solução híbrida, de tamanho compacto, que combina módulos isolados à gás (GIS) com buchas poliméricas para interligação às barras pré-existentes isoladas à ar (AIS). O tempo de instalação é de três</w:t>
      </w:r>
      <w:r w:rsidR="00AA22EA" w:rsidRPr="00A720DD">
        <w:rPr>
          <w:rFonts w:ascii="Calibri" w:hAnsi="Calibri" w:cs="Calibri"/>
          <w:bCs/>
          <w:spacing w:val="0"/>
          <w:szCs w:val="22"/>
        </w:rPr>
        <w:t xml:space="preserve"> meses, com necessidade de interrupção de fornecimento parcial ou total das cargas</w:t>
      </w:r>
      <w:r w:rsidR="00AA22EA" w:rsidRPr="00A720DD">
        <w:rPr>
          <w:rFonts w:ascii="Calibri" w:hAnsi="Calibri" w:cs="Calibri"/>
          <w:spacing w:val="0"/>
          <w:szCs w:val="22"/>
        </w:rPr>
        <w:t>, apresentando um avanço na  imunidade à condições ambientais e a simplificação da manutenção</w:t>
      </w:r>
      <w:r w:rsidR="001D31E6">
        <w:rPr>
          <w:rFonts w:ascii="Calibri" w:hAnsi="Calibri" w:cs="Calibri"/>
          <w:spacing w:val="0"/>
          <w:szCs w:val="22"/>
        </w:rPr>
        <w:t>.</w:t>
      </w:r>
    </w:p>
    <w:p w:rsidR="00B12434" w:rsidRPr="00D26A82" w:rsidRDefault="00B12434" w:rsidP="00B12434">
      <w:pPr>
        <w:spacing w:after="120"/>
        <w:ind w:left="720"/>
        <w:rPr>
          <w:rFonts w:ascii="Calibri" w:hAnsi="Calibri"/>
        </w:rPr>
      </w:pPr>
    </w:p>
    <w:p w:rsidR="0061335E" w:rsidRPr="00D26A82" w:rsidRDefault="00157880" w:rsidP="004925A2">
      <w:pPr>
        <w:pStyle w:val="Ttulo3"/>
        <w:tabs>
          <w:tab w:val="num" w:pos="0"/>
        </w:tabs>
        <w:ind w:left="1276" w:hanging="1577"/>
        <w:jc w:val="left"/>
        <w:rPr>
          <w:szCs w:val="24"/>
        </w:rPr>
      </w:pPr>
      <w:bookmarkStart w:id="23" w:name="_Toc400455388"/>
      <w:r w:rsidRPr="00157880">
        <w:rPr>
          <w:szCs w:val="24"/>
        </w:rPr>
        <w:t>ITABAIANA 230 kV</w:t>
      </w:r>
      <w:bookmarkEnd w:id="23"/>
    </w:p>
    <w:p w:rsidR="00D26A82" w:rsidRDefault="00D26A82" w:rsidP="004925A2">
      <w:pPr>
        <w:pStyle w:val="PargrafodaLista"/>
        <w:spacing w:after="120"/>
        <w:ind w:left="1276"/>
        <w:rPr>
          <w:rFonts w:ascii="Calibri" w:hAnsi="Calibri"/>
        </w:rPr>
      </w:pPr>
      <w:r w:rsidRPr="00C42A1B">
        <w:rPr>
          <w:rFonts w:ascii="Calibri" w:hAnsi="Calibri"/>
          <w:b/>
        </w:rPr>
        <w:t>Arranjo de barra atual</w:t>
      </w:r>
      <w:r w:rsidRPr="00C42A1B">
        <w:rPr>
          <w:rFonts w:ascii="Calibri" w:hAnsi="Calibri"/>
        </w:rPr>
        <w:t xml:space="preserve">: </w:t>
      </w:r>
    </w:p>
    <w:p w:rsidR="00157880" w:rsidRDefault="00157880" w:rsidP="004925A2">
      <w:pPr>
        <w:pStyle w:val="PargrafodaLista"/>
        <w:spacing w:after="120"/>
        <w:ind w:left="1276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O s</w:t>
      </w:r>
      <w:r w:rsidRPr="009C194C">
        <w:rPr>
          <w:rFonts w:ascii="Calibri" w:hAnsi="Calibri"/>
          <w:szCs w:val="20"/>
        </w:rPr>
        <w:t xml:space="preserve">etor de </w:t>
      </w:r>
      <w:r>
        <w:rPr>
          <w:rFonts w:ascii="Calibri" w:hAnsi="Calibri"/>
          <w:szCs w:val="20"/>
        </w:rPr>
        <w:t>230</w:t>
      </w:r>
      <w:r w:rsidRPr="009C194C">
        <w:rPr>
          <w:rFonts w:ascii="Calibri" w:hAnsi="Calibri"/>
          <w:szCs w:val="20"/>
        </w:rPr>
        <w:t xml:space="preserve"> </w:t>
      </w:r>
      <w:r>
        <w:rPr>
          <w:rFonts w:ascii="Calibri" w:hAnsi="Calibri"/>
          <w:szCs w:val="20"/>
        </w:rPr>
        <w:t xml:space="preserve">kV </w:t>
      </w:r>
      <w:r w:rsidRPr="009C194C">
        <w:rPr>
          <w:rFonts w:ascii="Calibri" w:hAnsi="Calibri"/>
          <w:szCs w:val="20"/>
        </w:rPr>
        <w:t>possu</w:t>
      </w:r>
      <w:r>
        <w:rPr>
          <w:rFonts w:ascii="Calibri" w:hAnsi="Calibri"/>
          <w:szCs w:val="20"/>
        </w:rPr>
        <w:t>i</w:t>
      </w:r>
      <w:r w:rsidRPr="009C194C">
        <w:rPr>
          <w:rFonts w:ascii="Calibri" w:hAnsi="Calibri"/>
          <w:szCs w:val="20"/>
        </w:rPr>
        <w:t xml:space="preserve"> arranjo tipo</w:t>
      </w:r>
      <w:r>
        <w:rPr>
          <w:rFonts w:ascii="Calibri" w:hAnsi="Calibri"/>
          <w:szCs w:val="20"/>
        </w:rPr>
        <w:t xml:space="preserve"> </w:t>
      </w:r>
      <w:r w:rsidRPr="00E35FA6">
        <w:rPr>
          <w:rFonts w:ascii="Calibri" w:hAnsi="Calibri"/>
          <w:szCs w:val="20"/>
        </w:rPr>
        <w:t>barra principal e transferência.</w:t>
      </w:r>
    </w:p>
    <w:p w:rsidR="00157880" w:rsidRDefault="00157880" w:rsidP="004925A2">
      <w:pPr>
        <w:pStyle w:val="onsNormal"/>
        <w:ind w:left="1276"/>
        <w:rPr>
          <w:rFonts w:ascii="Calibri" w:hAnsi="Calibri"/>
          <w:b/>
        </w:rPr>
      </w:pPr>
      <w:r w:rsidRPr="00AF6352">
        <w:rPr>
          <w:rFonts w:ascii="Calibri" w:hAnsi="Calibri"/>
          <w:b/>
        </w:rPr>
        <w:lastRenderedPageBreak/>
        <w:t>Alterações propostas</w:t>
      </w:r>
      <w:r>
        <w:rPr>
          <w:rFonts w:ascii="Calibri" w:hAnsi="Calibri"/>
          <w:b/>
        </w:rPr>
        <w:t>:</w:t>
      </w:r>
    </w:p>
    <w:p w:rsidR="00157880" w:rsidRPr="007E22C2" w:rsidRDefault="00157880" w:rsidP="004925A2">
      <w:pPr>
        <w:pStyle w:val="onsNormal"/>
        <w:numPr>
          <w:ilvl w:val="0"/>
          <w:numId w:val="19"/>
        </w:numPr>
        <w:tabs>
          <w:tab w:val="left" w:pos="1843"/>
        </w:tabs>
        <w:ind w:left="1276" w:firstLine="0"/>
        <w:jc w:val="left"/>
        <w:rPr>
          <w:rFonts w:ascii="Calibri" w:hAnsi="Calibri"/>
        </w:rPr>
      </w:pPr>
      <w:r w:rsidRPr="007E22C2">
        <w:rPr>
          <w:rFonts w:ascii="Calibri" w:hAnsi="Calibri"/>
        </w:rPr>
        <w:t>Converter o arranjo do setor de 230 kV para barra dupla 4 chaves.</w:t>
      </w:r>
    </w:p>
    <w:p w:rsidR="005A78D0" w:rsidRPr="00A720DD" w:rsidRDefault="00E944AC" w:rsidP="004925A2">
      <w:pPr>
        <w:autoSpaceDE w:val="0"/>
        <w:autoSpaceDN w:val="0"/>
        <w:adjustRightInd w:val="0"/>
        <w:spacing w:after="120" w:line="360" w:lineRule="auto"/>
        <w:ind w:left="1276"/>
        <w:jc w:val="left"/>
        <w:rPr>
          <w:rFonts w:ascii="Calibri" w:hAnsi="Calibri" w:cs="Calibri"/>
          <w:spacing w:val="0"/>
          <w:szCs w:val="22"/>
        </w:rPr>
      </w:pPr>
      <w:r w:rsidRPr="00A720DD">
        <w:rPr>
          <w:rFonts w:ascii="Calibri" w:hAnsi="Calibri" w:cs="Calibri"/>
          <w:spacing w:val="0"/>
          <w:szCs w:val="22"/>
        </w:rPr>
        <w:t>A CHESF</w:t>
      </w:r>
      <w:r w:rsidR="005A78D0" w:rsidRPr="00A720DD">
        <w:rPr>
          <w:rFonts w:ascii="Calibri" w:hAnsi="Calibri" w:cs="Calibri"/>
          <w:spacing w:val="0"/>
          <w:szCs w:val="22"/>
        </w:rPr>
        <w:t xml:space="preserve"> informou:</w:t>
      </w:r>
    </w:p>
    <w:p w:rsidR="00FF09A1" w:rsidRPr="00A720DD" w:rsidRDefault="002576B7" w:rsidP="004925A2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="00FF09A1" w:rsidRPr="00A720DD">
        <w:rPr>
          <w:rFonts w:ascii="Calibri" w:hAnsi="Calibri" w:cs="Calibri"/>
          <w:spacing w:val="0"/>
          <w:szCs w:val="22"/>
        </w:rPr>
        <w:t xml:space="preserve">Não ser factível a solução convencional com </w:t>
      </w:r>
      <w:proofErr w:type="spellStart"/>
      <w:r w:rsidR="00FF09A1" w:rsidRPr="00A720DD">
        <w:rPr>
          <w:rFonts w:ascii="Calibri" w:hAnsi="Calibri" w:cs="Calibri"/>
          <w:spacing w:val="0"/>
          <w:szCs w:val="22"/>
        </w:rPr>
        <w:t>bays</w:t>
      </w:r>
      <w:proofErr w:type="spellEnd"/>
      <w:r w:rsidR="00FF09A1" w:rsidRPr="00A720DD">
        <w:rPr>
          <w:rFonts w:ascii="Calibri" w:hAnsi="Calibri" w:cs="Calibri"/>
          <w:spacing w:val="0"/>
          <w:szCs w:val="22"/>
        </w:rPr>
        <w:t xml:space="preserve"> isolados a ar (AIS), tanto devido a inexistência de espaço físico como pela necessidade de desligar total ou parcialmente a subestação por quatro meses, em média, para desmontagem e montagem dos equipamentos e </w:t>
      </w:r>
      <w:proofErr w:type="spellStart"/>
      <w:r w:rsidR="00FF09A1" w:rsidRPr="00A720DD">
        <w:rPr>
          <w:rFonts w:ascii="Calibri" w:hAnsi="Calibri" w:cs="Calibri"/>
          <w:spacing w:val="0"/>
          <w:szCs w:val="22"/>
        </w:rPr>
        <w:t>companentes</w:t>
      </w:r>
      <w:proofErr w:type="spellEnd"/>
      <w:r w:rsidR="00FF09A1" w:rsidRPr="00A720DD">
        <w:rPr>
          <w:rFonts w:ascii="Calibri" w:hAnsi="Calibri" w:cs="Calibri"/>
          <w:spacing w:val="0"/>
          <w:szCs w:val="22"/>
        </w:rPr>
        <w:t>, preparando a instalação para conexão no SIN;</w:t>
      </w:r>
    </w:p>
    <w:p w:rsidR="00AA22EA" w:rsidRPr="00A720DD" w:rsidRDefault="002576B7" w:rsidP="004925A2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="00AA22EA" w:rsidRPr="00A720DD">
        <w:rPr>
          <w:rFonts w:ascii="Calibri" w:hAnsi="Calibri" w:cs="Calibri"/>
          <w:spacing w:val="0"/>
          <w:szCs w:val="22"/>
        </w:rPr>
        <w:t>Ser factível a solução híbrida, de tamanho compacto, que combina módulos isolados à gás (GIS) com buchas poliméricas para interligação às barras pré-existentes isoladas à ar (AIS). O tempo de instalação é de três</w:t>
      </w:r>
      <w:r w:rsidR="00AA22EA" w:rsidRPr="002576B7">
        <w:rPr>
          <w:rFonts w:ascii="Calibri" w:hAnsi="Calibri" w:cs="Calibri"/>
          <w:spacing w:val="0"/>
          <w:szCs w:val="22"/>
        </w:rPr>
        <w:t xml:space="preserve"> meses, com necessidade de interrupção de fornecimento parcial ou total das cargas</w:t>
      </w:r>
      <w:r w:rsidR="00AA22EA" w:rsidRPr="00A720DD">
        <w:rPr>
          <w:rFonts w:ascii="Calibri" w:hAnsi="Calibri" w:cs="Calibri"/>
          <w:spacing w:val="0"/>
          <w:szCs w:val="22"/>
        </w:rPr>
        <w:t xml:space="preserve">, apresentando um avanço na  imunidade à </w:t>
      </w:r>
      <w:r w:rsidR="004925A2">
        <w:rPr>
          <w:rFonts w:ascii="Calibri" w:hAnsi="Calibri" w:cs="Calibri"/>
          <w:spacing w:val="0"/>
          <w:szCs w:val="22"/>
        </w:rPr>
        <w:t xml:space="preserve">     </w:t>
      </w:r>
      <w:r w:rsidR="00AA22EA" w:rsidRPr="00A720DD">
        <w:rPr>
          <w:rFonts w:ascii="Calibri" w:hAnsi="Calibri" w:cs="Calibri"/>
          <w:spacing w:val="0"/>
          <w:szCs w:val="22"/>
        </w:rPr>
        <w:t>condições ambientais e a simplificação da manutenção</w:t>
      </w:r>
      <w:r w:rsidR="001D31E6">
        <w:rPr>
          <w:rFonts w:ascii="Calibri" w:hAnsi="Calibri" w:cs="Calibri"/>
          <w:spacing w:val="0"/>
          <w:szCs w:val="22"/>
        </w:rPr>
        <w:t>.</w:t>
      </w:r>
    </w:p>
    <w:p w:rsidR="009517C9" w:rsidRPr="0067600C" w:rsidRDefault="004925A2" w:rsidP="00372EA6">
      <w:pPr>
        <w:pStyle w:val="onsNormal"/>
      </w:pPr>
      <w:r>
        <w:t xml:space="preserve">  </w:t>
      </w:r>
    </w:p>
    <w:p w:rsidR="00B12434" w:rsidRPr="0067600C" w:rsidRDefault="004925A2" w:rsidP="004925A2">
      <w:pPr>
        <w:pStyle w:val="Ttulo3"/>
        <w:tabs>
          <w:tab w:val="num" w:pos="0"/>
          <w:tab w:val="left" w:pos="1418"/>
        </w:tabs>
        <w:ind w:left="720"/>
        <w:jc w:val="left"/>
        <w:rPr>
          <w:szCs w:val="24"/>
        </w:rPr>
      </w:pPr>
      <w:r>
        <w:rPr>
          <w:szCs w:val="24"/>
        </w:rPr>
        <w:t xml:space="preserve">        </w:t>
      </w:r>
      <w:bookmarkStart w:id="24" w:name="_Toc400455389"/>
      <w:r w:rsidR="00791898" w:rsidRPr="00791898">
        <w:rPr>
          <w:szCs w:val="24"/>
        </w:rPr>
        <w:t>ITABAIANINHA</w:t>
      </w:r>
      <w:r w:rsidR="00791898">
        <w:rPr>
          <w:szCs w:val="24"/>
        </w:rPr>
        <w:t xml:space="preserve"> </w:t>
      </w:r>
      <w:r w:rsidR="00791898" w:rsidRPr="00791898">
        <w:rPr>
          <w:szCs w:val="24"/>
        </w:rPr>
        <w:t>230/69 kV</w:t>
      </w:r>
      <w:bookmarkEnd w:id="24"/>
    </w:p>
    <w:p w:rsidR="00B12434" w:rsidRPr="0067600C" w:rsidRDefault="00B12434" w:rsidP="004925A2">
      <w:pPr>
        <w:pStyle w:val="PargrafodaLista"/>
        <w:tabs>
          <w:tab w:val="left" w:pos="1276"/>
        </w:tabs>
        <w:spacing w:after="120"/>
        <w:ind w:left="-284"/>
        <w:rPr>
          <w:rFonts w:ascii="Calibri" w:hAnsi="Calibri"/>
        </w:rPr>
      </w:pPr>
      <w:r w:rsidRPr="0067600C">
        <w:rPr>
          <w:rFonts w:ascii="Calibri" w:hAnsi="Calibri"/>
          <w:b/>
        </w:rPr>
        <w:t xml:space="preserve">             </w:t>
      </w:r>
      <w:r w:rsidR="00123575">
        <w:rPr>
          <w:rFonts w:ascii="Calibri" w:hAnsi="Calibri"/>
          <w:b/>
        </w:rPr>
        <w:t xml:space="preserve">      </w:t>
      </w:r>
      <w:r w:rsidR="004925A2">
        <w:rPr>
          <w:rFonts w:ascii="Calibri" w:hAnsi="Calibri"/>
          <w:b/>
        </w:rPr>
        <w:t xml:space="preserve">        </w:t>
      </w:r>
      <w:r w:rsidRPr="0067600C">
        <w:rPr>
          <w:rFonts w:ascii="Calibri" w:hAnsi="Calibri"/>
          <w:b/>
        </w:rPr>
        <w:t>Arranjo de barra atual</w:t>
      </w:r>
      <w:r w:rsidRPr="0067600C">
        <w:rPr>
          <w:rFonts w:ascii="Calibri" w:hAnsi="Calibri"/>
        </w:rPr>
        <w:t xml:space="preserve">: </w:t>
      </w:r>
    </w:p>
    <w:p w:rsidR="00791898" w:rsidRDefault="00791898" w:rsidP="004925A2">
      <w:pPr>
        <w:pStyle w:val="PargrafodaLista"/>
        <w:spacing w:after="120"/>
        <w:ind w:left="1276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O s</w:t>
      </w:r>
      <w:r w:rsidRPr="009C194C">
        <w:rPr>
          <w:rFonts w:ascii="Calibri" w:hAnsi="Calibri"/>
          <w:szCs w:val="20"/>
        </w:rPr>
        <w:t xml:space="preserve">etor de </w:t>
      </w:r>
      <w:r>
        <w:rPr>
          <w:rFonts w:ascii="Calibri" w:hAnsi="Calibri"/>
          <w:szCs w:val="20"/>
        </w:rPr>
        <w:t>230</w:t>
      </w:r>
      <w:r w:rsidRPr="009C194C">
        <w:rPr>
          <w:rFonts w:ascii="Calibri" w:hAnsi="Calibri"/>
          <w:szCs w:val="20"/>
        </w:rPr>
        <w:t xml:space="preserve"> </w:t>
      </w:r>
      <w:r>
        <w:rPr>
          <w:rFonts w:ascii="Calibri" w:hAnsi="Calibri"/>
          <w:szCs w:val="20"/>
        </w:rPr>
        <w:t xml:space="preserve">kV </w:t>
      </w:r>
      <w:r w:rsidRPr="009C194C">
        <w:rPr>
          <w:rFonts w:ascii="Calibri" w:hAnsi="Calibri"/>
          <w:szCs w:val="20"/>
        </w:rPr>
        <w:t>possu</w:t>
      </w:r>
      <w:r>
        <w:rPr>
          <w:rFonts w:ascii="Calibri" w:hAnsi="Calibri"/>
          <w:szCs w:val="20"/>
        </w:rPr>
        <w:t>i</w:t>
      </w:r>
      <w:r w:rsidRPr="009C194C">
        <w:rPr>
          <w:rFonts w:ascii="Calibri" w:hAnsi="Calibri"/>
          <w:szCs w:val="20"/>
        </w:rPr>
        <w:t xml:space="preserve"> arranjo tipo</w:t>
      </w:r>
      <w:r>
        <w:rPr>
          <w:rFonts w:ascii="Calibri" w:hAnsi="Calibri"/>
          <w:szCs w:val="20"/>
        </w:rPr>
        <w:t xml:space="preserve"> </w:t>
      </w:r>
      <w:r w:rsidRPr="00E35FA6">
        <w:rPr>
          <w:rFonts w:ascii="Calibri" w:hAnsi="Calibri"/>
          <w:szCs w:val="20"/>
        </w:rPr>
        <w:t>barra principal e transferência.</w:t>
      </w:r>
    </w:p>
    <w:p w:rsidR="00791898" w:rsidRDefault="00791898" w:rsidP="004925A2">
      <w:pPr>
        <w:pStyle w:val="onsNormal"/>
        <w:ind w:left="1276"/>
        <w:rPr>
          <w:rFonts w:ascii="Calibri" w:hAnsi="Calibri"/>
          <w:b/>
        </w:rPr>
      </w:pPr>
      <w:r w:rsidRPr="00AF6352">
        <w:rPr>
          <w:rFonts w:ascii="Calibri" w:hAnsi="Calibri"/>
          <w:b/>
        </w:rPr>
        <w:t>Alterações propostas</w:t>
      </w:r>
      <w:r>
        <w:rPr>
          <w:rFonts w:ascii="Calibri" w:hAnsi="Calibri"/>
          <w:b/>
        </w:rPr>
        <w:t>:</w:t>
      </w:r>
    </w:p>
    <w:p w:rsidR="00597484" w:rsidRDefault="00791898" w:rsidP="004925A2">
      <w:pPr>
        <w:pStyle w:val="onsNormal"/>
        <w:numPr>
          <w:ilvl w:val="0"/>
          <w:numId w:val="19"/>
        </w:numPr>
        <w:tabs>
          <w:tab w:val="left" w:pos="1560"/>
        </w:tabs>
        <w:spacing w:line="240" w:lineRule="auto"/>
        <w:ind w:left="1134" w:firstLine="142"/>
        <w:jc w:val="left"/>
        <w:rPr>
          <w:rFonts w:ascii="Calibri" w:hAnsi="Calibri"/>
        </w:rPr>
      </w:pPr>
      <w:r w:rsidRPr="007E22C2">
        <w:rPr>
          <w:rFonts w:ascii="Calibri" w:hAnsi="Calibri"/>
        </w:rPr>
        <w:t>Converter o arranjo do setor de 230 kV para barra dupla 4 chaves.</w:t>
      </w:r>
    </w:p>
    <w:p w:rsidR="005A78D0" w:rsidRDefault="005A78D0" w:rsidP="005A78D0">
      <w:pPr>
        <w:autoSpaceDE w:val="0"/>
        <w:autoSpaceDN w:val="0"/>
        <w:adjustRightInd w:val="0"/>
        <w:spacing w:after="120" w:line="360" w:lineRule="auto"/>
        <w:ind w:left="993"/>
        <w:jc w:val="left"/>
        <w:rPr>
          <w:rFonts w:ascii="Calibri" w:hAnsi="Calibri" w:cs="Calibri"/>
          <w:color w:val="FF0000"/>
          <w:spacing w:val="0"/>
          <w:szCs w:val="22"/>
        </w:rPr>
      </w:pPr>
    </w:p>
    <w:p w:rsidR="005A78D0" w:rsidRPr="002576B7" w:rsidRDefault="00E944AC" w:rsidP="004925A2">
      <w:pPr>
        <w:autoSpaceDE w:val="0"/>
        <w:autoSpaceDN w:val="0"/>
        <w:adjustRightInd w:val="0"/>
        <w:spacing w:after="120" w:line="360" w:lineRule="auto"/>
        <w:ind w:left="1276"/>
        <w:jc w:val="left"/>
        <w:rPr>
          <w:rFonts w:ascii="Calibri" w:hAnsi="Calibri" w:cs="Calibri"/>
          <w:spacing w:val="0"/>
          <w:szCs w:val="22"/>
        </w:rPr>
      </w:pPr>
      <w:r w:rsidRPr="002576B7">
        <w:rPr>
          <w:rFonts w:ascii="Calibri" w:hAnsi="Calibri" w:cs="Calibri"/>
          <w:spacing w:val="0"/>
          <w:szCs w:val="22"/>
        </w:rPr>
        <w:t>A CHESF</w:t>
      </w:r>
      <w:r w:rsidR="005A78D0" w:rsidRPr="002576B7">
        <w:rPr>
          <w:rFonts w:ascii="Calibri" w:hAnsi="Calibri" w:cs="Calibri"/>
          <w:spacing w:val="0"/>
          <w:szCs w:val="22"/>
        </w:rPr>
        <w:t xml:space="preserve"> informou:</w:t>
      </w:r>
    </w:p>
    <w:p w:rsidR="00FF09A1" w:rsidRPr="002576B7" w:rsidRDefault="002576B7" w:rsidP="004925A2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="00FF09A1" w:rsidRPr="002576B7">
        <w:rPr>
          <w:rFonts w:ascii="Calibri" w:hAnsi="Calibri" w:cs="Calibri"/>
          <w:spacing w:val="0"/>
          <w:szCs w:val="22"/>
        </w:rPr>
        <w:t xml:space="preserve">Não ser factível a solução convencional com </w:t>
      </w:r>
      <w:proofErr w:type="spellStart"/>
      <w:r w:rsidR="00FF09A1" w:rsidRPr="002576B7">
        <w:rPr>
          <w:rFonts w:ascii="Calibri" w:hAnsi="Calibri" w:cs="Calibri"/>
          <w:spacing w:val="0"/>
          <w:szCs w:val="22"/>
        </w:rPr>
        <w:t>bays</w:t>
      </w:r>
      <w:proofErr w:type="spellEnd"/>
      <w:r w:rsidR="00FF09A1" w:rsidRPr="002576B7">
        <w:rPr>
          <w:rFonts w:ascii="Calibri" w:hAnsi="Calibri" w:cs="Calibri"/>
          <w:spacing w:val="0"/>
          <w:szCs w:val="22"/>
        </w:rPr>
        <w:t xml:space="preserve"> isolados a ar (AIS), tanto devido a inexistência de espaço físico como pela necessidade de desligar total ou parcialmente a subestação por quatro meses, em média, para desmontagem e montagem dos equipamentos e </w:t>
      </w:r>
      <w:proofErr w:type="spellStart"/>
      <w:r w:rsidR="00FF09A1" w:rsidRPr="002576B7">
        <w:rPr>
          <w:rFonts w:ascii="Calibri" w:hAnsi="Calibri" w:cs="Calibri"/>
          <w:spacing w:val="0"/>
          <w:szCs w:val="22"/>
        </w:rPr>
        <w:t>companentes</w:t>
      </w:r>
      <w:proofErr w:type="spellEnd"/>
      <w:r w:rsidR="00FF09A1" w:rsidRPr="002576B7">
        <w:rPr>
          <w:rFonts w:ascii="Calibri" w:hAnsi="Calibri" w:cs="Calibri"/>
          <w:spacing w:val="0"/>
          <w:szCs w:val="22"/>
        </w:rPr>
        <w:t>, preparando a instalação para conexão no SIN;</w:t>
      </w:r>
    </w:p>
    <w:p w:rsidR="005A78D0" w:rsidRDefault="002576B7" w:rsidP="004925A2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="00B070B3" w:rsidRPr="00B95ED6">
        <w:rPr>
          <w:rFonts w:ascii="Calibri" w:hAnsi="Calibri" w:cs="Calibri"/>
          <w:spacing w:val="0"/>
          <w:szCs w:val="22"/>
        </w:rPr>
        <w:t>Ser factível a solução isolada a gás (GIS</w:t>
      </w:r>
      <w:r w:rsidR="001D31E6">
        <w:rPr>
          <w:rFonts w:ascii="Calibri" w:hAnsi="Calibri" w:cs="Calibri"/>
          <w:spacing w:val="0"/>
          <w:szCs w:val="22"/>
        </w:rPr>
        <w:t>).</w:t>
      </w:r>
    </w:p>
    <w:p w:rsidR="00791898" w:rsidRDefault="00791898" w:rsidP="00597484">
      <w:pPr>
        <w:pStyle w:val="onsNormal"/>
        <w:ind w:left="709" w:hanging="993"/>
        <w:rPr>
          <w:rFonts w:ascii="Calibri" w:hAnsi="Calibri"/>
          <w:b/>
        </w:rPr>
      </w:pPr>
    </w:p>
    <w:p w:rsidR="00A744E5" w:rsidRPr="009517C9" w:rsidRDefault="00791898" w:rsidP="004925A2">
      <w:pPr>
        <w:pStyle w:val="Ttulo3"/>
        <w:tabs>
          <w:tab w:val="num" w:pos="0"/>
        </w:tabs>
        <w:ind w:left="1276" w:hanging="1577"/>
        <w:jc w:val="left"/>
        <w:rPr>
          <w:szCs w:val="24"/>
        </w:rPr>
      </w:pPr>
      <w:bookmarkStart w:id="25" w:name="_Toc400455390"/>
      <w:r w:rsidRPr="009517C9">
        <w:rPr>
          <w:szCs w:val="24"/>
        </w:rPr>
        <w:t>MILAGRES 500/230 kV</w:t>
      </w:r>
      <w:bookmarkEnd w:id="25"/>
    </w:p>
    <w:p w:rsidR="004163DE" w:rsidRDefault="009517C9" w:rsidP="004925A2">
      <w:pPr>
        <w:pStyle w:val="PargrafodaLista"/>
        <w:tabs>
          <w:tab w:val="left" w:pos="1276"/>
        </w:tabs>
        <w:spacing w:after="120"/>
        <w:ind w:left="-284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          </w:t>
      </w:r>
      <w:r w:rsidR="004925A2">
        <w:rPr>
          <w:rFonts w:ascii="Calibri" w:hAnsi="Calibri"/>
          <w:b/>
        </w:rPr>
        <w:t xml:space="preserve">          </w:t>
      </w:r>
      <w:r w:rsidR="001B614F" w:rsidRPr="00222EF3">
        <w:rPr>
          <w:rFonts w:ascii="Calibri" w:hAnsi="Calibri"/>
          <w:b/>
        </w:rPr>
        <w:t>Arranjo de barra atual</w:t>
      </w:r>
      <w:r w:rsidR="001B614F" w:rsidRPr="00316CB3">
        <w:rPr>
          <w:rFonts w:ascii="Calibri" w:hAnsi="Calibri"/>
          <w:b/>
        </w:rPr>
        <w:t>:</w:t>
      </w:r>
    </w:p>
    <w:p w:rsidR="00791898" w:rsidRDefault="001B614F" w:rsidP="004925A2">
      <w:pPr>
        <w:pStyle w:val="onsNormal"/>
        <w:tabs>
          <w:tab w:val="left" w:pos="1276"/>
        </w:tabs>
        <w:ind w:left="1276"/>
        <w:rPr>
          <w:rFonts w:ascii="Calibri" w:hAnsi="Calibri"/>
          <w:b/>
        </w:rPr>
      </w:pPr>
      <w:r w:rsidRPr="001B0318">
        <w:rPr>
          <w:rFonts w:ascii="Calibri" w:hAnsi="Calibri"/>
        </w:rPr>
        <w:t xml:space="preserve">O setor </w:t>
      </w:r>
      <w:r w:rsidR="00791898">
        <w:rPr>
          <w:rFonts w:ascii="Calibri" w:hAnsi="Calibri"/>
        </w:rPr>
        <w:t>de 500 kV possui o arranjo tipo d</w:t>
      </w:r>
      <w:r w:rsidR="00791898" w:rsidRPr="00791898">
        <w:rPr>
          <w:rFonts w:ascii="Calibri" w:hAnsi="Calibri"/>
        </w:rPr>
        <w:t xml:space="preserve">isjuntor e meio e o setor de 230 kV </w:t>
      </w:r>
      <w:r w:rsidR="00791898">
        <w:rPr>
          <w:rFonts w:ascii="Calibri" w:hAnsi="Calibri"/>
        </w:rPr>
        <w:t>possui arranjo tipo b</w:t>
      </w:r>
      <w:r w:rsidR="00791898" w:rsidRPr="00791898">
        <w:rPr>
          <w:rFonts w:ascii="Calibri" w:hAnsi="Calibri"/>
        </w:rPr>
        <w:t xml:space="preserve">arra </w:t>
      </w:r>
      <w:r w:rsidR="00791898">
        <w:rPr>
          <w:rFonts w:ascii="Calibri" w:hAnsi="Calibri"/>
        </w:rPr>
        <w:t>p</w:t>
      </w:r>
      <w:r w:rsidR="00791898" w:rsidRPr="00791898">
        <w:rPr>
          <w:rFonts w:ascii="Calibri" w:hAnsi="Calibri"/>
        </w:rPr>
        <w:t xml:space="preserve">rincipal e </w:t>
      </w:r>
      <w:r w:rsidR="00791898">
        <w:rPr>
          <w:rFonts w:ascii="Calibri" w:hAnsi="Calibri"/>
        </w:rPr>
        <w:t>t</w:t>
      </w:r>
      <w:r w:rsidR="00791898" w:rsidRPr="00791898">
        <w:rPr>
          <w:rFonts w:ascii="Calibri" w:hAnsi="Calibri"/>
        </w:rPr>
        <w:t>ransferência</w:t>
      </w:r>
      <w:r w:rsidR="00791898">
        <w:rPr>
          <w:rFonts w:ascii="Calibri" w:hAnsi="Calibri"/>
        </w:rPr>
        <w:t>.</w:t>
      </w:r>
      <w:r w:rsidR="00791898" w:rsidRPr="00791898">
        <w:rPr>
          <w:rFonts w:ascii="Calibri" w:hAnsi="Calibri"/>
        </w:rPr>
        <w:t xml:space="preserve"> </w:t>
      </w:r>
    </w:p>
    <w:p w:rsidR="001B614F" w:rsidRDefault="005B3C5A" w:rsidP="004925A2">
      <w:pPr>
        <w:pStyle w:val="onsNormal"/>
        <w:tabs>
          <w:tab w:val="left" w:pos="1276"/>
        </w:tabs>
        <w:ind w:left="1276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 xml:space="preserve"> </w:t>
      </w:r>
      <w:r w:rsidR="001B614F" w:rsidRPr="00AF6352">
        <w:rPr>
          <w:rFonts w:ascii="Calibri" w:hAnsi="Calibri"/>
          <w:b/>
        </w:rPr>
        <w:t>Alterações propostas</w:t>
      </w:r>
      <w:r w:rsidR="001B614F">
        <w:rPr>
          <w:rFonts w:ascii="Calibri" w:hAnsi="Calibri"/>
          <w:b/>
        </w:rPr>
        <w:t>:</w:t>
      </w:r>
    </w:p>
    <w:p w:rsidR="00E11219" w:rsidRPr="00E11219" w:rsidRDefault="00BA578A" w:rsidP="004925A2">
      <w:pPr>
        <w:pStyle w:val="onsNormal"/>
        <w:numPr>
          <w:ilvl w:val="0"/>
          <w:numId w:val="19"/>
        </w:numPr>
        <w:tabs>
          <w:tab w:val="left" w:pos="1276"/>
          <w:tab w:val="left" w:pos="1701"/>
        </w:tabs>
        <w:ind w:left="1276" w:firstLine="0"/>
        <w:jc w:val="left"/>
        <w:rPr>
          <w:rFonts w:ascii="Calibri" w:hAnsi="Calibri"/>
        </w:rPr>
      </w:pPr>
      <w:r>
        <w:rPr>
          <w:rFonts w:ascii="Calibri" w:hAnsi="Calibri"/>
        </w:rPr>
        <w:t xml:space="preserve">No setor de 500 kV, </w:t>
      </w:r>
    </w:p>
    <w:p w:rsidR="00E11219" w:rsidRDefault="00E11219" w:rsidP="00E11219">
      <w:pPr>
        <w:pStyle w:val="onsNormal"/>
        <w:ind w:left="1276"/>
        <w:jc w:val="left"/>
        <w:rPr>
          <w:rFonts w:ascii="Calibri" w:hAnsi="Calibri"/>
        </w:rPr>
      </w:pPr>
      <w:r>
        <w:rPr>
          <w:rFonts w:ascii="Calibri" w:hAnsi="Calibri"/>
        </w:rPr>
        <w:t>- C</w:t>
      </w:r>
      <w:r w:rsidR="0014369C" w:rsidRPr="0014369C">
        <w:rPr>
          <w:rFonts w:ascii="Calibri" w:hAnsi="Calibri"/>
        </w:rPr>
        <w:t>ompletar o vão d</w:t>
      </w:r>
      <w:r>
        <w:rPr>
          <w:rFonts w:ascii="Calibri" w:hAnsi="Calibri"/>
        </w:rPr>
        <w:t>e disjuntor e meio dos</w:t>
      </w:r>
      <w:r w:rsidR="0014369C" w:rsidRPr="0014369C">
        <w:rPr>
          <w:rFonts w:ascii="Calibri" w:hAnsi="Calibri"/>
        </w:rPr>
        <w:t xml:space="preserve"> transformador</w:t>
      </w:r>
      <w:r>
        <w:rPr>
          <w:rFonts w:ascii="Calibri" w:hAnsi="Calibri"/>
        </w:rPr>
        <w:t>es ATR-1 e ATR-2</w:t>
      </w:r>
      <w:r w:rsidR="0014369C" w:rsidRPr="0014369C">
        <w:rPr>
          <w:rFonts w:ascii="Calibri" w:hAnsi="Calibri"/>
        </w:rPr>
        <w:t xml:space="preserve"> 500/</w:t>
      </w:r>
      <w:r w:rsidR="00BA578A">
        <w:rPr>
          <w:rFonts w:ascii="Calibri" w:hAnsi="Calibri"/>
        </w:rPr>
        <w:t>230</w:t>
      </w:r>
      <w:r>
        <w:rPr>
          <w:rFonts w:ascii="Calibri" w:hAnsi="Calibri"/>
        </w:rPr>
        <w:t> </w:t>
      </w:r>
      <w:r w:rsidR="00BA578A">
        <w:rPr>
          <w:rFonts w:ascii="Calibri" w:hAnsi="Calibri"/>
        </w:rPr>
        <w:t xml:space="preserve"> </w:t>
      </w:r>
      <w:r>
        <w:rPr>
          <w:rFonts w:ascii="Calibri" w:hAnsi="Calibri"/>
        </w:rPr>
        <w:t>kV.</w:t>
      </w:r>
      <w:r w:rsidR="00BA578A">
        <w:rPr>
          <w:rFonts w:ascii="Calibri" w:hAnsi="Calibri"/>
        </w:rPr>
        <w:t xml:space="preserve"> </w:t>
      </w:r>
    </w:p>
    <w:p w:rsidR="00E11219" w:rsidRDefault="00E11219" w:rsidP="00E11219">
      <w:pPr>
        <w:pStyle w:val="onsNormal"/>
        <w:ind w:left="1276"/>
        <w:jc w:val="left"/>
        <w:rPr>
          <w:rFonts w:ascii="Calibri" w:hAnsi="Calibri"/>
        </w:rPr>
      </w:pPr>
      <w:r>
        <w:rPr>
          <w:rFonts w:ascii="Calibri" w:hAnsi="Calibri"/>
        </w:rPr>
        <w:t>- C</w:t>
      </w:r>
      <w:r w:rsidRPr="0014369C">
        <w:rPr>
          <w:rFonts w:ascii="Calibri" w:hAnsi="Calibri"/>
        </w:rPr>
        <w:t>o</w:t>
      </w:r>
      <w:r>
        <w:rPr>
          <w:rFonts w:ascii="Calibri" w:hAnsi="Calibri"/>
        </w:rPr>
        <w:t>nstruir um novo</w:t>
      </w:r>
      <w:r w:rsidRPr="0014369C">
        <w:rPr>
          <w:rFonts w:ascii="Calibri" w:hAnsi="Calibri"/>
        </w:rPr>
        <w:t xml:space="preserve"> vão </w:t>
      </w:r>
      <w:r>
        <w:rPr>
          <w:rFonts w:ascii="Calibri" w:hAnsi="Calibri"/>
        </w:rPr>
        <w:t>para a LT Quixadá.</w:t>
      </w:r>
    </w:p>
    <w:p w:rsidR="00F46FEE" w:rsidRDefault="00E11219" w:rsidP="00E11219">
      <w:pPr>
        <w:pStyle w:val="onsNormal"/>
        <w:ind w:left="1276"/>
        <w:jc w:val="left"/>
        <w:rPr>
          <w:rFonts w:ascii="Calibri" w:hAnsi="Calibri"/>
        </w:rPr>
      </w:pPr>
      <w:r>
        <w:rPr>
          <w:rFonts w:ascii="Calibri" w:hAnsi="Calibri"/>
        </w:rPr>
        <w:t>- C</w:t>
      </w:r>
      <w:r w:rsidRPr="0014369C">
        <w:rPr>
          <w:rFonts w:ascii="Calibri" w:hAnsi="Calibri"/>
        </w:rPr>
        <w:t>o</w:t>
      </w:r>
      <w:r>
        <w:rPr>
          <w:rFonts w:ascii="Calibri" w:hAnsi="Calibri"/>
        </w:rPr>
        <w:t>nstruir um novo</w:t>
      </w:r>
      <w:r w:rsidRPr="0014369C">
        <w:rPr>
          <w:rFonts w:ascii="Calibri" w:hAnsi="Calibri"/>
        </w:rPr>
        <w:t xml:space="preserve"> vão </w:t>
      </w:r>
      <w:r w:rsidR="00BA578A">
        <w:rPr>
          <w:rFonts w:ascii="Calibri" w:hAnsi="Calibri"/>
        </w:rPr>
        <w:t>reator de 1</w:t>
      </w:r>
      <w:r w:rsidR="00F46FEE">
        <w:rPr>
          <w:rFonts w:ascii="Calibri" w:hAnsi="Calibri"/>
        </w:rPr>
        <w:t>5</w:t>
      </w:r>
      <w:r w:rsidR="00BA578A">
        <w:rPr>
          <w:rFonts w:ascii="Calibri" w:hAnsi="Calibri"/>
        </w:rPr>
        <w:t xml:space="preserve">0 </w:t>
      </w:r>
      <w:proofErr w:type="spellStart"/>
      <w:r w:rsidR="00BA578A">
        <w:rPr>
          <w:rFonts w:ascii="Calibri" w:hAnsi="Calibri"/>
        </w:rPr>
        <w:t>M</w:t>
      </w:r>
      <w:r w:rsidR="00C07615">
        <w:rPr>
          <w:rFonts w:ascii="Calibri" w:hAnsi="Calibri"/>
        </w:rPr>
        <w:t>V</w:t>
      </w:r>
      <w:r w:rsidR="00BA578A">
        <w:rPr>
          <w:rFonts w:ascii="Calibri" w:hAnsi="Calibri"/>
        </w:rPr>
        <w:t>ar</w:t>
      </w:r>
      <w:proofErr w:type="spellEnd"/>
      <w:r w:rsidR="00BA578A">
        <w:rPr>
          <w:rFonts w:ascii="Calibri" w:hAnsi="Calibri"/>
        </w:rPr>
        <w:t xml:space="preserve">, </w:t>
      </w:r>
    </w:p>
    <w:p w:rsidR="00F46FEE" w:rsidRDefault="004925A2" w:rsidP="00F46FEE">
      <w:pPr>
        <w:pStyle w:val="onsNormal"/>
        <w:jc w:val="left"/>
        <w:rPr>
          <w:rFonts w:ascii="Calibri" w:hAnsi="Calibri"/>
        </w:rPr>
      </w:pPr>
      <w:r>
        <w:rPr>
          <w:rFonts w:ascii="Calibri" w:hAnsi="Calibri"/>
        </w:rPr>
        <w:t xml:space="preserve">    </w:t>
      </w:r>
      <w:r w:rsidR="00F46FEE">
        <w:rPr>
          <w:rFonts w:ascii="Calibri" w:hAnsi="Calibri"/>
        </w:rPr>
        <w:t>A figura a seguir apresenta o arranjo proposto.</w:t>
      </w:r>
    </w:p>
    <w:p w:rsidR="00A94384" w:rsidRDefault="00A94384" w:rsidP="00F46FEE">
      <w:pPr>
        <w:pStyle w:val="onsNormal"/>
        <w:jc w:val="left"/>
        <w:rPr>
          <w:rFonts w:ascii="Calibri" w:hAnsi="Calibri"/>
        </w:rPr>
      </w:pPr>
    </w:p>
    <w:p w:rsidR="00332837" w:rsidRDefault="00C3620D" w:rsidP="00C3620D">
      <w:pPr>
        <w:pStyle w:val="onsNormal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 xml:space="preserve">                  </w:t>
      </w:r>
      <w:r w:rsidR="00602A78">
        <w:rPr>
          <w:rFonts w:ascii="Calibri" w:hAnsi="Calibri"/>
          <w:b/>
          <w:sz w:val="36"/>
          <w:szCs w:val="36"/>
        </w:rPr>
        <w:t xml:space="preserve">         </w:t>
      </w:r>
      <w:r w:rsidR="008C3E9F" w:rsidRPr="008C3E9F">
        <w:rPr>
          <w:rFonts w:ascii="Calibri" w:hAnsi="Calibri"/>
          <w:b/>
          <w:sz w:val="36"/>
          <w:szCs w:val="36"/>
        </w:rPr>
        <w:t>SE MILAGRES</w:t>
      </w:r>
    </w:p>
    <w:p w:rsidR="00602A78" w:rsidRDefault="00602A78" w:rsidP="00C3620D">
      <w:pPr>
        <w:pStyle w:val="onsNormal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99712" behindDoc="0" locked="0" layoutInCell="1" allowOverlap="1">
            <wp:simplePos x="0" y="0"/>
            <wp:positionH relativeFrom="column">
              <wp:posOffset>1216082</wp:posOffset>
            </wp:positionH>
            <wp:positionV relativeFrom="paragraph">
              <wp:posOffset>3810</wp:posOffset>
            </wp:positionV>
            <wp:extent cx="3077570" cy="2769754"/>
            <wp:effectExtent l="0" t="0" r="0" b="0"/>
            <wp:wrapNone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570" cy="2769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02A78" w:rsidRDefault="00602A78" w:rsidP="00C3620D">
      <w:pPr>
        <w:pStyle w:val="onsNormal"/>
        <w:rPr>
          <w:rFonts w:ascii="Calibri" w:hAnsi="Calibri"/>
          <w:b/>
          <w:sz w:val="36"/>
          <w:szCs w:val="36"/>
        </w:rPr>
      </w:pPr>
    </w:p>
    <w:p w:rsidR="00602A78" w:rsidRDefault="00602A78" w:rsidP="00C3620D">
      <w:pPr>
        <w:pStyle w:val="onsNormal"/>
        <w:rPr>
          <w:rFonts w:ascii="Calibri" w:hAnsi="Calibri"/>
          <w:b/>
          <w:sz w:val="36"/>
          <w:szCs w:val="36"/>
        </w:rPr>
      </w:pPr>
    </w:p>
    <w:p w:rsidR="00602A78" w:rsidRDefault="00602A78" w:rsidP="00C3620D">
      <w:pPr>
        <w:pStyle w:val="onsNormal"/>
        <w:rPr>
          <w:rFonts w:ascii="Calibri" w:hAnsi="Calibri"/>
          <w:b/>
          <w:sz w:val="36"/>
          <w:szCs w:val="36"/>
        </w:rPr>
      </w:pPr>
    </w:p>
    <w:p w:rsidR="00602A78" w:rsidRDefault="00602A78" w:rsidP="00C3620D">
      <w:pPr>
        <w:pStyle w:val="onsNormal"/>
        <w:rPr>
          <w:rFonts w:ascii="Calibri" w:hAnsi="Calibri"/>
          <w:b/>
          <w:sz w:val="36"/>
          <w:szCs w:val="36"/>
        </w:rPr>
      </w:pPr>
    </w:p>
    <w:p w:rsidR="00602A78" w:rsidRDefault="00602A78" w:rsidP="00C3620D">
      <w:pPr>
        <w:pStyle w:val="onsNormal"/>
        <w:rPr>
          <w:rFonts w:ascii="Calibri" w:hAnsi="Calibri"/>
          <w:b/>
          <w:sz w:val="36"/>
          <w:szCs w:val="36"/>
        </w:rPr>
      </w:pPr>
    </w:p>
    <w:p w:rsidR="00602A78" w:rsidRDefault="00602A78" w:rsidP="00C3620D">
      <w:pPr>
        <w:pStyle w:val="onsNormal"/>
        <w:rPr>
          <w:rFonts w:ascii="Calibri" w:hAnsi="Calibri"/>
          <w:b/>
          <w:sz w:val="36"/>
          <w:szCs w:val="36"/>
        </w:rPr>
      </w:pPr>
    </w:p>
    <w:p w:rsidR="00602A78" w:rsidRDefault="00602A78" w:rsidP="00C3620D">
      <w:pPr>
        <w:pStyle w:val="onsNormal"/>
        <w:rPr>
          <w:rFonts w:ascii="Calibri" w:hAnsi="Calibri"/>
          <w:b/>
          <w:sz w:val="36"/>
          <w:szCs w:val="36"/>
        </w:rPr>
      </w:pPr>
    </w:p>
    <w:p w:rsidR="00602A78" w:rsidRDefault="00602A78" w:rsidP="00C3620D">
      <w:pPr>
        <w:pStyle w:val="onsNormal"/>
        <w:rPr>
          <w:rFonts w:ascii="Calibri" w:hAnsi="Calibri"/>
          <w:b/>
          <w:sz w:val="36"/>
          <w:szCs w:val="36"/>
        </w:rPr>
      </w:pPr>
    </w:p>
    <w:p w:rsidR="00E11BE8" w:rsidRPr="0014369C" w:rsidRDefault="00E11BE8" w:rsidP="00C3620D">
      <w:pPr>
        <w:pStyle w:val="onsNormal"/>
        <w:spacing w:line="240" w:lineRule="auto"/>
        <w:ind w:left="1134"/>
        <w:rPr>
          <w:rFonts w:ascii="Calibri" w:hAnsi="Calibri"/>
        </w:rPr>
      </w:pPr>
    </w:p>
    <w:p w:rsidR="00BA578A" w:rsidRDefault="00E944AC" w:rsidP="004925A2">
      <w:pPr>
        <w:pStyle w:val="onsNormal"/>
        <w:spacing w:line="240" w:lineRule="auto"/>
        <w:ind w:left="1276"/>
        <w:jc w:val="left"/>
        <w:rPr>
          <w:rFonts w:ascii="Calibri" w:hAnsi="Calibri"/>
        </w:rPr>
      </w:pPr>
      <w:r>
        <w:rPr>
          <w:rFonts w:ascii="Calibri" w:hAnsi="Calibri"/>
        </w:rPr>
        <w:t>A CHESF</w:t>
      </w:r>
      <w:r w:rsidR="00BA578A" w:rsidRPr="00E11BE8">
        <w:rPr>
          <w:rFonts w:ascii="Calibri" w:hAnsi="Calibri"/>
        </w:rPr>
        <w:t xml:space="preserve"> informou </w:t>
      </w:r>
      <w:r w:rsidR="00BA578A">
        <w:rPr>
          <w:rFonts w:ascii="Calibri" w:hAnsi="Calibri"/>
        </w:rPr>
        <w:t xml:space="preserve">ser factível as alterações </w:t>
      </w:r>
      <w:proofErr w:type="spellStart"/>
      <w:r w:rsidR="00BA578A">
        <w:rPr>
          <w:rFonts w:ascii="Calibri" w:hAnsi="Calibri"/>
        </w:rPr>
        <w:t>proposas</w:t>
      </w:r>
      <w:proofErr w:type="spellEnd"/>
      <w:r w:rsidR="00BA578A">
        <w:rPr>
          <w:rFonts w:ascii="Calibri" w:hAnsi="Calibri"/>
        </w:rPr>
        <w:t>,  conforme desenho a seguir.</w:t>
      </w:r>
    </w:p>
    <w:p w:rsidR="00BA578A" w:rsidRDefault="00BA578A" w:rsidP="00BA578A">
      <w:pPr>
        <w:pStyle w:val="onsNormal"/>
        <w:jc w:val="left"/>
        <w:rPr>
          <w:rFonts w:ascii="Calibri" w:hAnsi="Calibri" w:cs="Calibri"/>
          <w:color w:val="000000"/>
          <w:sz w:val="18"/>
          <w:szCs w:val="18"/>
        </w:rPr>
      </w:pPr>
    </w:p>
    <w:p w:rsidR="00BA578A" w:rsidRPr="00BA578A" w:rsidRDefault="00BA578A" w:rsidP="004925A2">
      <w:pPr>
        <w:pStyle w:val="onsNormal"/>
        <w:ind w:left="1276"/>
        <w:jc w:val="left"/>
        <w:rPr>
          <w:rFonts w:ascii="Calibri" w:hAnsi="Calibri"/>
        </w:rPr>
      </w:pPr>
      <w:r w:rsidRPr="00BA578A">
        <w:rPr>
          <w:rFonts w:ascii="Calibri" w:hAnsi="Calibri"/>
        </w:rPr>
        <w:t xml:space="preserve">Para o setor de 230 kV </w:t>
      </w:r>
      <w:r>
        <w:rPr>
          <w:rFonts w:ascii="Calibri" w:hAnsi="Calibri"/>
        </w:rPr>
        <w:t>foi apresentada a seguinte proposta:</w:t>
      </w:r>
    </w:p>
    <w:p w:rsidR="0014369C" w:rsidRDefault="0014369C" w:rsidP="004925A2">
      <w:pPr>
        <w:pStyle w:val="onsNormal"/>
        <w:numPr>
          <w:ilvl w:val="0"/>
          <w:numId w:val="19"/>
        </w:numPr>
        <w:tabs>
          <w:tab w:val="left" w:pos="1560"/>
        </w:tabs>
        <w:ind w:left="1276" w:firstLine="0"/>
        <w:jc w:val="left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 </w:t>
      </w:r>
      <w:r w:rsidRPr="0014369C">
        <w:rPr>
          <w:rFonts w:ascii="Calibri" w:hAnsi="Calibri"/>
        </w:rPr>
        <w:t>Converter o arranjo do setor de 230 kV para barra dupla 4 chaves</w:t>
      </w:r>
      <w:r w:rsidR="00605C45">
        <w:rPr>
          <w:rFonts w:ascii="Calibri" w:hAnsi="Calibri"/>
        </w:rPr>
        <w:t>.</w:t>
      </w:r>
      <w:r>
        <w:rPr>
          <w:rFonts w:ascii="Calibri" w:hAnsi="Calibri" w:cs="Calibri"/>
          <w:color w:val="000000"/>
          <w:sz w:val="18"/>
          <w:szCs w:val="18"/>
        </w:rPr>
        <w:t xml:space="preserve"> </w:t>
      </w:r>
    </w:p>
    <w:p w:rsidR="004163DE" w:rsidRDefault="004925A2" w:rsidP="004925A2">
      <w:pPr>
        <w:pStyle w:val="onsNormal"/>
        <w:numPr>
          <w:ilvl w:val="0"/>
          <w:numId w:val="19"/>
        </w:numPr>
        <w:tabs>
          <w:tab w:val="left" w:pos="1418"/>
          <w:tab w:val="left" w:pos="1560"/>
        </w:tabs>
        <w:ind w:left="1276" w:firstLine="0"/>
        <w:jc w:val="left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4163DE" w:rsidRPr="004163DE">
        <w:rPr>
          <w:rFonts w:ascii="Calibri" w:hAnsi="Calibri"/>
        </w:rPr>
        <w:t>Instalar de proteção de barra adaptativa no</w:t>
      </w:r>
      <w:r w:rsidR="001B614F" w:rsidRPr="004163DE">
        <w:rPr>
          <w:rFonts w:ascii="Calibri" w:hAnsi="Calibri"/>
        </w:rPr>
        <w:t xml:space="preserve"> setor de 230 kV</w:t>
      </w:r>
      <w:r w:rsidR="004163DE">
        <w:rPr>
          <w:rFonts w:ascii="Calibri" w:hAnsi="Calibri"/>
        </w:rPr>
        <w:t>.</w:t>
      </w:r>
    </w:p>
    <w:p w:rsidR="00BC040C" w:rsidRPr="002576B7" w:rsidRDefault="00E944AC" w:rsidP="004925A2">
      <w:pPr>
        <w:autoSpaceDE w:val="0"/>
        <w:autoSpaceDN w:val="0"/>
        <w:adjustRightInd w:val="0"/>
        <w:spacing w:after="120" w:line="360" w:lineRule="auto"/>
        <w:ind w:left="1276"/>
        <w:jc w:val="left"/>
        <w:rPr>
          <w:rFonts w:ascii="Calibri" w:hAnsi="Calibri" w:cs="Calibri"/>
          <w:spacing w:val="0"/>
          <w:szCs w:val="22"/>
        </w:rPr>
      </w:pPr>
      <w:r w:rsidRPr="002576B7">
        <w:rPr>
          <w:rFonts w:ascii="Calibri" w:hAnsi="Calibri" w:cs="Calibri"/>
          <w:spacing w:val="0"/>
          <w:szCs w:val="22"/>
        </w:rPr>
        <w:t>A CHESF</w:t>
      </w:r>
      <w:r w:rsidR="00BC040C" w:rsidRPr="002576B7">
        <w:rPr>
          <w:rFonts w:ascii="Calibri" w:hAnsi="Calibri" w:cs="Calibri"/>
          <w:spacing w:val="0"/>
          <w:szCs w:val="22"/>
        </w:rPr>
        <w:t xml:space="preserve"> informou:</w:t>
      </w:r>
    </w:p>
    <w:p w:rsidR="00FF09A1" w:rsidRPr="002576B7" w:rsidRDefault="002576B7" w:rsidP="004925A2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="00FF09A1" w:rsidRPr="002576B7">
        <w:rPr>
          <w:rFonts w:ascii="Calibri" w:hAnsi="Calibri" w:cs="Calibri"/>
          <w:spacing w:val="0"/>
          <w:szCs w:val="22"/>
        </w:rPr>
        <w:t xml:space="preserve">Não ser factível a solução convencional com </w:t>
      </w:r>
      <w:proofErr w:type="spellStart"/>
      <w:r w:rsidR="00FF09A1" w:rsidRPr="002576B7">
        <w:rPr>
          <w:rFonts w:ascii="Calibri" w:hAnsi="Calibri" w:cs="Calibri"/>
          <w:spacing w:val="0"/>
          <w:szCs w:val="22"/>
        </w:rPr>
        <w:t>bays</w:t>
      </w:r>
      <w:proofErr w:type="spellEnd"/>
      <w:r w:rsidR="00FF09A1" w:rsidRPr="002576B7">
        <w:rPr>
          <w:rFonts w:ascii="Calibri" w:hAnsi="Calibri" w:cs="Calibri"/>
          <w:spacing w:val="0"/>
          <w:szCs w:val="22"/>
        </w:rPr>
        <w:t xml:space="preserve"> isolados a ar (AIS), tanto devido a inexistência de espaço físico como pela necessidade de desligar total ou parcialmente a subestação por quatro meses, em média, para desmontagem e montagem dos equipamentos e </w:t>
      </w:r>
      <w:proofErr w:type="spellStart"/>
      <w:r w:rsidR="00FF09A1" w:rsidRPr="002576B7">
        <w:rPr>
          <w:rFonts w:ascii="Calibri" w:hAnsi="Calibri" w:cs="Calibri"/>
          <w:spacing w:val="0"/>
          <w:szCs w:val="22"/>
        </w:rPr>
        <w:t>companentes</w:t>
      </w:r>
      <w:proofErr w:type="spellEnd"/>
      <w:r w:rsidR="00FF09A1" w:rsidRPr="002576B7">
        <w:rPr>
          <w:rFonts w:ascii="Calibri" w:hAnsi="Calibri" w:cs="Calibri"/>
          <w:spacing w:val="0"/>
          <w:szCs w:val="22"/>
        </w:rPr>
        <w:t>, preparando a instalação para conexão no SIN;</w:t>
      </w:r>
    </w:p>
    <w:p w:rsidR="004558B4" w:rsidRPr="002576B7" w:rsidRDefault="002576B7" w:rsidP="004925A2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="004558B4" w:rsidRPr="002576B7">
        <w:rPr>
          <w:rFonts w:ascii="Calibri" w:hAnsi="Calibri" w:cs="Calibri"/>
          <w:spacing w:val="0"/>
          <w:szCs w:val="22"/>
        </w:rPr>
        <w:t xml:space="preserve">Ser factível a solução híbrida, de tamanho compacto, que combina módulos isolados à gás (GIS) com buchas poliméricas para interligação às barras pré-existentes isoladas à </w:t>
      </w:r>
      <w:r w:rsidR="004558B4" w:rsidRPr="002576B7">
        <w:rPr>
          <w:rFonts w:ascii="Calibri" w:hAnsi="Calibri" w:cs="Calibri"/>
          <w:spacing w:val="0"/>
          <w:szCs w:val="22"/>
        </w:rPr>
        <w:lastRenderedPageBreak/>
        <w:t>ar (AIS). O tempo de instalação é de três</w:t>
      </w:r>
      <w:r w:rsidR="004558B4" w:rsidRPr="002576B7">
        <w:rPr>
          <w:rFonts w:ascii="Calibri" w:hAnsi="Calibri" w:cs="Calibri"/>
          <w:bCs/>
          <w:spacing w:val="0"/>
          <w:szCs w:val="22"/>
        </w:rPr>
        <w:t xml:space="preserve"> meses, com necessidade de interrupção de fornecimento parcial ou total das cargas</w:t>
      </w:r>
      <w:r w:rsidR="004558B4" w:rsidRPr="002576B7">
        <w:rPr>
          <w:rFonts w:ascii="Calibri" w:hAnsi="Calibri" w:cs="Calibri"/>
          <w:spacing w:val="0"/>
          <w:szCs w:val="22"/>
        </w:rPr>
        <w:t>, apresentando um avanço na  imunidade à condições ambientais e a simplificação da manutenção</w:t>
      </w:r>
      <w:r w:rsidR="001D31E6">
        <w:rPr>
          <w:rFonts w:ascii="Calibri" w:hAnsi="Calibri" w:cs="Calibri"/>
          <w:spacing w:val="0"/>
          <w:szCs w:val="22"/>
        </w:rPr>
        <w:t>.</w:t>
      </w:r>
    </w:p>
    <w:p w:rsidR="001B614F" w:rsidRDefault="00123575" w:rsidP="00332837">
      <w:pPr>
        <w:pStyle w:val="onsNormal"/>
        <w:tabs>
          <w:tab w:val="left" w:pos="993"/>
        </w:tabs>
        <w:ind w:left="993" w:hanging="993"/>
        <w:jc w:val="left"/>
        <w:rPr>
          <w:b/>
        </w:rPr>
      </w:pPr>
      <w:r>
        <w:rPr>
          <w:rFonts w:ascii="Calibri" w:hAnsi="Calibri"/>
          <w:b/>
        </w:rPr>
        <w:t xml:space="preserve">         </w:t>
      </w:r>
      <w:r w:rsidR="00D7124C">
        <w:rPr>
          <w:rFonts w:ascii="Calibri" w:hAnsi="Calibri"/>
          <w:b/>
        </w:rPr>
        <w:t xml:space="preserve"> </w:t>
      </w:r>
    </w:p>
    <w:p w:rsidR="00403CEB" w:rsidRDefault="00E72C94" w:rsidP="004925A2">
      <w:pPr>
        <w:pStyle w:val="Ttulo3"/>
        <w:tabs>
          <w:tab w:val="num" w:pos="0"/>
        </w:tabs>
        <w:ind w:left="1276" w:hanging="1560"/>
      </w:pPr>
      <w:bookmarkStart w:id="26" w:name="_Toc400455391"/>
      <w:r>
        <w:t>PAULO AFONSO III</w:t>
      </w:r>
      <w:r w:rsidRPr="00E72C94">
        <w:t xml:space="preserve"> 230 kV</w:t>
      </w:r>
      <w:bookmarkEnd w:id="26"/>
    </w:p>
    <w:p w:rsidR="001B614F" w:rsidRDefault="00332837" w:rsidP="004925A2">
      <w:pPr>
        <w:pStyle w:val="PargrafodaLista"/>
        <w:tabs>
          <w:tab w:val="left" w:pos="1276"/>
        </w:tabs>
        <w:spacing w:after="120"/>
        <w:ind w:left="-284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          </w:t>
      </w:r>
      <w:r w:rsidR="001B614F">
        <w:rPr>
          <w:rFonts w:ascii="Calibri" w:hAnsi="Calibri"/>
          <w:b/>
        </w:rPr>
        <w:t xml:space="preserve"> </w:t>
      </w:r>
      <w:r w:rsidR="004925A2">
        <w:rPr>
          <w:rFonts w:ascii="Calibri" w:hAnsi="Calibri"/>
          <w:b/>
        </w:rPr>
        <w:t xml:space="preserve">         </w:t>
      </w:r>
      <w:r w:rsidR="001B614F" w:rsidRPr="00222EF3">
        <w:rPr>
          <w:rFonts w:ascii="Calibri" w:hAnsi="Calibri"/>
          <w:b/>
        </w:rPr>
        <w:t>Arranjo de barra atual</w:t>
      </w:r>
      <w:r w:rsidR="001B614F" w:rsidRPr="00316CB3">
        <w:rPr>
          <w:rFonts w:ascii="Calibri" w:hAnsi="Calibri"/>
          <w:b/>
        </w:rPr>
        <w:t>:</w:t>
      </w:r>
    </w:p>
    <w:p w:rsidR="001B614F" w:rsidRDefault="001B614F" w:rsidP="004925A2">
      <w:pPr>
        <w:tabs>
          <w:tab w:val="left" w:pos="1276"/>
        </w:tabs>
        <w:spacing w:line="240" w:lineRule="auto"/>
        <w:ind w:left="0"/>
        <w:rPr>
          <w:rFonts w:ascii="Calibri" w:hAnsi="Calibri"/>
        </w:rPr>
      </w:pPr>
      <w:r>
        <w:rPr>
          <w:rFonts w:ascii="Calibri" w:hAnsi="Calibri"/>
        </w:rPr>
        <w:t xml:space="preserve">        </w:t>
      </w:r>
      <w:r w:rsidR="00332837">
        <w:rPr>
          <w:rFonts w:ascii="Calibri" w:hAnsi="Calibri"/>
        </w:rPr>
        <w:t xml:space="preserve">     </w:t>
      </w:r>
      <w:r w:rsidR="004925A2">
        <w:rPr>
          <w:rFonts w:ascii="Calibri" w:hAnsi="Calibri"/>
        </w:rPr>
        <w:t xml:space="preserve">         </w:t>
      </w:r>
      <w:r>
        <w:rPr>
          <w:rFonts w:ascii="Calibri" w:hAnsi="Calibri"/>
        </w:rPr>
        <w:t xml:space="preserve">O setor de 230 kV </w:t>
      </w:r>
      <w:r w:rsidR="009A3037">
        <w:rPr>
          <w:rFonts w:ascii="Calibri" w:hAnsi="Calibri"/>
        </w:rPr>
        <w:t>é</w:t>
      </w:r>
      <w:r>
        <w:rPr>
          <w:rFonts w:ascii="Calibri" w:hAnsi="Calibri"/>
        </w:rPr>
        <w:t xml:space="preserve"> do tipo b</w:t>
      </w:r>
      <w:r w:rsidRPr="00DA5BB8">
        <w:rPr>
          <w:rFonts w:ascii="Calibri" w:hAnsi="Calibri"/>
        </w:rPr>
        <w:t xml:space="preserve">arra </w:t>
      </w:r>
      <w:r w:rsidR="00E72C94">
        <w:rPr>
          <w:rFonts w:ascii="Calibri" w:hAnsi="Calibri"/>
        </w:rPr>
        <w:t>tripla 6 chaves</w:t>
      </w:r>
      <w:r>
        <w:rPr>
          <w:rFonts w:ascii="Calibri" w:hAnsi="Calibri"/>
        </w:rPr>
        <w:t>.</w:t>
      </w:r>
    </w:p>
    <w:p w:rsidR="001E1843" w:rsidRDefault="001E1843" w:rsidP="004925A2">
      <w:pPr>
        <w:tabs>
          <w:tab w:val="left" w:pos="1276"/>
        </w:tabs>
        <w:spacing w:line="240" w:lineRule="auto"/>
        <w:ind w:left="0"/>
        <w:rPr>
          <w:rFonts w:ascii="Calibri" w:hAnsi="Calibri"/>
        </w:rPr>
      </w:pPr>
    </w:p>
    <w:p w:rsidR="001B614F" w:rsidRDefault="001B614F" w:rsidP="004925A2">
      <w:pPr>
        <w:pStyle w:val="onsNormal"/>
        <w:ind w:left="1276"/>
        <w:rPr>
          <w:rFonts w:ascii="Calibri" w:hAnsi="Calibri"/>
          <w:b/>
        </w:rPr>
      </w:pPr>
      <w:r w:rsidRPr="00AF6352">
        <w:rPr>
          <w:rFonts w:ascii="Calibri" w:hAnsi="Calibri"/>
          <w:b/>
        </w:rPr>
        <w:t>Alteraç</w:t>
      </w:r>
      <w:r w:rsidR="001E1843">
        <w:rPr>
          <w:rFonts w:ascii="Calibri" w:hAnsi="Calibri"/>
          <w:b/>
        </w:rPr>
        <w:t>ão</w:t>
      </w:r>
      <w:r w:rsidRPr="00AF6352">
        <w:rPr>
          <w:rFonts w:ascii="Calibri" w:hAnsi="Calibri"/>
          <w:b/>
        </w:rPr>
        <w:t xml:space="preserve"> proposta</w:t>
      </w:r>
      <w:r>
        <w:rPr>
          <w:rFonts w:ascii="Calibri" w:hAnsi="Calibri"/>
          <w:b/>
        </w:rPr>
        <w:t>:</w:t>
      </w:r>
    </w:p>
    <w:p w:rsidR="00CF350F" w:rsidRPr="004925A2" w:rsidRDefault="007F10C6" w:rsidP="004925A2">
      <w:pPr>
        <w:pStyle w:val="onsNormal"/>
        <w:numPr>
          <w:ilvl w:val="0"/>
          <w:numId w:val="19"/>
        </w:numPr>
        <w:tabs>
          <w:tab w:val="left" w:pos="1560"/>
        </w:tabs>
        <w:ind w:left="1276" w:firstLine="0"/>
        <w:jc w:val="left"/>
        <w:rPr>
          <w:rFonts w:ascii="Calibri" w:hAnsi="Calibri" w:cs="Calibri"/>
          <w:spacing w:val="0"/>
          <w:szCs w:val="22"/>
        </w:rPr>
      </w:pPr>
      <w:r w:rsidRPr="004925A2">
        <w:rPr>
          <w:rFonts w:ascii="Calibri" w:hAnsi="Calibri" w:cs="Calibri"/>
          <w:spacing w:val="0"/>
          <w:szCs w:val="22"/>
        </w:rPr>
        <w:t xml:space="preserve">Instalar </w:t>
      </w:r>
      <w:r w:rsidR="005F58A9" w:rsidRPr="004925A2">
        <w:rPr>
          <w:rFonts w:ascii="Calibri" w:hAnsi="Calibri" w:cs="Calibri"/>
          <w:spacing w:val="0"/>
          <w:szCs w:val="22"/>
        </w:rPr>
        <w:t xml:space="preserve"> proteção de barra adaptativa no setor de 230 kV       </w:t>
      </w:r>
    </w:p>
    <w:p w:rsidR="00BC040C" w:rsidRDefault="00BC040C" w:rsidP="00C3620D">
      <w:pPr>
        <w:pStyle w:val="onsNormal"/>
        <w:ind w:left="709"/>
        <w:jc w:val="left"/>
        <w:rPr>
          <w:rFonts w:ascii="Calibri" w:hAnsi="Calibri"/>
        </w:rPr>
      </w:pPr>
    </w:p>
    <w:p w:rsidR="00BC040C" w:rsidRPr="002E11CE" w:rsidRDefault="00E944AC" w:rsidP="004925A2">
      <w:pPr>
        <w:autoSpaceDE w:val="0"/>
        <w:autoSpaceDN w:val="0"/>
        <w:adjustRightInd w:val="0"/>
        <w:spacing w:after="120" w:line="360" w:lineRule="auto"/>
        <w:ind w:left="1276"/>
        <w:jc w:val="left"/>
        <w:rPr>
          <w:rFonts w:ascii="Calibri" w:hAnsi="Calibri" w:cs="Calibri"/>
          <w:spacing w:val="0"/>
          <w:szCs w:val="22"/>
        </w:rPr>
      </w:pPr>
      <w:r w:rsidRPr="002E11CE">
        <w:rPr>
          <w:rFonts w:ascii="Calibri" w:hAnsi="Calibri" w:cs="Calibri"/>
          <w:spacing w:val="0"/>
          <w:szCs w:val="22"/>
        </w:rPr>
        <w:t>A CHESF</w:t>
      </w:r>
      <w:r w:rsidR="00BC040C" w:rsidRPr="002E11CE">
        <w:rPr>
          <w:rFonts w:ascii="Calibri" w:hAnsi="Calibri" w:cs="Calibri"/>
          <w:spacing w:val="0"/>
          <w:szCs w:val="22"/>
        </w:rPr>
        <w:t xml:space="preserve"> informou:</w:t>
      </w:r>
    </w:p>
    <w:p w:rsidR="00FF09A1" w:rsidRPr="002E11CE" w:rsidRDefault="002E11CE" w:rsidP="004925A2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="001E1843">
        <w:rPr>
          <w:rFonts w:ascii="Calibri" w:hAnsi="Calibri" w:cs="Calibri"/>
          <w:spacing w:val="0"/>
          <w:szCs w:val="22"/>
        </w:rPr>
        <w:t>S</w:t>
      </w:r>
      <w:r w:rsidR="00FF09A1" w:rsidRPr="002E11CE">
        <w:rPr>
          <w:rFonts w:ascii="Calibri" w:hAnsi="Calibri" w:cs="Calibri"/>
          <w:spacing w:val="0"/>
          <w:szCs w:val="22"/>
        </w:rPr>
        <w:t xml:space="preserve">er factível a </w:t>
      </w:r>
      <w:r w:rsidR="001E1843">
        <w:rPr>
          <w:rFonts w:ascii="Calibri" w:hAnsi="Calibri" w:cs="Calibri"/>
          <w:spacing w:val="0"/>
          <w:szCs w:val="22"/>
        </w:rPr>
        <w:t>implementação da proposta.</w:t>
      </w:r>
    </w:p>
    <w:p w:rsidR="009A3037" w:rsidRPr="001E1843" w:rsidRDefault="002E11CE" w:rsidP="001E1843">
      <w:pPr>
        <w:autoSpaceDE w:val="0"/>
        <w:autoSpaceDN w:val="0"/>
        <w:adjustRightInd w:val="0"/>
        <w:spacing w:after="120" w:line="360" w:lineRule="auto"/>
        <w:ind w:left="0"/>
        <w:rPr>
          <w:rFonts w:ascii="Calibri" w:hAnsi="Calibri"/>
        </w:rPr>
      </w:pPr>
      <w:r w:rsidRPr="001E1843">
        <w:rPr>
          <w:rFonts w:ascii="Calibri" w:hAnsi="Calibri" w:cs="Calibri"/>
          <w:spacing w:val="0"/>
          <w:szCs w:val="22"/>
        </w:rPr>
        <w:t xml:space="preserve"> </w:t>
      </w:r>
    </w:p>
    <w:p w:rsidR="003C1274" w:rsidRPr="003C1274" w:rsidRDefault="004925A2" w:rsidP="00295224">
      <w:pPr>
        <w:pStyle w:val="Ttulo3"/>
        <w:tabs>
          <w:tab w:val="clear" w:pos="1447"/>
          <w:tab w:val="num" w:pos="0"/>
          <w:tab w:val="left" w:pos="1276"/>
        </w:tabs>
        <w:ind w:left="709" w:hanging="993"/>
      </w:pPr>
      <w:r>
        <w:t xml:space="preserve">      </w:t>
      </w:r>
      <w:r w:rsidR="00295224">
        <w:t xml:space="preserve"> </w:t>
      </w:r>
      <w:r>
        <w:t xml:space="preserve"> </w:t>
      </w:r>
      <w:bookmarkStart w:id="27" w:name="_Toc400455392"/>
      <w:r w:rsidR="003C1274">
        <w:t xml:space="preserve">PAU FERRO 230/69 </w:t>
      </w:r>
      <w:r w:rsidR="0049100B">
        <w:t>kV</w:t>
      </w:r>
      <w:bookmarkEnd w:id="27"/>
      <w:r w:rsidR="0020043D">
        <w:t xml:space="preserve"> </w:t>
      </w:r>
      <w:r w:rsidR="0020043D" w:rsidRPr="00403CEB">
        <w:t xml:space="preserve"> </w:t>
      </w:r>
    </w:p>
    <w:p w:rsidR="001B614F" w:rsidRDefault="00C3620D" w:rsidP="00C3620D">
      <w:pPr>
        <w:pStyle w:val="PargrafodaLista"/>
        <w:spacing w:after="120"/>
        <w:ind w:left="-284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       </w:t>
      </w:r>
      <w:r w:rsidR="001B614F">
        <w:rPr>
          <w:rFonts w:ascii="Calibri" w:hAnsi="Calibri"/>
          <w:b/>
        </w:rPr>
        <w:t xml:space="preserve"> </w:t>
      </w:r>
      <w:r w:rsidR="00CB727E">
        <w:rPr>
          <w:rFonts w:ascii="Calibri" w:hAnsi="Calibri"/>
          <w:b/>
        </w:rPr>
        <w:t xml:space="preserve">  </w:t>
      </w:r>
      <w:r w:rsidR="004925A2">
        <w:rPr>
          <w:rFonts w:ascii="Calibri" w:hAnsi="Calibri"/>
          <w:b/>
        </w:rPr>
        <w:t xml:space="preserve">        </w:t>
      </w:r>
      <w:r w:rsidR="00295224">
        <w:rPr>
          <w:rFonts w:ascii="Calibri" w:hAnsi="Calibri"/>
          <w:b/>
        </w:rPr>
        <w:t xml:space="preserve">  </w:t>
      </w:r>
      <w:r w:rsidR="001B614F" w:rsidRPr="00222EF3">
        <w:rPr>
          <w:rFonts w:ascii="Calibri" w:hAnsi="Calibri"/>
          <w:b/>
        </w:rPr>
        <w:t>Arranjo de barra atual</w:t>
      </w:r>
      <w:r w:rsidR="001B614F" w:rsidRPr="00316CB3">
        <w:rPr>
          <w:rFonts w:ascii="Calibri" w:hAnsi="Calibri"/>
          <w:b/>
        </w:rPr>
        <w:t>:</w:t>
      </w:r>
    </w:p>
    <w:p w:rsidR="00CF350F" w:rsidRDefault="00C3620D" w:rsidP="00295224">
      <w:pPr>
        <w:tabs>
          <w:tab w:val="left" w:pos="993"/>
          <w:tab w:val="left" w:pos="1276"/>
        </w:tabs>
        <w:spacing w:line="240" w:lineRule="auto"/>
        <w:ind w:left="0"/>
        <w:rPr>
          <w:rFonts w:ascii="Calibri" w:hAnsi="Calibri"/>
        </w:rPr>
      </w:pPr>
      <w:r>
        <w:rPr>
          <w:rFonts w:ascii="Calibri" w:hAnsi="Calibri"/>
        </w:rPr>
        <w:t xml:space="preserve">           </w:t>
      </w:r>
      <w:r w:rsidR="00CB727E">
        <w:rPr>
          <w:rFonts w:ascii="Calibri" w:hAnsi="Calibri"/>
        </w:rPr>
        <w:t xml:space="preserve"> </w:t>
      </w:r>
      <w:r w:rsidR="004925A2">
        <w:rPr>
          <w:rFonts w:ascii="Calibri" w:hAnsi="Calibri"/>
        </w:rPr>
        <w:t xml:space="preserve">   </w:t>
      </w:r>
      <w:r w:rsidR="004925A2" w:rsidRPr="00295224">
        <w:rPr>
          <w:rFonts w:ascii="Calibri" w:hAnsi="Calibri" w:cs="Calibri"/>
          <w:spacing w:val="0"/>
          <w:szCs w:val="22"/>
        </w:rPr>
        <w:t xml:space="preserve">      </w:t>
      </w:r>
      <w:r w:rsidR="00295224">
        <w:rPr>
          <w:rFonts w:ascii="Calibri" w:hAnsi="Calibri" w:cs="Calibri"/>
          <w:spacing w:val="0"/>
          <w:szCs w:val="22"/>
        </w:rPr>
        <w:t xml:space="preserve">   </w:t>
      </w:r>
      <w:r w:rsidR="001B614F" w:rsidRPr="00295224">
        <w:rPr>
          <w:rFonts w:ascii="Calibri" w:hAnsi="Calibri" w:cs="Calibri"/>
          <w:spacing w:val="0"/>
          <w:szCs w:val="22"/>
        </w:rPr>
        <w:t xml:space="preserve">O setor de </w:t>
      </w:r>
      <w:r w:rsidR="00CF350F" w:rsidRPr="00295224">
        <w:rPr>
          <w:rFonts w:ascii="Calibri" w:hAnsi="Calibri" w:cs="Calibri"/>
          <w:spacing w:val="0"/>
          <w:szCs w:val="22"/>
        </w:rPr>
        <w:t>23</w:t>
      </w:r>
      <w:r w:rsidR="001B614F" w:rsidRPr="00295224">
        <w:rPr>
          <w:rFonts w:ascii="Calibri" w:hAnsi="Calibri" w:cs="Calibri"/>
          <w:spacing w:val="0"/>
          <w:szCs w:val="22"/>
        </w:rPr>
        <w:t xml:space="preserve">0 kV possui arranjo do tipo </w:t>
      </w:r>
      <w:r w:rsidR="00CF350F" w:rsidRPr="00295224">
        <w:rPr>
          <w:rFonts w:ascii="Calibri" w:hAnsi="Calibri" w:cs="Calibri"/>
          <w:spacing w:val="0"/>
          <w:szCs w:val="22"/>
        </w:rPr>
        <w:t>barra principal e transferência.</w:t>
      </w:r>
    </w:p>
    <w:p w:rsidR="00CF350F" w:rsidRPr="00295224" w:rsidRDefault="00CF350F" w:rsidP="00CF350F">
      <w:pPr>
        <w:spacing w:line="240" w:lineRule="auto"/>
        <w:ind w:left="0"/>
        <w:jc w:val="center"/>
        <w:rPr>
          <w:rFonts w:asciiTheme="minorHAnsi" w:hAnsiTheme="minorHAnsi"/>
          <w:b/>
          <w:sz w:val="18"/>
          <w:szCs w:val="18"/>
        </w:rPr>
      </w:pPr>
    </w:p>
    <w:p w:rsidR="001B614F" w:rsidRPr="00CF350F" w:rsidRDefault="00295224" w:rsidP="00295224">
      <w:pPr>
        <w:pStyle w:val="onsNormal"/>
        <w:ind w:left="1418" w:hanging="142"/>
        <w:rPr>
          <w:rFonts w:ascii="Calibri" w:hAnsi="Calibri"/>
        </w:rPr>
      </w:pPr>
      <w:r>
        <w:rPr>
          <w:rFonts w:ascii="Calibri" w:hAnsi="Calibri"/>
          <w:b/>
        </w:rPr>
        <w:t xml:space="preserve"> </w:t>
      </w:r>
      <w:r w:rsidR="001B614F" w:rsidRPr="00AF6352">
        <w:rPr>
          <w:rFonts w:ascii="Calibri" w:hAnsi="Calibri"/>
          <w:b/>
        </w:rPr>
        <w:t>Alterações propostas</w:t>
      </w:r>
      <w:r w:rsidR="001B614F">
        <w:rPr>
          <w:rFonts w:ascii="Calibri" w:hAnsi="Calibri"/>
          <w:b/>
        </w:rPr>
        <w:t>:</w:t>
      </w:r>
    </w:p>
    <w:p w:rsidR="00CF350F" w:rsidRDefault="00CF350F" w:rsidP="00295224">
      <w:pPr>
        <w:pStyle w:val="onsNormal"/>
        <w:numPr>
          <w:ilvl w:val="0"/>
          <w:numId w:val="19"/>
        </w:numPr>
        <w:tabs>
          <w:tab w:val="left" w:pos="1701"/>
          <w:tab w:val="left" w:pos="1843"/>
          <w:tab w:val="left" w:pos="1985"/>
        </w:tabs>
        <w:ind w:left="1276" w:firstLine="0"/>
        <w:jc w:val="left"/>
        <w:rPr>
          <w:rFonts w:ascii="Calibri" w:hAnsi="Calibri" w:cs="Calibri"/>
          <w:spacing w:val="0"/>
          <w:szCs w:val="22"/>
        </w:rPr>
      </w:pPr>
      <w:r w:rsidRPr="00295224">
        <w:rPr>
          <w:rFonts w:ascii="Calibri" w:hAnsi="Calibri" w:cs="Calibri"/>
          <w:spacing w:val="0"/>
          <w:szCs w:val="22"/>
        </w:rPr>
        <w:t xml:space="preserve">Converter o arranjo do setor de 230 </w:t>
      </w:r>
      <w:r w:rsidR="0049100B">
        <w:rPr>
          <w:rFonts w:ascii="Calibri" w:hAnsi="Calibri" w:cs="Calibri"/>
          <w:spacing w:val="0"/>
          <w:szCs w:val="22"/>
        </w:rPr>
        <w:t>kV</w:t>
      </w:r>
      <w:r w:rsidRPr="00295224">
        <w:rPr>
          <w:rFonts w:ascii="Calibri" w:hAnsi="Calibri" w:cs="Calibri"/>
          <w:spacing w:val="0"/>
          <w:szCs w:val="22"/>
        </w:rPr>
        <w:t xml:space="preserve"> </w:t>
      </w:r>
      <w:r w:rsidR="004B625C" w:rsidRPr="00295224">
        <w:rPr>
          <w:rFonts w:ascii="Calibri" w:hAnsi="Calibri" w:cs="Calibri"/>
          <w:spacing w:val="0"/>
          <w:szCs w:val="22"/>
        </w:rPr>
        <w:t xml:space="preserve">de barra </w:t>
      </w:r>
      <w:r w:rsidRPr="00295224">
        <w:rPr>
          <w:rFonts w:ascii="Calibri" w:hAnsi="Calibri" w:cs="Calibri"/>
          <w:spacing w:val="0"/>
          <w:szCs w:val="22"/>
        </w:rPr>
        <w:t>para barra dupla 4 chaves.</w:t>
      </w:r>
    </w:p>
    <w:p w:rsidR="00295224" w:rsidRPr="00295224" w:rsidRDefault="00295224" w:rsidP="00295224">
      <w:pPr>
        <w:pStyle w:val="onsNormal"/>
        <w:tabs>
          <w:tab w:val="left" w:pos="1701"/>
          <w:tab w:val="left" w:pos="1843"/>
          <w:tab w:val="left" w:pos="1985"/>
        </w:tabs>
        <w:ind w:left="1134" w:hanging="142"/>
        <w:jc w:val="left"/>
        <w:rPr>
          <w:rFonts w:ascii="Calibri" w:hAnsi="Calibri" w:cs="Calibri"/>
          <w:spacing w:val="0"/>
          <w:szCs w:val="22"/>
        </w:rPr>
      </w:pPr>
    </w:p>
    <w:p w:rsidR="00BC040C" w:rsidRPr="002E11CE" w:rsidRDefault="00E944AC" w:rsidP="004925A2">
      <w:pPr>
        <w:autoSpaceDE w:val="0"/>
        <w:autoSpaceDN w:val="0"/>
        <w:adjustRightInd w:val="0"/>
        <w:spacing w:after="120" w:line="360" w:lineRule="auto"/>
        <w:ind w:left="1276"/>
        <w:jc w:val="left"/>
        <w:rPr>
          <w:rFonts w:ascii="Calibri" w:hAnsi="Calibri" w:cs="Calibri"/>
          <w:spacing w:val="0"/>
          <w:szCs w:val="22"/>
        </w:rPr>
      </w:pPr>
      <w:r w:rsidRPr="002E11CE">
        <w:rPr>
          <w:rFonts w:ascii="Calibri" w:hAnsi="Calibri" w:cs="Calibri"/>
          <w:spacing w:val="0"/>
          <w:szCs w:val="22"/>
        </w:rPr>
        <w:t>A CHESF</w:t>
      </w:r>
      <w:r w:rsidR="00BC040C" w:rsidRPr="002E11CE">
        <w:rPr>
          <w:rFonts w:ascii="Calibri" w:hAnsi="Calibri" w:cs="Calibri"/>
          <w:spacing w:val="0"/>
          <w:szCs w:val="22"/>
        </w:rPr>
        <w:t xml:space="preserve"> informou:</w:t>
      </w:r>
    </w:p>
    <w:p w:rsidR="00FF09A1" w:rsidRPr="002E11CE" w:rsidRDefault="002E11CE" w:rsidP="004925A2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="00FF09A1" w:rsidRPr="002E11CE">
        <w:rPr>
          <w:rFonts w:ascii="Calibri" w:hAnsi="Calibri" w:cs="Calibri"/>
          <w:spacing w:val="0"/>
          <w:szCs w:val="22"/>
        </w:rPr>
        <w:t xml:space="preserve">Não ser factível a solução convencional com </w:t>
      </w:r>
      <w:proofErr w:type="spellStart"/>
      <w:r w:rsidR="00FF09A1" w:rsidRPr="002E11CE">
        <w:rPr>
          <w:rFonts w:ascii="Calibri" w:hAnsi="Calibri" w:cs="Calibri"/>
          <w:spacing w:val="0"/>
          <w:szCs w:val="22"/>
        </w:rPr>
        <w:t>bays</w:t>
      </w:r>
      <w:proofErr w:type="spellEnd"/>
      <w:r w:rsidR="00FF09A1" w:rsidRPr="002E11CE">
        <w:rPr>
          <w:rFonts w:ascii="Calibri" w:hAnsi="Calibri" w:cs="Calibri"/>
          <w:spacing w:val="0"/>
          <w:szCs w:val="22"/>
        </w:rPr>
        <w:t xml:space="preserve"> isolados a ar (AIS), tanto devido a inexistência de espaço físico como pela necessidade de desligar total ou parcialmente a subestação por quatro meses, em média, para desmontagem e montagem dos equipamentos e </w:t>
      </w:r>
      <w:proofErr w:type="spellStart"/>
      <w:r w:rsidR="00FF09A1" w:rsidRPr="002E11CE">
        <w:rPr>
          <w:rFonts w:ascii="Calibri" w:hAnsi="Calibri" w:cs="Calibri"/>
          <w:spacing w:val="0"/>
          <w:szCs w:val="22"/>
        </w:rPr>
        <w:t>companentes</w:t>
      </w:r>
      <w:proofErr w:type="spellEnd"/>
      <w:r w:rsidR="00FF09A1" w:rsidRPr="002E11CE">
        <w:rPr>
          <w:rFonts w:ascii="Calibri" w:hAnsi="Calibri" w:cs="Calibri"/>
          <w:spacing w:val="0"/>
          <w:szCs w:val="22"/>
        </w:rPr>
        <w:t>, preparando a instalação para conexão no SIN;</w:t>
      </w:r>
    </w:p>
    <w:p w:rsidR="00407DF8" w:rsidRDefault="00407DF8" w:rsidP="00407DF8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 w:rsidRPr="00B95ED6">
        <w:rPr>
          <w:rFonts w:ascii="Calibri" w:hAnsi="Calibri" w:cs="Calibri"/>
          <w:spacing w:val="0"/>
          <w:szCs w:val="22"/>
        </w:rPr>
        <w:t>Ser factível a solução isolada a gás (GIS</w:t>
      </w:r>
      <w:r w:rsidR="004648C9">
        <w:rPr>
          <w:rFonts w:ascii="Calibri" w:hAnsi="Calibri" w:cs="Calibri"/>
          <w:spacing w:val="0"/>
          <w:szCs w:val="22"/>
        </w:rPr>
        <w:t>).</w:t>
      </w:r>
    </w:p>
    <w:p w:rsidR="00407DF8" w:rsidRDefault="00407DF8" w:rsidP="00407DF8">
      <w:p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</w:p>
    <w:p w:rsidR="00812E14" w:rsidRDefault="00812E14" w:rsidP="001B614F">
      <w:pPr>
        <w:pStyle w:val="PargrafodaLista"/>
        <w:ind w:left="720"/>
        <w:rPr>
          <w:b/>
        </w:rPr>
      </w:pPr>
    </w:p>
    <w:p w:rsidR="001B614F" w:rsidRDefault="0020043D" w:rsidP="004925A2">
      <w:pPr>
        <w:pStyle w:val="Ttulo3"/>
        <w:tabs>
          <w:tab w:val="num" w:pos="0"/>
        </w:tabs>
        <w:ind w:left="1276" w:hanging="1577"/>
      </w:pPr>
      <w:bookmarkStart w:id="28" w:name="_Toc400455393"/>
      <w:r w:rsidRPr="0020043D">
        <w:t>PENEDO 230/69 kV</w:t>
      </w:r>
      <w:bookmarkEnd w:id="28"/>
      <w:r w:rsidRPr="0020043D">
        <w:t xml:space="preserve"> </w:t>
      </w:r>
    </w:p>
    <w:p w:rsidR="001B614F" w:rsidRDefault="001B614F" w:rsidP="004925A2">
      <w:pPr>
        <w:pStyle w:val="onsNormal"/>
        <w:ind w:left="1276" w:hanging="1577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</w:t>
      </w:r>
      <w:r w:rsidR="004925A2">
        <w:rPr>
          <w:rFonts w:ascii="Calibri" w:hAnsi="Calibri"/>
          <w:b/>
        </w:rPr>
        <w:t xml:space="preserve">                           </w:t>
      </w:r>
      <w:r w:rsidRPr="00222EF3">
        <w:rPr>
          <w:rFonts w:ascii="Calibri" w:hAnsi="Calibri"/>
          <w:b/>
        </w:rPr>
        <w:t>Arranjo de barra atual</w:t>
      </w:r>
      <w:r w:rsidRPr="00316CB3">
        <w:rPr>
          <w:rFonts w:ascii="Calibri" w:hAnsi="Calibri"/>
          <w:b/>
        </w:rPr>
        <w:t>:</w:t>
      </w:r>
    </w:p>
    <w:p w:rsidR="004B625C" w:rsidRPr="00F50BB6" w:rsidRDefault="00F60D1F" w:rsidP="004925A2">
      <w:pPr>
        <w:spacing w:line="240" w:lineRule="auto"/>
        <w:ind w:left="1276" w:hanging="1577"/>
        <w:rPr>
          <w:rFonts w:asciiTheme="minorHAnsi" w:hAnsiTheme="minorHAnsi"/>
          <w:sz w:val="18"/>
          <w:szCs w:val="18"/>
        </w:rPr>
      </w:pPr>
      <w:r>
        <w:rPr>
          <w:rFonts w:ascii="Calibri" w:hAnsi="Calibri"/>
        </w:rPr>
        <w:lastRenderedPageBreak/>
        <w:t xml:space="preserve">             </w:t>
      </w:r>
      <w:r w:rsidR="00870736">
        <w:rPr>
          <w:rFonts w:ascii="Calibri" w:hAnsi="Calibri"/>
        </w:rPr>
        <w:t xml:space="preserve">    </w:t>
      </w:r>
      <w:r>
        <w:rPr>
          <w:rFonts w:ascii="Calibri" w:hAnsi="Calibri"/>
        </w:rPr>
        <w:t xml:space="preserve"> </w:t>
      </w:r>
      <w:r w:rsidR="004925A2">
        <w:rPr>
          <w:rFonts w:ascii="Calibri" w:hAnsi="Calibri"/>
        </w:rPr>
        <w:t xml:space="preserve">         </w:t>
      </w:r>
      <w:r>
        <w:rPr>
          <w:rFonts w:ascii="Calibri" w:hAnsi="Calibri"/>
        </w:rPr>
        <w:t xml:space="preserve"> </w:t>
      </w:r>
      <w:r w:rsidR="001B614F">
        <w:rPr>
          <w:rFonts w:ascii="Calibri" w:hAnsi="Calibri"/>
        </w:rPr>
        <w:t>O setor de 230 kV possu</w:t>
      </w:r>
      <w:r w:rsidR="004B625C">
        <w:rPr>
          <w:rFonts w:ascii="Calibri" w:hAnsi="Calibri"/>
        </w:rPr>
        <w:t>i</w:t>
      </w:r>
      <w:r w:rsidR="001B614F">
        <w:rPr>
          <w:rFonts w:ascii="Calibri" w:hAnsi="Calibri"/>
        </w:rPr>
        <w:t xml:space="preserve"> arranjo do tipo </w:t>
      </w:r>
      <w:r w:rsidR="004B625C" w:rsidRPr="004B625C">
        <w:rPr>
          <w:rFonts w:ascii="Calibri" w:hAnsi="Calibri"/>
        </w:rPr>
        <w:t>barra principal e transferência</w:t>
      </w:r>
      <w:r w:rsidR="00A03556">
        <w:rPr>
          <w:rFonts w:ascii="Calibri" w:hAnsi="Calibri"/>
        </w:rPr>
        <w:t>.</w:t>
      </w:r>
    </w:p>
    <w:p w:rsidR="001B614F" w:rsidRDefault="004B625C" w:rsidP="004925A2">
      <w:pPr>
        <w:spacing w:line="240" w:lineRule="auto"/>
        <w:ind w:left="1276" w:hanging="1577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</w:t>
      </w:r>
    </w:p>
    <w:p w:rsidR="001B614F" w:rsidRPr="00F60D1F" w:rsidRDefault="001B614F" w:rsidP="004925A2">
      <w:pPr>
        <w:pStyle w:val="onsNormal"/>
        <w:tabs>
          <w:tab w:val="left" w:pos="993"/>
        </w:tabs>
        <w:ind w:left="1276" w:hanging="1577"/>
        <w:rPr>
          <w:rFonts w:ascii="Calibri" w:hAnsi="Calibri"/>
        </w:rPr>
      </w:pPr>
      <w:r>
        <w:rPr>
          <w:rFonts w:ascii="Calibri" w:hAnsi="Calibri"/>
          <w:b/>
        </w:rPr>
        <w:t xml:space="preserve">              </w:t>
      </w:r>
      <w:r w:rsidR="00F13732">
        <w:rPr>
          <w:rFonts w:ascii="Calibri" w:hAnsi="Calibri"/>
          <w:b/>
        </w:rPr>
        <w:t xml:space="preserve">     </w:t>
      </w:r>
      <w:r w:rsidR="00870736">
        <w:rPr>
          <w:rFonts w:ascii="Calibri" w:hAnsi="Calibri"/>
          <w:b/>
        </w:rPr>
        <w:t xml:space="preserve">    </w:t>
      </w:r>
      <w:r w:rsidR="004925A2">
        <w:rPr>
          <w:rFonts w:ascii="Calibri" w:hAnsi="Calibri"/>
          <w:b/>
        </w:rPr>
        <w:t xml:space="preserve">    </w:t>
      </w:r>
      <w:r w:rsidR="00870736">
        <w:rPr>
          <w:rFonts w:ascii="Calibri" w:hAnsi="Calibri"/>
          <w:b/>
        </w:rPr>
        <w:t xml:space="preserve"> </w:t>
      </w:r>
      <w:r w:rsidRPr="00AF6352">
        <w:rPr>
          <w:rFonts w:ascii="Calibri" w:hAnsi="Calibri"/>
          <w:b/>
        </w:rPr>
        <w:t>Alterações propostas</w:t>
      </w:r>
      <w:r>
        <w:rPr>
          <w:rFonts w:ascii="Calibri" w:hAnsi="Calibri"/>
          <w:b/>
        </w:rPr>
        <w:t>:</w:t>
      </w:r>
    </w:p>
    <w:p w:rsidR="00F60D1F" w:rsidRDefault="00087AC9" w:rsidP="004925A2">
      <w:pPr>
        <w:pStyle w:val="PargrafodaLista"/>
        <w:numPr>
          <w:ilvl w:val="0"/>
          <w:numId w:val="9"/>
        </w:numPr>
        <w:tabs>
          <w:tab w:val="left" w:pos="1701"/>
        </w:tabs>
        <w:ind w:left="1276" w:firstLine="0"/>
        <w:rPr>
          <w:rFonts w:ascii="Calibri" w:hAnsi="Calibri"/>
        </w:rPr>
      </w:pPr>
      <w:r>
        <w:rPr>
          <w:rFonts w:ascii="Calibri" w:hAnsi="Calibri"/>
          <w:szCs w:val="20"/>
        </w:rPr>
        <w:t xml:space="preserve"> </w:t>
      </w:r>
      <w:r w:rsidR="001B614F" w:rsidRPr="00F60D1F">
        <w:rPr>
          <w:rFonts w:ascii="Calibri" w:hAnsi="Calibri"/>
          <w:szCs w:val="20"/>
        </w:rPr>
        <w:t>C</w:t>
      </w:r>
      <w:r w:rsidR="004B625C" w:rsidRPr="00F60D1F">
        <w:rPr>
          <w:rFonts w:ascii="Calibri" w:hAnsi="Calibri"/>
          <w:szCs w:val="20"/>
        </w:rPr>
        <w:t>onverter o arranjo do setor de 230 kV</w:t>
      </w:r>
      <w:r w:rsidR="00F60D1F">
        <w:rPr>
          <w:rFonts w:ascii="Calibri" w:hAnsi="Calibri"/>
          <w:szCs w:val="20"/>
        </w:rPr>
        <w:t xml:space="preserve">  </w:t>
      </w:r>
      <w:r w:rsidR="0020043D">
        <w:rPr>
          <w:rFonts w:ascii="Calibri" w:hAnsi="Calibri"/>
          <w:szCs w:val="20"/>
        </w:rPr>
        <w:t>para barra dupla 4 chaves.</w:t>
      </w:r>
      <w:r w:rsidR="0020043D">
        <w:rPr>
          <w:rFonts w:ascii="Calibri" w:hAnsi="Calibri"/>
        </w:rPr>
        <w:t xml:space="preserve"> </w:t>
      </w:r>
    </w:p>
    <w:p w:rsidR="00BC040C" w:rsidRDefault="0020043D" w:rsidP="004925A2">
      <w:pPr>
        <w:pStyle w:val="onsNormal"/>
        <w:ind w:left="1276" w:hanging="1577"/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BC040C" w:rsidRPr="006D5DFD" w:rsidRDefault="00E944AC" w:rsidP="004925A2">
      <w:pPr>
        <w:autoSpaceDE w:val="0"/>
        <w:autoSpaceDN w:val="0"/>
        <w:adjustRightInd w:val="0"/>
        <w:spacing w:after="120" w:line="360" w:lineRule="auto"/>
        <w:ind w:left="1276"/>
        <w:jc w:val="left"/>
        <w:rPr>
          <w:rFonts w:ascii="Calibri" w:hAnsi="Calibri" w:cs="Calibri"/>
          <w:spacing w:val="0"/>
          <w:szCs w:val="22"/>
        </w:rPr>
      </w:pPr>
      <w:r w:rsidRPr="006D5DFD">
        <w:rPr>
          <w:rFonts w:ascii="Calibri" w:hAnsi="Calibri" w:cs="Calibri"/>
          <w:spacing w:val="0"/>
          <w:szCs w:val="22"/>
        </w:rPr>
        <w:t>A CHESF</w:t>
      </w:r>
      <w:r w:rsidR="00BC040C" w:rsidRPr="006D5DFD">
        <w:rPr>
          <w:rFonts w:ascii="Calibri" w:hAnsi="Calibri" w:cs="Calibri"/>
          <w:spacing w:val="0"/>
          <w:szCs w:val="22"/>
        </w:rPr>
        <w:t xml:space="preserve"> informou:</w:t>
      </w:r>
    </w:p>
    <w:p w:rsidR="00FF09A1" w:rsidRPr="006D5DFD" w:rsidRDefault="006D5DFD" w:rsidP="004925A2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="00FF09A1" w:rsidRPr="006D5DFD">
        <w:rPr>
          <w:rFonts w:ascii="Calibri" w:hAnsi="Calibri" w:cs="Calibri"/>
          <w:spacing w:val="0"/>
          <w:szCs w:val="22"/>
        </w:rPr>
        <w:t xml:space="preserve">Não ser factível a solução convencional com </w:t>
      </w:r>
      <w:proofErr w:type="spellStart"/>
      <w:r w:rsidR="00FF09A1" w:rsidRPr="006D5DFD">
        <w:rPr>
          <w:rFonts w:ascii="Calibri" w:hAnsi="Calibri" w:cs="Calibri"/>
          <w:spacing w:val="0"/>
          <w:szCs w:val="22"/>
        </w:rPr>
        <w:t>bays</w:t>
      </w:r>
      <w:proofErr w:type="spellEnd"/>
      <w:r w:rsidR="00FF09A1" w:rsidRPr="006D5DFD">
        <w:rPr>
          <w:rFonts w:ascii="Calibri" w:hAnsi="Calibri" w:cs="Calibri"/>
          <w:spacing w:val="0"/>
          <w:szCs w:val="22"/>
        </w:rPr>
        <w:t xml:space="preserve"> isolados a ar (AIS), tanto devido a inexistência de espaço físico como pela necessidade de desligar total ou parcialmente a subestação por quatro meses, em média, para desmontagem e montagem dos equipamentos e </w:t>
      </w:r>
      <w:proofErr w:type="spellStart"/>
      <w:r w:rsidR="00FF09A1" w:rsidRPr="006D5DFD">
        <w:rPr>
          <w:rFonts w:ascii="Calibri" w:hAnsi="Calibri" w:cs="Calibri"/>
          <w:spacing w:val="0"/>
          <w:szCs w:val="22"/>
        </w:rPr>
        <w:t>companentes</w:t>
      </w:r>
      <w:proofErr w:type="spellEnd"/>
      <w:r w:rsidR="00FF09A1" w:rsidRPr="006D5DFD">
        <w:rPr>
          <w:rFonts w:ascii="Calibri" w:hAnsi="Calibri" w:cs="Calibri"/>
          <w:spacing w:val="0"/>
          <w:szCs w:val="22"/>
        </w:rPr>
        <w:t>, preparando a instalação para conexão no SIN;</w:t>
      </w:r>
    </w:p>
    <w:p w:rsidR="00141E45" w:rsidRDefault="006D5DFD" w:rsidP="00141E45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 w:rsidRPr="00141E45">
        <w:rPr>
          <w:rFonts w:ascii="Calibri" w:hAnsi="Calibri" w:cs="Calibri"/>
          <w:spacing w:val="0"/>
          <w:szCs w:val="22"/>
        </w:rPr>
        <w:t xml:space="preserve"> </w:t>
      </w:r>
      <w:r w:rsidR="00141E45" w:rsidRPr="00141E45">
        <w:rPr>
          <w:rFonts w:ascii="Calibri" w:hAnsi="Calibri" w:cs="Calibri"/>
          <w:spacing w:val="0"/>
          <w:szCs w:val="22"/>
        </w:rPr>
        <w:t>Ser factível a solução isolada a gás (GIS)</w:t>
      </w:r>
      <w:r w:rsidR="00141E45">
        <w:rPr>
          <w:rFonts w:ascii="Calibri" w:hAnsi="Calibri" w:cs="Calibri"/>
          <w:spacing w:val="0"/>
          <w:szCs w:val="22"/>
        </w:rPr>
        <w:t>.</w:t>
      </w:r>
    </w:p>
    <w:p w:rsidR="00310A77" w:rsidRPr="00141E45" w:rsidRDefault="00310A77" w:rsidP="00310A77">
      <w:p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</w:p>
    <w:p w:rsidR="001B614F" w:rsidRDefault="00870736" w:rsidP="00D72FBB">
      <w:pPr>
        <w:pStyle w:val="Ttulo3"/>
        <w:tabs>
          <w:tab w:val="num" w:pos="0"/>
          <w:tab w:val="left" w:pos="993"/>
        </w:tabs>
        <w:ind w:left="1276" w:hanging="1577"/>
      </w:pPr>
      <w:r>
        <w:t xml:space="preserve">   </w:t>
      </w:r>
      <w:bookmarkStart w:id="29" w:name="_Toc400455394"/>
      <w:r w:rsidR="0020043D" w:rsidRPr="0020043D">
        <w:t>PICOS 230/69 kV</w:t>
      </w:r>
      <w:bookmarkEnd w:id="29"/>
      <w:r w:rsidR="0020043D" w:rsidRPr="0020043D">
        <w:t xml:space="preserve"> </w:t>
      </w:r>
    </w:p>
    <w:p w:rsidR="001B614F" w:rsidRDefault="00D72FBB" w:rsidP="00295224">
      <w:pPr>
        <w:pStyle w:val="onsNormal"/>
        <w:tabs>
          <w:tab w:val="left" w:pos="1276"/>
        </w:tabs>
        <w:ind w:left="993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</w:t>
      </w:r>
      <w:r w:rsidR="00295224">
        <w:rPr>
          <w:rFonts w:ascii="Calibri" w:hAnsi="Calibri"/>
          <w:b/>
        </w:rPr>
        <w:t xml:space="preserve"> </w:t>
      </w:r>
      <w:r w:rsidR="001B614F" w:rsidRPr="00222EF3">
        <w:rPr>
          <w:rFonts w:ascii="Calibri" w:hAnsi="Calibri"/>
          <w:b/>
        </w:rPr>
        <w:t>Arranjo de barra atual</w:t>
      </w:r>
      <w:r w:rsidR="001B614F" w:rsidRPr="00316CB3">
        <w:rPr>
          <w:rFonts w:ascii="Calibri" w:hAnsi="Calibri"/>
          <w:b/>
        </w:rPr>
        <w:t>:</w:t>
      </w:r>
    </w:p>
    <w:p w:rsidR="002940D9" w:rsidRDefault="00D72FBB" w:rsidP="00295224">
      <w:pPr>
        <w:pStyle w:val="onsNormal"/>
        <w:tabs>
          <w:tab w:val="left" w:pos="1276"/>
        </w:tabs>
        <w:ind w:left="993"/>
        <w:rPr>
          <w:b/>
        </w:rPr>
      </w:pPr>
      <w:r>
        <w:rPr>
          <w:rFonts w:ascii="Calibri" w:hAnsi="Calibri"/>
        </w:rPr>
        <w:t xml:space="preserve">  </w:t>
      </w:r>
      <w:r w:rsidR="00295224">
        <w:rPr>
          <w:rFonts w:ascii="Calibri" w:hAnsi="Calibri"/>
        </w:rPr>
        <w:t xml:space="preserve">  </w:t>
      </w:r>
      <w:r w:rsidR="0020043D">
        <w:rPr>
          <w:rFonts w:ascii="Calibri" w:hAnsi="Calibri"/>
        </w:rPr>
        <w:t>O setor de 230 kV possui arranjo do tipo b</w:t>
      </w:r>
      <w:r w:rsidR="0020043D" w:rsidRPr="00CF350F">
        <w:rPr>
          <w:rFonts w:ascii="Calibri" w:hAnsi="Calibri"/>
        </w:rPr>
        <w:t xml:space="preserve">arra </w:t>
      </w:r>
      <w:r w:rsidR="0020043D">
        <w:rPr>
          <w:rFonts w:ascii="Calibri" w:hAnsi="Calibri"/>
        </w:rPr>
        <w:t>p</w:t>
      </w:r>
      <w:r w:rsidR="0020043D" w:rsidRPr="00CF350F">
        <w:rPr>
          <w:rFonts w:ascii="Calibri" w:hAnsi="Calibri"/>
        </w:rPr>
        <w:t xml:space="preserve">rincipal e </w:t>
      </w:r>
      <w:r w:rsidR="0020043D">
        <w:rPr>
          <w:rFonts w:ascii="Calibri" w:hAnsi="Calibri"/>
        </w:rPr>
        <w:t>t</w:t>
      </w:r>
      <w:r w:rsidR="0020043D" w:rsidRPr="00CF350F">
        <w:rPr>
          <w:rFonts w:ascii="Calibri" w:hAnsi="Calibri"/>
        </w:rPr>
        <w:t>ransferência</w:t>
      </w:r>
      <w:r w:rsidR="0020043D">
        <w:rPr>
          <w:rFonts w:ascii="Calibri" w:hAnsi="Calibri"/>
        </w:rPr>
        <w:t>.</w:t>
      </w:r>
    </w:p>
    <w:p w:rsidR="0007326D" w:rsidRDefault="0007326D" w:rsidP="0007326D">
      <w:pPr>
        <w:ind w:left="0"/>
        <w:rPr>
          <w:rFonts w:ascii="Calibri" w:hAnsi="Calibri"/>
          <w:szCs w:val="20"/>
        </w:rPr>
      </w:pPr>
      <w:r>
        <w:rPr>
          <w:rFonts w:ascii="Calibri" w:hAnsi="Calibri"/>
          <w:b/>
        </w:rPr>
        <w:t xml:space="preserve">                  </w:t>
      </w:r>
      <w:r w:rsidR="00D72FBB">
        <w:rPr>
          <w:rFonts w:ascii="Calibri" w:hAnsi="Calibri"/>
          <w:b/>
        </w:rPr>
        <w:t xml:space="preserve">  </w:t>
      </w:r>
      <w:r w:rsidR="00295224">
        <w:rPr>
          <w:rFonts w:ascii="Calibri" w:hAnsi="Calibri"/>
          <w:b/>
        </w:rPr>
        <w:t xml:space="preserve">  </w:t>
      </w:r>
      <w:r w:rsidR="001B614F" w:rsidRPr="0007326D">
        <w:rPr>
          <w:rFonts w:ascii="Calibri" w:hAnsi="Calibri"/>
          <w:b/>
        </w:rPr>
        <w:t>Alterações propostas:</w:t>
      </w:r>
      <w:r w:rsidRPr="0007326D">
        <w:rPr>
          <w:rFonts w:ascii="Calibri" w:hAnsi="Calibri"/>
          <w:szCs w:val="20"/>
        </w:rPr>
        <w:t xml:space="preserve"> </w:t>
      </w:r>
    </w:p>
    <w:p w:rsidR="0007326D" w:rsidRPr="0007326D" w:rsidRDefault="00D72FBB" w:rsidP="00295224">
      <w:pPr>
        <w:pStyle w:val="PargrafodaLista"/>
        <w:numPr>
          <w:ilvl w:val="0"/>
          <w:numId w:val="9"/>
        </w:numPr>
        <w:tabs>
          <w:tab w:val="left" w:pos="1701"/>
        </w:tabs>
        <w:ind w:left="1418" w:hanging="142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  </w:t>
      </w:r>
      <w:r w:rsidR="0007326D" w:rsidRPr="0007326D">
        <w:rPr>
          <w:rFonts w:ascii="Calibri" w:hAnsi="Calibri"/>
          <w:szCs w:val="20"/>
        </w:rPr>
        <w:t xml:space="preserve">Converter o arranjo do setor de 230 kV  para barra dupla 4 chaves. </w:t>
      </w:r>
    </w:p>
    <w:p w:rsidR="00BC040C" w:rsidRDefault="00BC040C" w:rsidP="00BC040C">
      <w:pPr>
        <w:autoSpaceDE w:val="0"/>
        <w:autoSpaceDN w:val="0"/>
        <w:adjustRightInd w:val="0"/>
        <w:spacing w:after="120" w:line="360" w:lineRule="auto"/>
        <w:ind w:left="993"/>
        <w:jc w:val="left"/>
        <w:rPr>
          <w:rFonts w:ascii="Calibri" w:hAnsi="Calibri" w:cs="Calibri"/>
          <w:color w:val="FF0000"/>
          <w:spacing w:val="0"/>
          <w:szCs w:val="22"/>
        </w:rPr>
      </w:pPr>
    </w:p>
    <w:p w:rsidR="00BC040C" w:rsidRPr="006D5DFD" w:rsidRDefault="00E944AC" w:rsidP="00D72FBB">
      <w:pPr>
        <w:autoSpaceDE w:val="0"/>
        <w:autoSpaceDN w:val="0"/>
        <w:adjustRightInd w:val="0"/>
        <w:spacing w:after="120" w:line="360" w:lineRule="auto"/>
        <w:ind w:left="1276"/>
        <w:jc w:val="left"/>
        <w:rPr>
          <w:rFonts w:ascii="Calibri" w:hAnsi="Calibri" w:cs="Calibri"/>
          <w:spacing w:val="0"/>
          <w:szCs w:val="22"/>
        </w:rPr>
      </w:pPr>
      <w:r w:rsidRPr="006D5DFD">
        <w:rPr>
          <w:rFonts w:ascii="Calibri" w:hAnsi="Calibri" w:cs="Calibri"/>
          <w:spacing w:val="0"/>
          <w:szCs w:val="22"/>
        </w:rPr>
        <w:t>A CHESF</w:t>
      </w:r>
      <w:r w:rsidR="00BC040C" w:rsidRPr="006D5DFD">
        <w:rPr>
          <w:rFonts w:ascii="Calibri" w:hAnsi="Calibri" w:cs="Calibri"/>
          <w:spacing w:val="0"/>
          <w:szCs w:val="22"/>
        </w:rPr>
        <w:t xml:space="preserve"> informou:</w:t>
      </w:r>
    </w:p>
    <w:p w:rsidR="00FF09A1" w:rsidRPr="006D5DFD" w:rsidRDefault="006D5DFD" w:rsidP="00D72FBB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="00FF09A1" w:rsidRPr="006D5DFD">
        <w:rPr>
          <w:rFonts w:ascii="Calibri" w:hAnsi="Calibri" w:cs="Calibri"/>
          <w:spacing w:val="0"/>
          <w:szCs w:val="22"/>
        </w:rPr>
        <w:t xml:space="preserve">Não ser factível a solução convencional com </w:t>
      </w:r>
      <w:proofErr w:type="spellStart"/>
      <w:r w:rsidR="00FF09A1" w:rsidRPr="006D5DFD">
        <w:rPr>
          <w:rFonts w:ascii="Calibri" w:hAnsi="Calibri" w:cs="Calibri"/>
          <w:spacing w:val="0"/>
          <w:szCs w:val="22"/>
        </w:rPr>
        <w:t>bays</w:t>
      </w:r>
      <w:proofErr w:type="spellEnd"/>
      <w:r w:rsidR="00FF09A1" w:rsidRPr="006D5DFD">
        <w:rPr>
          <w:rFonts w:ascii="Calibri" w:hAnsi="Calibri" w:cs="Calibri"/>
          <w:spacing w:val="0"/>
          <w:szCs w:val="22"/>
        </w:rPr>
        <w:t xml:space="preserve"> isolados a ar (AIS), tanto devido a inexistência de espaço físico como pela necessidade de desligar total ou parcialmente a subestação por quatro meses, em média, para desmontagem e montagem dos equipamentos e </w:t>
      </w:r>
      <w:proofErr w:type="spellStart"/>
      <w:r w:rsidR="00FF09A1" w:rsidRPr="006D5DFD">
        <w:rPr>
          <w:rFonts w:ascii="Calibri" w:hAnsi="Calibri" w:cs="Calibri"/>
          <w:spacing w:val="0"/>
          <w:szCs w:val="22"/>
        </w:rPr>
        <w:t>companentes</w:t>
      </w:r>
      <w:proofErr w:type="spellEnd"/>
      <w:r w:rsidR="00FF09A1" w:rsidRPr="006D5DFD">
        <w:rPr>
          <w:rFonts w:ascii="Calibri" w:hAnsi="Calibri" w:cs="Calibri"/>
          <w:spacing w:val="0"/>
          <w:szCs w:val="22"/>
        </w:rPr>
        <w:t>, preparando a instalação para conexão no SIN;</w:t>
      </w:r>
    </w:p>
    <w:p w:rsidR="00BC040C" w:rsidRPr="00141E45" w:rsidRDefault="00DB2A7A" w:rsidP="00DB2A7A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 w:rsidRPr="00141E45">
        <w:rPr>
          <w:rFonts w:ascii="Calibri" w:hAnsi="Calibri" w:cs="Calibri"/>
          <w:spacing w:val="0"/>
          <w:szCs w:val="22"/>
        </w:rPr>
        <w:t>Ser factível a solução isolada a gás (GIS)</w:t>
      </w:r>
      <w:r w:rsidR="00141E45">
        <w:rPr>
          <w:rFonts w:ascii="Calibri" w:hAnsi="Calibri" w:cs="Calibri"/>
          <w:spacing w:val="0"/>
          <w:szCs w:val="22"/>
        </w:rPr>
        <w:t>.</w:t>
      </w:r>
    </w:p>
    <w:p w:rsidR="001B614F" w:rsidRPr="00C537BC" w:rsidRDefault="001B614F" w:rsidP="0007326D">
      <w:pPr>
        <w:pStyle w:val="onsNormal"/>
        <w:tabs>
          <w:tab w:val="left" w:pos="709"/>
        </w:tabs>
        <w:ind w:left="-284"/>
        <w:rPr>
          <w:b/>
        </w:rPr>
      </w:pPr>
    </w:p>
    <w:p w:rsidR="009423C8" w:rsidRPr="00C537BC" w:rsidRDefault="00C3620D" w:rsidP="00D72FBB">
      <w:pPr>
        <w:pStyle w:val="Ttulo3"/>
        <w:tabs>
          <w:tab w:val="num" w:pos="0"/>
          <w:tab w:val="left" w:pos="993"/>
        </w:tabs>
        <w:ind w:left="1276" w:hanging="1446"/>
      </w:pPr>
      <w:r>
        <w:t xml:space="preserve">  </w:t>
      </w:r>
      <w:r w:rsidR="00D72FBB">
        <w:t xml:space="preserve"> </w:t>
      </w:r>
      <w:bookmarkStart w:id="30" w:name="_Toc400455395"/>
      <w:r w:rsidR="006854BE" w:rsidRPr="006854BE">
        <w:t>PIRAPAMA II  230/69 kV</w:t>
      </w:r>
      <w:bookmarkEnd w:id="30"/>
    </w:p>
    <w:p w:rsidR="001B614F" w:rsidRDefault="001B614F" w:rsidP="00C3620D">
      <w:pPr>
        <w:pStyle w:val="PargrafodaLista"/>
        <w:ind w:left="709" w:firstLine="284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</w:t>
      </w:r>
      <w:r w:rsidR="00D72FBB">
        <w:rPr>
          <w:rFonts w:ascii="Calibri" w:hAnsi="Calibri"/>
          <w:b/>
        </w:rPr>
        <w:t xml:space="preserve">   </w:t>
      </w:r>
      <w:r w:rsidRPr="00222EF3">
        <w:rPr>
          <w:rFonts w:ascii="Calibri" w:hAnsi="Calibri"/>
          <w:b/>
        </w:rPr>
        <w:t>Arranjo de barra atual</w:t>
      </w:r>
      <w:r w:rsidRPr="00316CB3">
        <w:rPr>
          <w:rFonts w:ascii="Calibri" w:hAnsi="Calibri"/>
          <w:b/>
        </w:rPr>
        <w:t>:</w:t>
      </w:r>
    </w:p>
    <w:p w:rsidR="006854BE" w:rsidRDefault="006854BE" w:rsidP="00C3620D">
      <w:pPr>
        <w:spacing w:line="240" w:lineRule="auto"/>
        <w:ind w:left="0"/>
        <w:rPr>
          <w:rFonts w:ascii="Calibri" w:hAnsi="Calibri"/>
        </w:rPr>
      </w:pPr>
      <w:r>
        <w:rPr>
          <w:rFonts w:ascii="Calibri" w:hAnsi="Calibri"/>
        </w:rPr>
        <w:t xml:space="preserve">              </w:t>
      </w:r>
      <w:r w:rsidR="00C3620D">
        <w:rPr>
          <w:rFonts w:ascii="Calibri" w:hAnsi="Calibri"/>
        </w:rPr>
        <w:t xml:space="preserve">    </w:t>
      </w:r>
      <w:r w:rsidR="00D72FBB">
        <w:rPr>
          <w:rFonts w:ascii="Calibri" w:hAnsi="Calibri"/>
        </w:rPr>
        <w:t xml:space="preserve"> </w:t>
      </w:r>
      <w:r w:rsidR="00C3620D">
        <w:rPr>
          <w:rFonts w:ascii="Calibri" w:hAnsi="Calibri"/>
        </w:rPr>
        <w:t xml:space="preserve"> </w:t>
      </w:r>
      <w:r w:rsidR="00D72FBB">
        <w:rPr>
          <w:rFonts w:ascii="Calibri" w:hAnsi="Calibri"/>
        </w:rPr>
        <w:t xml:space="preserve">  </w:t>
      </w:r>
      <w:r>
        <w:rPr>
          <w:rFonts w:ascii="Calibri" w:hAnsi="Calibri"/>
        </w:rPr>
        <w:t>O setor de 230 kV possui arranjo do tipo b</w:t>
      </w:r>
      <w:r w:rsidRPr="00CF350F">
        <w:rPr>
          <w:rFonts w:ascii="Calibri" w:hAnsi="Calibri"/>
        </w:rPr>
        <w:t xml:space="preserve">arra </w:t>
      </w:r>
      <w:r>
        <w:rPr>
          <w:rFonts w:ascii="Calibri" w:hAnsi="Calibri"/>
        </w:rPr>
        <w:t>p</w:t>
      </w:r>
      <w:r w:rsidRPr="00CF350F">
        <w:rPr>
          <w:rFonts w:ascii="Calibri" w:hAnsi="Calibri"/>
        </w:rPr>
        <w:t xml:space="preserve">rincipal e </w:t>
      </w:r>
      <w:r>
        <w:rPr>
          <w:rFonts w:ascii="Calibri" w:hAnsi="Calibri"/>
        </w:rPr>
        <w:t>t</w:t>
      </w:r>
      <w:r w:rsidRPr="00CF350F">
        <w:rPr>
          <w:rFonts w:ascii="Calibri" w:hAnsi="Calibri"/>
        </w:rPr>
        <w:t>ransferência</w:t>
      </w:r>
      <w:r>
        <w:rPr>
          <w:rFonts w:ascii="Calibri" w:hAnsi="Calibri"/>
        </w:rPr>
        <w:t>.</w:t>
      </w:r>
    </w:p>
    <w:p w:rsidR="00C3620D" w:rsidRPr="00C3620D" w:rsidRDefault="00C3620D" w:rsidP="00C3620D">
      <w:pPr>
        <w:spacing w:line="240" w:lineRule="auto"/>
        <w:ind w:left="0"/>
        <w:rPr>
          <w:rFonts w:ascii="Calibri" w:hAnsi="Calibri"/>
        </w:rPr>
      </w:pPr>
    </w:p>
    <w:p w:rsidR="001B614F" w:rsidRDefault="001B614F" w:rsidP="00D72FBB">
      <w:pPr>
        <w:pStyle w:val="PargrafodaLista"/>
        <w:ind w:left="709" w:firstLine="567"/>
        <w:rPr>
          <w:rFonts w:ascii="Calibri" w:hAnsi="Calibri"/>
          <w:b/>
        </w:rPr>
      </w:pPr>
      <w:r w:rsidRPr="00AF6352">
        <w:rPr>
          <w:rFonts w:ascii="Calibri" w:hAnsi="Calibri"/>
          <w:b/>
        </w:rPr>
        <w:t>Alterações propostas</w:t>
      </w:r>
      <w:r>
        <w:rPr>
          <w:rFonts w:ascii="Calibri" w:hAnsi="Calibri"/>
          <w:b/>
        </w:rPr>
        <w:t>:</w:t>
      </w:r>
    </w:p>
    <w:p w:rsidR="006854BE" w:rsidRPr="00C3620D" w:rsidRDefault="006854BE" w:rsidP="00D72FBB">
      <w:pPr>
        <w:pStyle w:val="PargrafodaLista"/>
        <w:numPr>
          <w:ilvl w:val="0"/>
          <w:numId w:val="9"/>
        </w:numPr>
        <w:tabs>
          <w:tab w:val="left" w:pos="1701"/>
        </w:tabs>
        <w:ind w:left="1418" w:hanging="142"/>
        <w:rPr>
          <w:rFonts w:ascii="Calibri" w:hAnsi="Calibri"/>
          <w:szCs w:val="20"/>
        </w:rPr>
      </w:pPr>
      <w:r w:rsidRPr="0007326D">
        <w:rPr>
          <w:rFonts w:ascii="Calibri" w:hAnsi="Calibri"/>
          <w:szCs w:val="20"/>
        </w:rPr>
        <w:t>Converter o arranjo do setor de 230 kV  para barra dupla 4 chaves</w:t>
      </w:r>
    </w:p>
    <w:p w:rsidR="00BC040C" w:rsidRDefault="00BC040C" w:rsidP="00BC040C">
      <w:pPr>
        <w:autoSpaceDE w:val="0"/>
        <w:autoSpaceDN w:val="0"/>
        <w:adjustRightInd w:val="0"/>
        <w:spacing w:after="120" w:line="360" w:lineRule="auto"/>
        <w:ind w:left="993"/>
        <w:jc w:val="left"/>
        <w:rPr>
          <w:rFonts w:ascii="Calibri" w:hAnsi="Calibri" w:cs="Calibri"/>
          <w:color w:val="FF0000"/>
          <w:spacing w:val="0"/>
          <w:szCs w:val="22"/>
        </w:rPr>
      </w:pPr>
    </w:p>
    <w:p w:rsidR="00BC040C" w:rsidRPr="005F40BF" w:rsidRDefault="00E944AC" w:rsidP="00D72FBB">
      <w:pPr>
        <w:autoSpaceDE w:val="0"/>
        <w:autoSpaceDN w:val="0"/>
        <w:adjustRightInd w:val="0"/>
        <w:spacing w:after="120" w:line="360" w:lineRule="auto"/>
        <w:ind w:left="1276"/>
        <w:jc w:val="left"/>
        <w:rPr>
          <w:rFonts w:ascii="Calibri" w:hAnsi="Calibri" w:cs="Calibri"/>
          <w:spacing w:val="0"/>
          <w:szCs w:val="22"/>
        </w:rPr>
      </w:pPr>
      <w:r w:rsidRPr="005F40BF">
        <w:rPr>
          <w:rFonts w:ascii="Calibri" w:hAnsi="Calibri" w:cs="Calibri"/>
          <w:spacing w:val="0"/>
          <w:szCs w:val="22"/>
        </w:rPr>
        <w:lastRenderedPageBreak/>
        <w:t>A CHESF</w:t>
      </w:r>
      <w:r w:rsidR="00BC040C" w:rsidRPr="005F40BF">
        <w:rPr>
          <w:rFonts w:ascii="Calibri" w:hAnsi="Calibri" w:cs="Calibri"/>
          <w:spacing w:val="0"/>
          <w:szCs w:val="22"/>
        </w:rPr>
        <w:t xml:space="preserve"> informou:</w:t>
      </w:r>
    </w:p>
    <w:p w:rsidR="00FF09A1" w:rsidRPr="005F40BF" w:rsidRDefault="005F40BF" w:rsidP="00D72FBB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="00FF09A1" w:rsidRPr="005F40BF">
        <w:rPr>
          <w:rFonts w:ascii="Calibri" w:hAnsi="Calibri" w:cs="Calibri"/>
          <w:spacing w:val="0"/>
          <w:szCs w:val="22"/>
        </w:rPr>
        <w:t xml:space="preserve">Não ser factível a solução convencional com </w:t>
      </w:r>
      <w:proofErr w:type="spellStart"/>
      <w:r w:rsidR="00FF09A1" w:rsidRPr="005F40BF">
        <w:rPr>
          <w:rFonts w:ascii="Calibri" w:hAnsi="Calibri" w:cs="Calibri"/>
          <w:spacing w:val="0"/>
          <w:szCs w:val="22"/>
        </w:rPr>
        <w:t>bays</w:t>
      </w:r>
      <w:proofErr w:type="spellEnd"/>
      <w:r w:rsidR="00FF09A1" w:rsidRPr="005F40BF">
        <w:rPr>
          <w:rFonts w:ascii="Calibri" w:hAnsi="Calibri" w:cs="Calibri"/>
          <w:spacing w:val="0"/>
          <w:szCs w:val="22"/>
        </w:rPr>
        <w:t xml:space="preserve"> isolados a ar (AIS), tanto devido a inexistência de espaço físico como pela necessidade de desligar total ou parcialmente a subestação por quatro meses, em média, para desmontagem e montagem dos equipamentos e </w:t>
      </w:r>
      <w:proofErr w:type="spellStart"/>
      <w:r w:rsidR="00FF09A1" w:rsidRPr="005F40BF">
        <w:rPr>
          <w:rFonts w:ascii="Calibri" w:hAnsi="Calibri" w:cs="Calibri"/>
          <w:spacing w:val="0"/>
          <w:szCs w:val="22"/>
        </w:rPr>
        <w:t>companentes</w:t>
      </w:r>
      <w:proofErr w:type="spellEnd"/>
      <w:r w:rsidR="00FF09A1" w:rsidRPr="005F40BF">
        <w:rPr>
          <w:rFonts w:ascii="Calibri" w:hAnsi="Calibri" w:cs="Calibri"/>
          <w:spacing w:val="0"/>
          <w:szCs w:val="22"/>
        </w:rPr>
        <w:t>, preparando a instalação para conexão no SIN;</w:t>
      </w:r>
    </w:p>
    <w:p w:rsidR="00E005B9" w:rsidRPr="00141E45" w:rsidRDefault="00E005B9" w:rsidP="00E005B9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 w:rsidRPr="00141E45">
        <w:rPr>
          <w:rFonts w:ascii="Calibri" w:hAnsi="Calibri" w:cs="Calibri"/>
          <w:spacing w:val="0"/>
          <w:szCs w:val="22"/>
        </w:rPr>
        <w:t>Ser factível a solução isolada a gás (GIS)</w:t>
      </w:r>
      <w:r>
        <w:rPr>
          <w:rFonts w:ascii="Calibri" w:hAnsi="Calibri" w:cs="Calibri"/>
          <w:spacing w:val="0"/>
          <w:szCs w:val="22"/>
        </w:rPr>
        <w:t>.</w:t>
      </w:r>
    </w:p>
    <w:p w:rsidR="00812E14" w:rsidRPr="00812E14" w:rsidRDefault="00812E14" w:rsidP="00602771">
      <w:pPr>
        <w:ind w:left="0"/>
        <w:rPr>
          <w:rFonts w:ascii="Calibri" w:hAnsi="Calibri"/>
        </w:rPr>
      </w:pPr>
    </w:p>
    <w:p w:rsidR="00F5428A" w:rsidRDefault="00F5428A" w:rsidP="00F5428A">
      <w:pPr>
        <w:spacing w:line="240" w:lineRule="auto"/>
        <w:ind w:left="0"/>
        <w:jc w:val="center"/>
      </w:pPr>
    </w:p>
    <w:p w:rsidR="009423C8" w:rsidRDefault="006854BE" w:rsidP="00D72FBB">
      <w:pPr>
        <w:pStyle w:val="Ttulo3"/>
        <w:tabs>
          <w:tab w:val="num" w:pos="0"/>
        </w:tabs>
        <w:ind w:left="1276" w:hanging="1304"/>
      </w:pPr>
      <w:bookmarkStart w:id="31" w:name="_Toc400455396"/>
      <w:r w:rsidRPr="006854BE">
        <w:t>PIRIPIRI 230 kV</w:t>
      </w:r>
      <w:bookmarkEnd w:id="31"/>
    </w:p>
    <w:p w:rsidR="001B614F" w:rsidRDefault="00C3620D" w:rsidP="00D72FBB">
      <w:pPr>
        <w:pStyle w:val="onsNormal"/>
        <w:ind w:left="1276" w:hanging="1304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</w:t>
      </w:r>
      <w:r w:rsidR="00D72FBB">
        <w:rPr>
          <w:rFonts w:ascii="Calibri" w:hAnsi="Calibri"/>
          <w:b/>
        </w:rPr>
        <w:t xml:space="preserve">                  </w:t>
      </w:r>
      <w:r w:rsidR="001B614F" w:rsidRPr="00222EF3">
        <w:rPr>
          <w:rFonts w:ascii="Calibri" w:hAnsi="Calibri"/>
          <w:b/>
        </w:rPr>
        <w:t>Arranjo de barra atual</w:t>
      </w:r>
      <w:r w:rsidR="001B614F" w:rsidRPr="00316CB3">
        <w:rPr>
          <w:rFonts w:ascii="Calibri" w:hAnsi="Calibri"/>
          <w:b/>
        </w:rPr>
        <w:t>:</w:t>
      </w:r>
    </w:p>
    <w:p w:rsidR="006854BE" w:rsidRDefault="006854BE" w:rsidP="00D72FBB">
      <w:pPr>
        <w:pStyle w:val="onsNormal"/>
        <w:ind w:left="1276" w:hanging="1304"/>
        <w:rPr>
          <w:rFonts w:ascii="Calibri" w:hAnsi="Calibri"/>
          <w:b/>
        </w:rPr>
      </w:pPr>
      <w:r>
        <w:rPr>
          <w:rFonts w:ascii="Calibri" w:hAnsi="Calibri"/>
        </w:rPr>
        <w:t xml:space="preserve">             </w:t>
      </w:r>
      <w:r w:rsidR="00C3620D">
        <w:rPr>
          <w:rFonts w:ascii="Calibri" w:hAnsi="Calibri"/>
        </w:rPr>
        <w:t xml:space="preserve">    </w:t>
      </w:r>
      <w:r w:rsidR="00D72FBB">
        <w:rPr>
          <w:rFonts w:ascii="Calibri" w:hAnsi="Calibri"/>
        </w:rPr>
        <w:t xml:space="preserve">      </w:t>
      </w:r>
      <w:r>
        <w:rPr>
          <w:rFonts w:ascii="Calibri" w:hAnsi="Calibri"/>
        </w:rPr>
        <w:t>O setor de 230 kV possui arranjo do tipo b</w:t>
      </w:r>
      <w:r w:rsidRPr="00CF350F">
        <w:rPr>
          <w:rFonts w:ascii="Calibri" w:hAnsi="Calibri"/>
        </w:rPr>
        <w:t xml:space="preserve">arra </w:t>
      </w:r>
      <w:r>
        <w:rPr>
          <w:rFonts w:ascii="Calibri" w:hAnsi="Calibri"/>
        </w:rPr>
        <w:t>p</w:t>
      </w:r>
      <w:r w:rsidRPr="00CF350F">
        <w:rPr>
          <w:rFonts w:ascii="Calibri" w:hAnsi="Calibri"/>
        </w:rPr>
        <w:t xml:space="preserve">rincipal e </w:t>
      </w:r>
      <w:r>
        <w:rPr>
          <w:rFonts w:ascii="Calibri" w:hAnsi="Calibri"/>
        </w:rPr>
        <w:t>t</w:t>
      </w:r>
      <w:r w:rsidRPr="00CF350F">
        <w:rPr>
          <w:rFonts w:ascii="Calibri" w:hAnsi="Calibri"/>
        </w:rPr>
        <w:t>ransferência</w:t>
      </w:r>
      <w:r>
        <w:rPr>
          <w:rFonts w:ascii="Calibri" w:hAnsi="Calibri"/>
        </w:rPr>
        <w:t>.</w:t>
      </w:r>
    </w:p>
    <w:p w:rsidR="001B614F" w:rsidRDefault="001B614F" w:rsidP="00D72FBB">
      <w:pPr>
        <w:pStyle w:val="onsNormal"/>
        <w:ind w:left="0" w:firstLine="1276"/>
        <w:rPr>
          <w:rFonts w:ascii="Calibri" w:hAnsi="Calibri"/>
          <w:b/>
        </w:rPr>
      </w:pPr>
      <w:r w:rsidRPr="00AF6352">
        <w:rPr>
          <w:rFonts w:ascii="Calibri" w:hAnsi="Calibri"/>
          <w:b/>
        </w:rPr>
        <w:t>Alterações propostas</w:t>
      </w:r>
      <w:r>
        <w:rPr>
          <w:rFonts w:ascii="Calibri" w:hAnsi="Calibri"/>
          <w:b/>
        </w:rPr>
        <w:t>:</w:t>
      </w:r>
    </w:p>
    <w:p w:rsidR="00C13818" w:rsidRPr="00607C94" w:rsidRDefault="006854BE" w:rsidP="00D72FBB">
      <w:pPr>
        <w:pStyle w:val="PargrafodaLista"/>
        <w:numPr>
          <w:ilvl w:val="0"/>
          <w:numId w:val="9"/>
        </w:numPr>
        <w:tabs>
          <w:tab w:val="left" w:pos="1701"/>
        </w:tabs>
        <w:ind w:left="993" w:firstLine="283"/>
        <w:rPr>
          <w:rFonts w:ascii="Calibri" w:hAnsi="Calibri"/>
          <w:szCs w:val="20"/>
        </w:rPr>
      </w:pPr>
      <w:r w:rsidRPr="006854BE">
        <w:rPr>
          <w:rFonts w:ascii="Calibri" w:hAnsi="Calibri"/>
          <w:szCs w:val="20"/>
        </w:rPr>
        <w:t>Converter o arranjo do setor de 230 kV  para barra dupla 4 chaves.</w:t>
      </w:r>
    </w:p>
    <w:p w:rsidR="00BC040C" w:rsidRDefault="00BC040C" w:rsidP="00BC040C">
      <w:pPr>
        <w:autoSpaceDE w:val="0"/>
        <w:autoSpaceDN w:val="0"/>
        <w:adjustRightInd w:val="0"/>
        <w:spacing w:after="120" w:line="360" w:lineRule="auto"/>
        <w:ind w:left="993"/>
        <w:jc w:val="left"/>
        <w:rPr>
          <w:rFonts w:ascii="Calibri" w:hAnsi="Calibri"/>
        </w:rPr>
      </w:pPr>
    </w:p>
    <w:p w:rsidR="00BC040C" w:rsidRPr="005F40BF" w:rsidRDefault="00C3620D" w:rsidP="00D72FBB">
      <w:pPr>
        <w:autoSpaceDE w:val="0"/>
        <w:autoSpaceDN w:val="0"/>
        <w:adjustRightInd w:val="0"/>
        <w:spacing w:after="120" w:line="360" w:lineRule="auto"/>
        <w:ind w:left="1276"/>
        <w:jc w:val="left"/>
        <w:rPr>
          <w:rFonts w:ascii="Calibri" w:hAnsi="Calibri" w:cs="Calibri"/>
          <w:spacing w:val="0"/>
          <w:szCs w:val="22"/>
        </w:rPr>
      </w:pPr>
      <w:r>
        <w:rPr>
          <w:rFonts w:ascii="Calibri" w:hAnsi="Calibri"/>
        </w:rPr>
        <w:t xml:space="preserve"> </w:t>
      </w:r>
      <w:r w:rsidR="00E944AC" w:rsidRPr="005F40BF">
        <w:rPr>
          <w:rFonts w:ascii="Calibri" w:hAnsi="Calibri" w:cs="Calibri"/>
          <w:spacing w:val="0"/>
          <w:szCs w:val="22"/>
        </w:rPr>
        <w:t>A CHESF</w:t>
      </w:r>
      <w:r w:rsidR="00BC040C" w:rsidRPr="005F40BF">
        <w:rPr>
          <w:rFonts w:ascii="Calibri" w:hAnsi="Calibri" w:cs="Calibri"/>
          <w:spacing w:val="0"/>
          <w:szCs w:val="22"/>
        </w:rPr>
        <w:t xml:space="preserve"> informou:</w:t>
      </w:r>
    </w:p>
    <w:p w:rsidR="00FF09A1" w:rsidRPr="005F40BF" w:rsidRDefault="005F40BF" w:rsidP="00D72FBB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="00FF09A1" w:rsidRPr="005F40BF">
        <w:rPr>
          <w:rFonts w:ascii="Calibri" w:hAnsi="Calibri" w:cs="Calibri"/>
          <w:spacing w:val="0"/>
          <w:szCs w:val="22"/>
        </w:rPr>
        <w:t xml:space="preserve">Não ser factível a solução convencional com </w:t>
      </w:r>
      <w:proofErr w:type="spellStart"/>
      <w:r w:rsidR="00FF09A1" w:rsidRPr="005F40BF">
        <w:rPr>
          <w:rFonts w:ascii="Calibri" w:hAnsi="Calibri" w:cs="Calibri"/>
          <w:spacing w:val="0"/>
          <w:szCs w:val="22"/>
        </w:rPr>
        <w:t>bays</w:t>
      </w:r>
      <w:proofErr w:type="spellEnd"/>
      <w:r w:rsidR="00FF09A1" w:rsidRPr="005F40BF">
        <w:rPr>
          <w:rFonts w:ascii="Calibri" w:hAnsi="Calibri" w:cs="Calibri"/>
          <w:spacing w:val="0"/>
          <w:szCs w:val="22"/>
        </w:rPr>
        <w:t xml:space="preserve"> isolados a ar (AIS), tanto devido a inexistência de espaço físico como pela necessidade de desligar total ou parcialmente a subestação por quatro meses, em média, para desmontagem e montagem dos equipamentos e </w:t>
      </w:r>
      <w:proofErr w:type="spellStart"/>
      <w:r w:rsidR="00FF09A1" w:rsidRPr="005F40BF">
        <w:rPr>
          <w:rFonts w:ascii="Calibri" w:hAnsi="Calibri" w:cs="Calibri"/>
          <w:spacing w:val="0"/>
          <w:szCs w:val="22"/>
        </w:rPr>
        <w:t>companentes</w:t>
      </w:r>
      <w:proofErr w:type="spellEnd"/>
      <w:r w:rsidR="00FF09A1" w:rsidRPr="005F40BF">
        <w:rPr>
          <w:rFonts w:ascii="Calibri" w:hAnsi="Calibri" w:cs="Calibri"/>
          <w:spacing w:val="0"/>
          <w:szCs w:val="22"/>
        </w:rPr>
        <w:t>, preparando a instalação para conexão no SIN;</w:t>
      </w:r>
    </w:p>
    <w:p w:rsidR="004558B4" w:rsidRPr="005F40BF" w:rsidRDefault="005F40BF" w:rsidP="00D72FBB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="004558B4" w:rsidRPr="005F40BF">
        <w:rPr>
          <w:rFonts w:ascii="Calibri" w:hAnsi="Calibri" w:cs="Calibri"/>
          <w:spacing w:val="0"/>
          <w:szCs w:val="22"/>
        </w:rPr>
        <w:t>Ser factível a solução híbrida, de tamanho compacto, que combina módulos isolados à gás (GIS) com buchas poliméricas para interligação às barras pré-existentes isoladas à ar (AIS). O tempo de instalação é de três</w:t>
      </w:r>
      <w:r w:rsidR="004558B4" w:rsidRPr="005F40BF">
        <w:rPr>
          <w:rFonts w:ascii="Calibri" w:hAnsi="Calibri" w:cs="Calibri"/>
          <w:bCs/>
          <w:spacing w:val="0"/>
          <w:szCs w:val="22"/>
        </w:rPr>
        <w:t xml:space="preserve"> meses, com necessidade de interrupção de fornecimento parcial ou total das cargas</w:t>
      </w:r>
      <w:r w:rsidR="004558B4" w:rsidRPr="005F40BF">
        <w:rPr>
          <w:rFonts w:ascii="Calibri" w:hAnsi="Calibri" w:cs="Calibri"/>
          <w:spacing w:val="0"/>
          <w:szCs w:val="22"/>
        </w:rPr>
        <w:t>, apresentando um avanço na  imunidade à condições ambientais e a simplificação da manutenção</w:t>
      </w:r>
      <w:r w:rsidR="004648C9">
        <w:rPr>
          <w:rFonts w:ascii="Calibri" w:hAnsi="Calibri" w:cs="Calibri"/>
          <w:spacing w:val="0"/>
          <w:szCs w:val="22"/>
        </w:rPr>
        <w:t>.</w:t>
      </w:r>
    </w:p>
    <w:p w:rsidR="00862262" w:rsidRDefault="00862262" w:rsidP="00C3620D">
      <w:pPr>
        <w:ind w:left="709"/>
        <w:rPr>
          <w:rFonts w:ascii="Calibri" w:hAnsi="Calibri"/>
        </w:rPr>
      </w:pPr>
    </w:p>
    <w:p w:rsidR="00C13818" w:rsidRDefault="00607C94" w:rsidP="00D72FBB">
      <w:pPr>
        <w:pStyle w:val="Ttulo3"/>
        <w:tabs>
          <w:tab w:val="num" w:pos="0"/>
        </w:tabs>
        <w:ind w:left="1276" w:hanging="1577"/>
      </w:pPr>
      <w:bookmarkStart w:id="32" w:name="_Toc400455397"/>
      <w:r w:rsidRPr="00607C94">
        <w:t>RIBEIR</w:t>
      </w:r>
      <w:r>
        <w:t>Ã</w:t>
      </w:r>
      <w:r w:rsidRPr="00607C94">
        <w:t>O 230 kV</w:t>
      </w:r>
      <w:bookmarkEnd w:id="32"/>
    </w:p>
    <w:p w:rsidR="001B614F" w:rsidRDefault="001B614F" w:rsidP="00D72FBB">
      <w:pPr>
        <w:pStyle w:val="onsNormal"/>
        <w:ind w:left="1276" w:hanging="709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</w:t>
      </w:r>
      <w:r w:rsidR="00D72FBB">
        <w:rPr>
          <w:rFonts w:ascii="Calibri" w:hAnsi="Calibri"/>
          <w:b/>
        </w:rPr>
        <w:t xml:space="preserve">           </w:t>
      </w:r>
      <w:r w:rsidRPr="00222EF3">
        <w:rPr>
          <w:rFonts w:ascii="Calibri" w:hAnsi="Calibri"/>
          <w:b/>
        </w:rPr>
        <w:t>Arranjo de barra atual</w:t>
      </w:r>
      <w:r w:rsidRPr="00316CB3">
        <w:rPr>
          <w:rFonts w:ascii="Calibri" w:hAnsi="Calibri"/>
          <w:b/>
        </w:rPr>
        <w:t>:</w:t>
      </w:r>
    </w:p>
    <w:p w:rsidR="001B614F" w:rsidRPr="00154307" w:rsidRDefault="001B614F" w:rsidP="00607C94">
      <w:pPr>
        <w:pStyle w:val="onsNormal"/>
        <w:ind w:left="0"/>
        <w:rPr>
          <w:rFonts w:ascii="Calibri" w:hAnsi="Calibri"/>
        </w:rPr>
      </w:pPr>
      <w:r>
        <w:rPr>
          <w:rFonts w:ascii="Calibri" w:hAnsi="Calibri"/>
        </w:rPr>
        <w:t xml:space="preserve">  </w:t>
      </w:r>
      <w:r w:rsidR="00607C94">
        <w:rPr>
          <w:rFonts w:ascii="Calibri" w:hAnsi="Calibri"/>
        </w:rPr>
        <w:t xml:space="preserve">         </w:t>
      </w:r>
      <w:r w:rsidR="00D72FBB">
        <w:rPr>
          <w:rFonts w:ascii="Calibri" w:hAnsi="Calibri"/>
        </w:rPr>
        <w:t xml:space="preserve">             </w:t>
      </w:r>
      <w:r w:rsidR="00607C94">
        <w:rPr>
          <w:rFonts w:ascii="Calibri" w:hAnsi="Calibri"/>
        </w:rPr>
        <w:t>O setor de 230 kV possui arranjo do tipo b</w:t>
      </w:r>
      <w:r w:rsidR="00607C94" w:rsidRPr="00CF350F">
        <w:rPr>
          <w:rFonts w:ascii="Calibri" w:hAnsi="Calibri"/>
        </w:rPr>
        <w:t xml:space="preserve">arra </w:t>
      </w:r>
      <w:r w:rsidR="00607C94">
        <w:rPr>
          <w:rFonts w:ascii="Calibri" w:hAnsi="Calibri"/>
        </w:rPr>
        <w:t>p</w:t>
      </w:r>
      <w:r w:rsidR="00607C94" w:rsidRPr="00CF350F">
        <w:rPr>
          <w:rFonts w:ascii="Calibri" w:hAnsi="Calibri"/>
        </w:rPr>
        <w:t xml:space="preserve">rincipal e </w:t>
      </w:r>
      <w:r w:rsidR="00607C94">
        <w:rPr>
          <w:rFonts w:ascii="Calibri" w:hAnsi="Calibri"/>
        </w:rPr>
        <w:t>t</w:t>
      </w:r>
      <w:r w:rsidR="00607C94" w:rsidRPr="00CF350F">
        <w:rPr>
          <w:rFonts w:ascii="Calibri" w:hAnsi="Calibri"/>
        </w:rPr>
        <w:t>ransferência</w:t>
      </w:r>
      <w:r w:rsidR="00607C94">
        <w:rPr>
          <w:rFonts w:ascii="Calibri" w:hAnsi="Calibri"/>
        </w:rPr>
        <w:t>.</w:t>
      </w:r>
    </w:p>
    <w:p w:rsidR="001B614F" w:rsidRDefault="001B614F" w:rsidP="00E27BA8">
      <w:pPr>
        <w:pStyle w:val="onsNormal"/>
        <w:ind w:left="709" w:hanging="142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</w:t>
      </w:r>
      <w:r w:rsidR="00D72FBB">
        <w:rPr>
          <w:rFonts w:ascii="Calibri" w:hAnsi="Calibri"/>
          <w:b/>
        </w:rPr>
        <w:t xml:space="preserve">           </w:t>
      </w:r>
      <w:r w:rsidRPr="00AF6352">
        <w:rPr>
          <w:rFonts w:ascii="Calibri" w:hAnsi="Calibri"/>
          <w:b/>
        </w:rPr>
        <w:t>Alterações propostas</w:t>
      </w:r>
      <w:r>
        <w:rPr>
          <w:rFonts w:ascii="Calibri" w:hAnsi="Calibri"/>
          <w:b/>
        </w:rPr>
        <w:t>:</w:t>
      </w:r>
    </w:p>
    <w:p w:rsidR="00607C94" w:rsidRPr="00607C94" w:rsidRDefault="00607C94" w:rsidP="00D72FBB">
      <w:pPr>
        <w:pStyle w:val="PargrafodaLista"/>
        <w:numPr>
          <w:ilvl w:val="0"/>
          <w:numId w:val="9"/>
        </w:numPr>
        <w:tabs>
          <w:tab w:val="left" w:pos="1843"/>
        </w:tabs>
        <w:ind w:firstLine="196"/>
        <w:rPr>
          <w:rFonts w:ascii="Calibri" w:hAnsi="Calibri"/>
          <w:szCs w:val="20"/>
        </w:rPr>
      </w:pPr>
      <w:r w:rsidRPr="00607C94">
        <w:rPr>
          <w:rFonts w:ascii="Calibri" w:hAnsi="Calibri"/>
          <w:szCs w:val="20"/>
        </w:rPr>
        <w:t>Converter o arranjo do setor de 230 kV  para barra dupla 4 chaves.</w:t>
      </w:r>
    </w:p>
    <w:p w:rsidR="00461469" w:rsidRDefault="00461469" w:rsidP="00C13818">
      <w:pPr>
        <w:pStyle w:val="PargrafodaLista"/>
        <w:spacing w:line="240" w:lineRule="auto"/>
        <w:ind w:left="709"/>
        <w:rPr>
          <w:rFonts w:ascii="Calibri" w:hAnsi="Calibri"/>
        </w:rPr>
      </w:pPr>
    </w:p>
    <w:p w:rsidR="00BC040C" w:rsidRPr="0014294E" w:rsidRDefault="00E944AC" w:rsidP="00D72FBB">
      <w:pPr>
        <w:autoSpaceDE w:val="0"/>
        <w:autoSpaceDN w:val="0"/>
        <w:adjustRightInd w:val="0"/>
        <w:spacing w:after="120" w:line="360" w:lineRule="auto"/>
        <w:ind w:left="1276"/>
        <w:jc w:val="left"/>
        <w:rPr>
          <w:rFonts w:ascii="Calibri" w:hAnsi="Calibri" w:cs="Calibri"/>
          <w:spacing w:val="0"/>
          <w:szCs w:val="22"/>
        </w:rPr>
      </w:pPr>
      <w:r w:rsidRPr="0014294E">
        <w:rPr>
          <w:rFonts w:ascii="Calibri" w:hAnsi="Calibri" w:cs="Calibri"/>
          <w:spacing w:val="0"/>
          <w:szCs w:val="22"/>
        </w:rPr>
        <w:t>A CHESF</w:t>
      </w:r>
      <w:r w:rsidR="00BC040C" w:rsidRPr="0014294E">
        <w:rPr>
          <w:rFonts w:ascii="Calibri" w:hAnsi="Calibri" w:cs="Calibri"/>
          <w:spacing w:val="0"/>
          <w:szCs w:val="22"/>
        </w:rPr>
        <w:t xml:space="preserve"> informou:</w:t>
      </w:r>
    </w:p>
    <w:p w:rsidR="00FF09A1" w:rsidRPr="0014294E" w:rsidRDefault="0014294E" w:rsidP="00D72FBB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lastRenderedPageBreak/>
        <w:t xml:space="preserve"> </w:t>
      </w:r>
      <w:r w:rsidR="00FF09A1" w:rsidRPr="0014294E">
        <w:rPr>
          <w:rFonts w:ascii="Calibri" w:hAnsi="Calibri" w:cs="Calibri"/>
          <w:spacing w:val="0"/>
          <w:szCs w:val="22"/>
        </w:rPr>
        <w:t xml:space="preserve">Não ser factível a solução convencional com </w:t>
      </w:r>
      <w:proofErr w:type="spellStart"/>
      <w:r w:rsidR="00FF09A1" w:rsidRPr="0014294E">
        <w:rPr>
          <w:rFonts w:ascii="Calibri" w:hAnsi="Calibri" w:cs="Calibri"/>
          <w:spacing w:val="0"/>
          <w:szCs w:val="22"/>
        </w:rPr>
        <w:t>bays</w:t>
      </w:r>
      <w:proofErr w:type="spellEnd"/>
      <w:r w:rsidR="00FF09A1" w:rsidRPr="0014294E">
        <w:rPr>
          <w:rFonts w:ascii="Calibri" w:hAnsi="Calibri" w:cs="Calibri"/>
          <w:spacing w:val="0"/>
          <w:szCs w:val="22"/>
        </w:rPr>
        <w:t xml:space="preserve"> isolados a ar (AIS), tanto devido a inexistência de espaço físico como pela necessidade de desligar total ou parcialmente a subestação por quatro meses, em média, para desmontagem e montagem dos equipamentos e </w:t>
      </w:r>
      <w:proofErr w:type="spellStart"/>
      <w:r w:rsidR="00FF09A1" w:rsidRPr="0014294E">
        <w:rPr>
          <w:rFonts w:ascii="Calibri" w:hAnsi="Calibri" w:cs="Calibri"/>
          <w:spacing w:val="0"/>
          <w:szCs w:val="22"/>
        </w:rPr>
        <w:t>companentes</w:t>
      </w:r>
      <w:proofErr w:type="spellEnd"/>
      <w:r w:rsidR="00FF09A1" w:rsidRPr="0014294E">
        <w:rPr>
          <w:rFonts w:ascii="Calibri" w:hAnsi="Calibri" w:cs="Calibri"/>
          <w:spacing w:val="0"/>
          <w:szCs w:val="22"/>
        </w:rPr>
        <w:t>, preparando a instalação para conexão no SIN;</w:t>
      </w:r>
    </w:p>
    <w:p w:rsidR="0049100B" w:rsidRDefault="0014294E" w:rsidP="0049100B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="00BC040C" w:rsidRPr="0014294E">
        <w:rPr>
          <w:rFonts w:ascii="Calibri" w:hAnsi="Calibri" w:cs="Calibri"/>
          <w:spacing w:val="0"/>
          <w:szCs w:val="22"/>
        </w:rPr>
        <w:t>Ser factível a solução híbrida, de tamanho compacto, que combina módulos isolados à gás (GIS) com buchas poliméricas para interligação às barras pré-existentes isoladas à ar (AIS). O tempo de instalação é de três meses, com necessidade de interrupção de fornecimento parcial ou total das cargas, apresentando um avanço na  imunidade à condições ambientais e a simplificação da manutenção</w:t>
      </w:r>
      <w:r w:rsidR="004648C9">
        <w:rPr>
          <w:rFonts w:ascii="Calibri" w:hAnsi="Calibri" w:cs="Calibri"/>
          <w:spacing w:val="0"/>
          <w:szCs w:val="22"/>
        </w:rPr>
        <w:t>.</w:t>
      </w:r>
    </w:p>
    <w:p w:rsidR="00602A78" w:rsidRDefault="00602A78" w:rsidP="00602A78">
      <w:pPr>
        <w:pStyle w:val="PargrafodaLista"/>
        <w:spacing w:line="240" w:lineRule="auto"/>
        <w:ind w:left="709"/>
        <w:rPr>
          <w:rFonts w:ascii="Calibri" w:hAnsi="Calibri"/>
        </w:rPr>
      </w:pPr>
    </w:p>
    <w:p w:rsidR="00D46E4A" w:rsidRDefault="00D46E4A" w:rsidP="00D46E4A">
      <w:pPr>
        <w:pStyle w:val="Ttulo3"/>
        <w:numPr>
          <w:ilvl w:val="0"/>
          <w:numId w:val="0"/>
        </w:numPr>
        <w:tabs>
          <w:tab w:val="num" w:pos="1447"/>
        </w:tabs>
        <w:ind w:left="720"/>
      </w:pPr>
    </w:p>
    <w:p w:rsidR="009423C8" w:rsidRDefault="00607C94" w:rsidP="00D72FBB">
      <w:pPr>
        <w:pStyle w:val="Ttulo3"/>
        <w:tabs>
          <w:tab w:val="num" w:pos="0"/>
        </w:tabs>
        <w:ind w:left="1276" w:hanging="1577"/>
      </w:pPr>
      <w:bookmarkStart w:id="33" w:name="_Toc400455398"/>
      <w:r w:rsidRPr="00607C94">
        <w:t>SOBRAL II 230 kV</w:t>
      </w:r>
      <w:bookmarkEnd w:id="33"/>
    </w:p>
    <w:p w:rsidR="001C0BF8" w:rsidRPr="00E27BA8" w:rsidRDefault="001B614F" w:rsidP="00D72FBB">
      <w:pPr>
        <w:ind w:left="1276"/>
        <w:rPr>
          <w:rFonts w:ascii="Calibri" w:hAnsi="Calibri"/>
          <w:b/>
        </w:rPr>
      </w:pPr>
      <w:r w:rsidRPr="00E27BA8">
        <w:rPr>
          <w:rFonts w:ascii="Calibri" w:hAnsi="Calibri"/>
          <w:b/>
        </w:rPr>
        <w:t>Arranjo de barra atual:</w:t>
      </w:r>
    </w:p>
    <w:p w:rsidR="00607C94" w:rsidRDefault="001B614F" w:rsidP="007403A8">
      <w:pPr>
        <w:spacing w:line="240" w:lineRule="auto"/>
        <w:ind w:left="426"/>
        <w:rPr>
          <w:rFonts w:ascii="Calibri" w:hAnsi="Calibri"/>
        </w:rPr>
      </w:pPr>
      <w:r>
        <w:rPr>
          <w:rFonts w:ascii="Calibri" w:hAnsi="Calibri"/>
        </w:rPr>
        <w:t xml:space="preserve">   </w:t>
      </w:r>
      <w:r w:rsidR="00E27BA8">
        <w:rPr>
          <w:rFonts w:ascii="Calibri" w:hAnsi="Calibri"/>
        </w:rPr>
        <w:t xml:space="preserve">  </w:t>
      </w:r>
      <w:r w:rsidR="00D72FBB">
        <w:rPr>
          <w:rFonts w:ascii="Calibri" w:hAnsi="Calibri"/>
        </w:rPr>
        <w:t xml:space="preserve">          </w:t>
      </w:r>
      <w:r>
        <w:rPr>
          <w:rFonts w:ascii="Calibri" w:hAnsi="Calibri"/>
        </w:rPr>
        <w:t xml:space="preserve">O setor de </w:t>
      </w:r>
      <w:r w:rsidR="00C13818" w:rsidRPr="007403A8">
        <w:rPr>
          <w:rFonts w:ascii="Calibri" w:hAnsi="Calibri"/>
        </w:rPr>
        <w:t xml:space="preserve">230 kV </w:t>
      </w:r>
      <w:r w:rsidR="007403A8">
        <w:rPr>
          <w:rFonts w:ascii="Calibri" w:hAnsi="Calibri"/>
        </w:rPr>
        <w:t xml:space="preserve">possui arranjo do tipo </w:t>
      </w:r>
      <w:r w:rsidR="00C13818" w:rsidRPr="007403A8">
        <w:rPr>
          <w:rFonts w:ascii="Calibri" w:hAnsi="Calibri"/>
        </w:rPr>
        <w:t>barra principal e transferência</w:t>
      </w:r>
      <w:r w:rsidR="00607C94">
        <w:rPr>
          <w:rFonts w:ascii="Calibri" w:hAnsi="Calibri"/>
        </w:rPr>
        <w:t>.</w:t>
      </w:r>
      <w:r w:rsidR="00C13818" w:rsidRPr="007403A8">
        <w:rPr>
          <w:rFonts w:ascii="Calibri" w:hAnsi="Calibri"/>
        </w:rPr>
        <w:t xml:space="preserve"> </w:t>
      </w:r>
    </w:p>
    <w:p w:rsidR="001B614F" w:rsidRDefault="001B614F" w:rsidP="007403A8">
      <w:pPr>
        <w:spacing w:line="240" w:lineRule="auto"/>
        <w:ind w:left="426"/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D72FBB" w:rsidRPr="00154307" w:rsidRDefault="00D72FBB" w:rsidP="007403A8">
      <w:pPr>
        <w:spacing w:line="240" w:lineRule="auto"/>
        <w:ind w:left="426"/>
        <w:rPr>
          <w:rFonts w:ascii="Calibri" w:hAnsi="Calibri"/>
        </w:rPr>
      </w:pPr>
    </w:p>
    <w:p w:rsidR="001B614F" w:rsidRPr="007403A8" w:rsidRDefault="001B614F" w:rsidP="00D72FBB">
      <w:pPr>
        <w:pStyle w:val="onsNormal"/>
        <w:ind w:left="1276"/>
        <w:rPr>
          <w:rFonts w:ascii="Calibri" w:hAnsi="Calibri"/>
          <w:szCs w:val="24"/>
        </w:rPr>
      </w:pPr>
      <w:r w:rsidRPr="00AF6352">
        <w:rPr>
          <w:rFonts w:ascii="Calibri" w:hAnsi="Calibri"/>
          <w:b/>
        </w:rPr>
        <w:t>Alterações propostas</w:t>
      </w:r>
      <w:r>
        <w:rPr>
          <w:rFonts w:ascii="Calibri" w:hAnsi="Calibri"/>
          <w:b/>
        </w:rPr>
        <w:t>:</w:t>
      </w:r>
    </w:p>
    <w:p w:rsidR="00607C94" w:rsidRPr="00607C94" w:rsidRDefault="00607C94" w:rsidP="00D72FBB">
      <w:pPr>
        <w:pStyle w:val="PargrafodaLista"/>
        <w:numPr>
          <w:ilvl w:val="0"/>
          <w:numId w:val="9"/>
        </w:numPr>
        <w:tabs>
          <w:tab w:val="left" w:pos="1843"/>
          <w:tab w:val="left" w:pos="1985"/>
        </w:tabs>
        <w:ind w:left="1276" w:firstLine="0"/>
        <w:rPr>
          <w:rFonts w:ascii="Calibri" w:hAnsi="Calibri"/>
          <w:szCs w:val="20"/>
        </w:rPr>
      </w:pPr>
      <w:r w:rsidRPr="00607C94">
        <w:rPr>
          <w:rFonts w:ascii="Calibri" w:hAnsi="Calibri"/>
          <w:szCs w:val="20"/>
        </w:rPr>
        <w:t>Converter o arranjo do setor de 230 kV  para barra dupla 4 chaves.</w:t>
      </w:r>
    </w:p>
    <w:p w:rsidR="00BC040C" w:rsidRDefault="00BC040C" w:rsidP="00D72FBB">
      <w:pPr>
        <w:pStyle w:val="PargrafodaLista"/>
        <w:spacing w:line="240" w:lineRule="auto"/>
        <w:ind w:left="1276"/>
        <w:rPr>
          <w:rFonts w:ascii="Calibri" w:hAnsi="Calibri"/>
        </w:rPr>
      </w:pPr>
    </w:p>
    <w:p w:rsidR="00BC040C" w:rsidRDefault="000A4EB5" w:rsidP="00607C94">
      <w:pPr>
        <w:pStyle w:val="PargrafodaLista"/>
        <w:spacing w:line="240" w:lineRule="auto"/>
        <w:ind w:left="709"/>
        <w:rPr>
          <w:rFonts w:ascii="Calibri" w:hAnsi="Calibri"/>
        </w:rPr>
      </w:pPr>
      <w:r>
        <w:rPr>
          <w:rFonts w:ascii="Calibri" w:hAnsi="Calibri"/>
        </w:rPr>
        <w:t xml:space="preserve">  </w:t>
      </w:r>
    </w:p>
    <w:p w:rsidR="00220754" w:rsidRDefault="00220754" w:rsidP="00607C94">
      <w:pPr>
        <w:pStyle w:val="PargrafodaLista"/>
        <w:spacing w:line="240" w:lineRule="auto"/>
        <w:ind w:left="709"/>
        <w:rPr>
          <w:rFonts w:ascii="Calibri" w:hAnsi="Calibri"/>
        </w:rPr>
      </w:pPr>
    </w:p>
    <w:p w:rsidR="00BC040C" w:rsidRPr="00220754" w:rsidRDefault="00E944AC" w:rsidP="00D72FBB">
      <w:pPr>
        <w:autoSpaceDE w:val="0"/>
        <w:autoSpaceDN w:val="0"/>
        <w:adjustRightInd w:val="0"/>
        <w:spacing w:after="120" w:line="360" w:lineRule="auto"/>
        <w:ind w:left="1276"/>
        <w:jc w:val="left"/>
        <w:rPr>
          <w:rFonts w:ascii="Calibri" w:hAnsi="Calibri" w:cs="Calibri"/>
          <w:spacing w:val="0"/>
          <w:szCs w:val="22"/>
        </w:rPr>
      </w:pPr>
      <w:r w:rsidRPr="00220754">
        <w:rPr>
          <w:rFonts w:ascii="Calibri" w:hAnsi="Calibri" w:cs="Calibri"/>
          <w:spacing w:val="0"/>
          <w:szCs w:val="22"/>
        </w:rPr>
        <w:t>A CHESF</w:t>
      </w:r>
      <w:r w:rsidR="00BC040C" w:rsidRPr="00220754">
        <w:rPr>
          <w:rFonts w:ascii="Calibri" w:hAnsi="Calibri" w:cs="Calibri"/>
          <w:spacing w:val="0"/>
          <w:szCs w:val="22"/>
        </w:rPr>
        <w:t xml:space="preserve"> informou:</w:t>
      </w:r>
    </w:p>
    <w:p w:rsidR="00BC040C" w:rsidRPr="00220754" w:rsidRDefault="00220754" w:rsidP="00D72FBB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="00BC040C" w:rsidRPr="00220754">
        <w:rPr>
          <w:rFonts w:ascii="Calibri" w:hAnsi="Calibri" w:cs="Calibri"/>
          <w:spacing w:val="0"/>
          <w:szCs w:val="22"/>
        </w:rPr>
        <w:t xml:space="preserve">Não ser factível a solução convencional com </w:t>
      </w:r>
      <w:proofErr w:type="spellStart"/>
      <w:r w:rsidR="00BC040C" w:rsidRPr="00220754">
        <w:rPr>
          <w:rFonts w:ascii="Calibri" w:hAnsi="Calibri" w:cs="Calibri"/>
          <w:spacing w:val="0"/>
          <w:szCs w:val="22"/>
        </w:rPr>
        <w:t>bays</w:t>
      </w:r>
      <w:proofErr w:type="spellEnd"/>
      <w:r w:rsidR="00BC040C" w:rsidRPr="00220754">
        <w:rPr>
          <w:rFonts w:ascii="Calibri" w:hAnsi="Calibri" w:cs="Calibri"/>
          <w:spacing w:val="0"/>
          <w:szCs w:val="22"/>
        </w:rPr>
        <w:t xml:space="preserve"> isolados a ar (AIS)  tanto devido </w:t>
      </w:r>
      <w:proofErr w:type="spellStart"/>
      <w:r w:rsidR="00BC040C" w:rsidRPr="00220754">
        <w:rPr>
          <w:rFonts w:ascii="Calibri" w:hAnsi="Calibri" w:cs="Calibri"/>
          <w:spacing w:val="0"/>
          <w:szCs w:val="22"/>
        </w:rPr>
        <w:t>devido</w:t>
      </w:r>
      <w:proofErr w:type="spellEnd"/>
      <w:r w:rsidR="00BC040C" w:rsidRPr="00220754">
        <w:rPr>
          <w:rFonts w:ascii="Calibri" w:hAnsi="Calibri" w:cs="Calibri"/>
          <w:spacing w:val="0"/>
          <w:szCs w:val="22"/>
        </w:rPr>
        <w:t xml:space="preserve"> a inexistência de espaço físico quanto a necessidade de em média quatro meses de interrupção de fornecimento parcial ou total das cargas para viabilizar a instalação e conexão no SIN;</w:t>
      </w:r>
    </w:p>
    <w:p w:rsidR="00E005B9" w:rsidRPr="00141E45" w:rsidRDefault="00E005B9" w:rsidP="00E005B9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 w:rsidRPr="00141E45">
        <w:rPr>
          <w:rFonts w:ascii="Calibri" w:hAnsi="Calibri" w:cs="Calibri"/>
          <w:spacing w:val="0"/>
          <w:szCs w:val="22"/>
        </w:rPr>
        <w:t>Ser factível a solução isolada a gás (GIS)</w:t>
      </w:r>
      <w:r>
        <w:rPr>
          <w:rFonts w:ascii="Calibri" w:hAnsi="Calibri" w:cs="Calibri"/>
          <w:spacing w:val="0"/>
          <w:szCs w:val="22"/>
        </w:rPr>
        <w:t>.</w:t>
      </w:r>
    </w:p>
    <w:p w:rsidR="00BC040C" w:rsidRPr="00407DF8" w:rsidRDefault="00BC040C" w:rsidP="00407DF8">
      <w:p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</w:p>
    <w:p w:rsidR="00DD55A4" w:rsidRDefault="00DD55A4" w:rsidP="00D72FBB">
      <w:pPr>
        <w:pStyle w:val="Ttulo3"/>
        <w:ind w:left="1276" w:hanging="1418"/>
      </w:pPr>
      <w:bookmarkStart w:id="34" w:name="_Toc400455399"/>
      <w:r w:rsidRPr="00DD55A4">
        <w:t>S</w:t>
      </w:r>
      <w:r>
        <w:t>AN</w:t>
      </w:r>
      <w:r w:rsidRPr="00DD55A4">
        <w:t>TO</w:t>
      </w:r>
      <w:r>
        <w:t xml:space="preserve"> </w:t>
      </w:r>
      <w:r w:rsidRPr="00DD55A4">
        <w:t>A</w:t>
      </w:r>
      <w:r>
        <w:t xml:space="preserve">NTÔNIO DE </w:t>
      </w:r>
      <w:r w:rsidRPr="00DD55A4">
        <w:t>JESUS 230 kV</w:t>
      </w:r>
      <w:bookmarkEnd w:id="34"/>
    </w:p>
    <w:p w:rsidR="00DD55A4" w:rsidRPr="00E27BA8" w:rsidRDefault="00DD55A4" w:rsidP="00D72FBB">
      <w:pPr>
        <w:ind w:left="1276"/>
        <w:rPr>
          <w:rFonts w:ascii="Calibri" w:hAnsi="Calibri"/>
          <w:b/>
        </w:rPr>
      </w:pPr>
      <w:r>
        <w:rPr>
          <w:b/>
          <w:noProof/>
        </w:rPr>
        <w:t xml:space="preserve"> </w:t>
      </w:r>
      <w:r w:rsidRPr="00E27BA8">
        <w:rPr>
          <w:rFonts w:ascii="Calibri" w:hAnsi="Calibri"/>
          <w:b/>
        </w:rPr>
        <w:t>Arranjo de barra atual:</w:t>
      </w:r>
    </w:p>
    <w:p w:rsidR="00DD55A4" w:rsidRDefault="00DD55A4" w:rsidP="00D72FBB">
      <w:pPr>
        <w:spacing w:line="240" w:lineRule="auto"/>
        <w:ind w:left="1276"/>
        <w:rPr>
          <w:rFonts w:ascii="Calibri" w:hAnsi="Calibri"/>
        </w:rPr>
      </w:pPr>
      <w:r>
        <w:rPr>
          <w:rFonts w:ascii="Calibri" w:hAnsi="Calibri"/>
        </w:rPr>
        <w:t xml:space="preserve"> O setor de </w:t>
      </w:r>
      <w:r w:rsidRPr="007403A8">
        <w:rPr>
          <w:rFonts w:ascii="Calibri" w:hAnsi="Calibri"/>
        </w:rPr>
        <w:t xml:space="preserve">230 kV </w:t>
      </w:r>
      <w:r>
        <w:rPr>
          <w:rFonts w:ascii="Calibri" w:hAnsi="Calibri"/>
        </w:rPr>
        <w:t xml:space="preserve">possui arranjo do tipo </w:t>
      </w:r>
      <w:r w:rsidRPr="007403A8">
        <w:rPr>
          <w:rFonts w:ascii="Calibri" w:hAnsi="Calibri"/>
        </w:rPr>
        <w:t>barra principal e transferência</w:t>
      </w:r>
      <w:r>
        <w:rPr>
          <w:rFonts w:ascii="Calibri" w:hAnsi="Calibri"/>
        </w:rPr>
        <w:t>.</w:t>
      </w:r>
      <w:r w:rsidRPr="007403A8">
        <w:rPr>
          <w:rFonts w:ascii="Calibri" w:hAnsi="Calibri"/>
        </w:rPr>
        <w:t xml:space="preserve"> </w:t>
      </w:r>
    </w:p>
    <w:p w:rsidR="00DD55A4" w:rsidRPr="00154307" w:rsidRDefault="00DD55A4" w:rsidP="00DD55A4">
      <w:pPr>
        <w:spacing w:line="240" w:lineRule="auto"/>
        <w:ind w:left="426"/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DD55A4" w:rsidRPr="007403A8" w:rsidRDefault="00DD55A4" w:rsidP="00D72FBB">
      <w:pPr>
        <w:pStyle w:val="onsNormal"/>
        <w:ind w:left="1276"/>
        <w:rPr>
          <w:rFonts w:ascii="Calibri" w:hAnsi="Calibri"/>
          <w:szCs w:val="24"/>
        </w:rPr>
      </w:pPr>
      <w:r w:rsidRPr="00AF6352">
        <w:rPr>
          <w:rFonts w:ascii="Calibri" w:hAnsi="Calibri"/>
          <w:b/>
        </w:rPr>
        <w:t>Alterações propostas</w:t>
      </w:r>
      <w:r>
        <w:rPr>
          <w:rFonts w:ascii="Calibri" w:hAnsi="Calibri"/>
          <w:b/>
        </w:rPr>
        <w:t>:</w:t>
      </w:r>
    </w:p>
    <w:p w:rsidR="00DD55A4" w:rsidRPr="00607C94" w:rsidRDefault="00DD55A4" w:rsidP="00D72FBB">
      <w:pPr>
        <w:pStyle w:val="PargrafodaLista"/>
        <w:numPr>
          <w:ilvl w:val="0"/>
          <w:numId w:val="9"/>
        </w:numPr>
        <w:tabs>
          <w:tab w:val="left" w:pos="1560"/>
        </w:tabs>
        <w:ind w:left="1276" w:firstLine="0"/>
        <w:rPr>
          <w:rFonts w:ascii="Calibri" w:hAnsi="Calibri"/>
          <w:szCs w:val="20"/>
        </w:rPr>
      </w:pPr>
      <w:r w:rsidRPr="00607C94">
        <w:rPr>
          <w:rFonts w:ascii="Calibri" w:hAnsi="Calibri"/>
          <w:szCs w:val="20"/>
        </w:rPr>
        <w:t>Converter o arranjo do setor de 230 kV  para barra dupla 4 chaves.</w:t>
      </w:r>
    </w:p>
    <w:p w:rsidR="00BC040C" w:rsidRDefault="00BC040C" w:rsidP="00C14C28">
      <w:pPr>
        <w:pStyle w:val="PargrafodaLista"/>
        <w:tabs>
          <w:tab w:val="right" w:pos="9072"/>
        </w:tabs>
        <w:spacing w:line="240" w:lineRule="auto"/>
        <w:ind w:left="709"/>
        <w:rPr>
          <w:rFonts w:ascii="Calibri" w:hAnsi="Calibri"/>
        </w:rPr>
      </w:pPr>
    </w:p>
    <w:p w:rsidR="00BC040C" w:rsidRPr="00220754" w:rsidRDefault="00E944AC" w:rsidP="00D72FBB">
      <w:pPr>
        <w:autoSpaceDE w:val="0"/>
        <w:autoSpaceDN w:val="0"/>
        <w:adjustRightInd w:val="0"/>
        <w:spacing w:after="120" w:line="360" w:lineRule="auto"/>
        <w:ind w:left="1276"/>
        <w:jc w:val="left"/>
        <w:rPr>
          <w:rFonts w:ascii="Calibri" w:hAnsi="Calibri" w:cs="Calibri"/>
          <w:spacing w:val="0"/>
          <w:szCs w:val="22"/>
        </w:rPr>
      </w:pPr>
      <w:r w:rsidRPr="00220754">
        <w:rPr>
          <w:rFonts w:ascii="Calibri" w:hAnsi="Calibri" w:cs="Calibri"/>
          <w:spacing w:val="0"/>
          <w:szCs w:val="22"/>
        </w:rPr>
        <w:lastRenderedPageBreak/>
        <w:t>A CHESF</w:t>
      </w:r>
      <w:r w:rsidR="00BC040C" w:rsidRPr="00220754">
        <w:rPr>
          <w:rFonts w:ascii="Calibri" w:hAnsi="Calibri" w:cs="Calibri"/>
          <w:spacing w:val="0"/>
          <w:szCs w:val="22"/>
        </w:rPr>
        <w:t xml:space="preserve"> informou:</w:t>
      </w:r>
    </w:p>
    <w:p w:rsidR="00FF09A1" w:rsidRPr="00220754" w:rsidRDefault="00220754" w:rsidP="00D72FBB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="00FF09A1" w:rsidRPr="00220754">
        <w:rPr>
          <w:rFonts w:ascii="Calibri" w:hAnsi="Calibri" w:cs="Calibri"/>
          <w:spacing w:val="0"/>
          <w:szCs w:val="22"/>
        </w:rPr>
        <w:t xml:space="preserve">Não ser factível a solução convencional com </w:t>
      </w:r>
      <w:proofErr w:type="spellStart"/>
      <w:r w:rsidR="00FF09A1" w:rsidRPr="00220754">
        <w:rPr>
          <w:rFonts w:ascii="Calibri" w:hAnsi="Calibri" w:cs="Calibri"/>
          <w:spacing w:val="0"/>
          <w:szCs w:val="22"/>
        </w:rPr>
        <w:t>bays</w:t>
      </w:r>
      <w:proofErr w:type="spellEnd"/>
      <w:r w:rsidR="00FF09A1" w:rsidRPr="00220754">
        <w:rPr>
          <w:rFonts w:ascii="Calibri" w:hAnsi="Calibri" w:cs="Calibri"/>
          <w:spacing w:val="0"/>
          <w:szCs w:val="22"/>
        </w:rPr>
        <w:t xml:space="preserve"> isolados a ar (AIS), tanto devido a inexistência de espaço físico como pela necessidade de desligar total ou parcialmente a subestação por quatro meses, em média, para desmontagem e montagem dos equipamentos e </w:t>
      </w:r>
      <w:proofErr w:type="spellStart"/>
      <w:r w:rsidR="00FF09A1" w:rsidRPr="00220754">
        <w:rPr>
          <w:rFonts w:ascii="Calibri" w:hAnsi="Calibri" w:cs="Calibri"/>
          <w:spacing w:val="0"/>
          <w:szCs w:val="22"/>
        </w:rPr>
        <w:t>companentes</w:t>
      </w:r>
      <w:proofErr w:type="spellEnd"/>
      <w:r w:rsidR="00FF09A1" w:rsidRPr="00220754">
        <w:rPr>
          <w:rFonts w:ascii="Calibri" w:hAnsi="Calibri" w:cs="Calibri"/>
          <w:spacing w:val="0"/>
          <w:szCs w:val="22"/>
        </w:rPr>
        <w:t>, preparando a instalação para conexão no SIN;</w:t>
      </w:r>
    </w:p>
    <w:p w:rsidR="00B239B3" w:rsidRPr="00220754" w:rsidRDefault="00220754" w:rsidP="00D72FBB">
      <w:pPr>
        <w:numPr>
          <w:ilvl w:val="0"/>
          <w:numId w:val="34"/>
        </w:numPr>
        <w:autoSpaceDE w:val="0"/>
        <w:autoSpaceDN w:val="0"/>
        <w:adjustRightInd w:val="0"/>
        <w:spacing w:after="120" w:line="360" w:lineRule="auto"/>
        <w:ind w:left="1276"/>
        <w:rPr>
          <w:rFonts w:ascii="Calibri" w:hAnsi="Calibri" w:cs="Calibri"/>
          <w:spacing w:val="0"/>
          <w:szCs w:val="22"/>
        </w:rPr>
      </w:pPr>
      <w:r>
        <w:rPr>
          <w:rFonts w:ascii="Calibri" w:hAnsi="Calibri" w:cs="Calibri"/>
          <w:spacing w:val="0"/>
          <w:szCs w:val="22"/>
        </w:rPr>
        <w:t xml:space="preserve"> </w:t>
      </w:r>
      <w:r w:rsidR="00B239B3" w:rsidRPr="00220754">
        <w:rPr>
          <w:rFonts w:ascii="Calibri" w:hAnsi="Calibri" w:cs="Calibri"/>
          <w:spacing w:val="0"/>
          <w:szCs w:val="22"/>
        </w:rPr>
        <w:t>Ser factível a solução híbrida, de tamanho compacto, que combina módulos isolados à gás (GIS) com buchas poliméricas para interligação às barras pré-existentes isoladas à ar (AIS). O tempo de instalação é de três</w:t>
      </w:r>
      <w:r w:rsidR="00B239B3" w:rsidRPr="00220754">
        <w:rPr>
          <w:rFonts w:ascii="Calibri" w:hAnsi="Calibri" w:cs="Calibri"/>
          <w:bCs/>
          <w:spacing w:val="0"/>
          <w:szCs w:val="22"/>
        </w:rPr>
        <w:t xml:space="preserve"> meses, com necessidade de interrupção de fornecimento parcial ou total das cargas</w:t>
      </w:r>
      <w:r w:rsidR="00B239B3" w:rsidRPr="00220754">
        <w:rPr>
          <w:rFonts w:ascii="Calibri" w:hAnsi="Calibri" w:cs="Calibri"/>
          <w:spacing w:val="0"/>
          <w:szCs w:val="22"/>
        </w:rPr>
        <w:t>, apresentando um avanço na  imunidade à condições ambientais e a simplificação da manutenção</w:t>
      </w:r>
      <w:r w:rsidR="00E005B9">
        <w:rPr>
          <w:rFonts w:ascii="Calibri" w:hAnsi="Calibri" w:cs="Calibri"/>
          <w:spacing w:val="0"/>
          <w:szCs w:val="22"/>
        </w:rPr>
        <w:t>.</w:t>
      </w:r>
    </w:p>
    <w:p w:rsidR="00DD55A4" w:rsidRDefault="00DD55A4" w:rsidP="00C14C28">
      <w:pPr>
        <w:pStyle w:val="PargrafodaLista"/>
        <w:tabs>
          <w:tab w:val="right" w:pos="9072"/>
        </w:tabs>
        <w:spacing w:line="240" w:lineRule="auto"/>
        <w:ind w:left="709"/>
        <w:rPr>
          <w:rFonts w:ascii="Calibri" w:hAnsi="Calibri"/>
        </w:rPr>
      </w:pPr>
    </w:p>
    <w:p w:rsidR="00DD55A4" w:rsidRDefault="00DD55A4" w:rsidP="00DD55A4">
      <w:pPr>
        <w:pStyle w:val="PargrafodaLista"/>
        <w:ind w:left="709"/>
        <w:rPr>
          <w:rFonts w:ascii="Calibri" w:hAnsi="Calibri"/>
        </w:rPr>
      </w:pPr>
    </w:p>
    <w:p w:rsidR="00AD7E6E" w:rsidRDefault="00AD7E6E" w:rsidP="000802FB">
      <w:pPr>
        <w:pStyle w:val="Ttulo3"/>
        <w:tabs>
          <w:tab w:val="num" w:pos="0"/>
        </w:tabs>
        <w:ind w:left="1276" w:hanging="1560"/>
      </w:pPr>
      <w:bookmarkStart w:id="35" w:name="_Toc400455400"/>
      <w:r w:rsidRPr="00AD7E6E">
        <w:t>TERESINA II 500/230 kV</w:t>
      </w:r>
      <w:bookmarkEnd w:id="35"/>
    </w:p>
    <w:p w:rsidR="00AD7E6E" w:rsidRPr="00E27BA8" w:rsidRDefault="00AD7E6E" w:rsidP="000802FB">
      <w:pPr>
        <w:tabs>
          <w:tab w:val="left" w:pos="1276"/>
        </w:tabs>
        <w:ind w:left="1276"/>
        <w:rPr>
          <w:rFonts w:ascii="Calibri" w:hAnsi="Calibri"/>
          <w:b/>
        </w:rPr>
      </w:pPr>
      <w:r w:rsidRPr="00E27BA8">
        <w:rPr>
          <w:rFonts w:ascii="Calibri" w:hAnsi="Calibri"/>
          <w:b/>
        </w:rPr>
        <w:t>Arranjo de barra atual:</w:t>
      </w:r>
    </w:p>
    <w:p w:rsidR="000A4EB5" w:rsidRDefault="00AD7E6E" w:rsidP="000802FB">
      <w:pPr>
        <w:spacing w:line="240" w:lineRule="auto"/>
        <w:ind w:left="1276"/>
        <w:rPr>
          <w:rFonts w:ascii="Calibri" w:hAnsi="Calibri"/>
        </w:rPr>
      </w:pPr>
      <w:r>
        <w:rPr>
          <w:rFonts w:ascii="Calibri" w:hAnsi="Calibri"/>
        </w:rPr>
        <w:t xml:space="preserve">     </w:t>
      </w:r>
    </w:p>
    <w:p w:rsidR="00C14C28" w:rsidRPr="00220754" w:rsidRDefault="00AD7E6E" w:rsidP="000802FB">
      <w:pPr>
        <w:spacing w:line="240" w:lineRule="auto"/>
        <w:ind w:left="1276"/>
        <w:rPr>
          <w:rFonts w:ascii="Calibri" w:hAnsi="Calibri" w:cs="Calibri"/>
          <w:spacing w:val="0"/>
          <w:szCs w:val="22"/>
        </w:rPr>
      </w:pPr>
      <w:r w:rsidRPr="00220754">
        <w:rPr>
          <w:rFonts w:ascii="Calibri" w:hAnsi="Calibri" w:cs="Calibri"/>
          <w:spacing w:val="0"/>
          <w:szCs w:val="22"/>
        </w:rPr>
        <w:t xml:space="preserve">O setor de 500 kV possui </w:t>
      </w:r>
      <w:r w:rsidR="00C14C28" w:rsidRPr="00220754">
        <w:rPr>
          <w:rFonts w:ascii="Calibri" w:hAnsi="Calibri" w:cs="Calibri"/>
          <w:spacing w:val="0"/>
          <w:szCs w:val="22"/>
        </w:rPr>
        <w:t>arranjo do tipo disjuntor e meio, incompleto.</w:t>
      </w:r>
    </w:p>
    <w:p w:rsidR="00AD7E6E" w:rsidRPr="00220754" w:rsidRDefault="00605C45" w:rsidP="000802FB">
      <w:pPr>
        <w:tabs>
          <w:tab w:val="left" w:pos="1134"/>
        </w:tabs>
        <w:spacing w:line="240" w:lineRule="auto"/>
        <w:ind w:left="1276"/>
        <w:rPr>
          <w:rFonts w:ascii="Calibri" w:hAnsi="Calibri" w:cs="Calibri"/>
          <w:spacing w:val="0"/>
          <w:szCs w:val="22"/>
        </w:rPr>
      </w:pPr>
      <w:r w:rsidRPr="00220754">
        <w:rPr>
          <w:rFonts w:ascii="Calibri" w:hAnsi="Calibri" w:cs="Calibri"/>
          <w:spacing w:val="0"/>
          <w:szCs w:val="22"/>
        </w:rPr>
        <w:t>O setor de 230 kV</w:t>
      </w:r>
      <w:r w:rsidR="00AD7E6E" w:rsidRPr="00220754">
        <w:rPr>
          <w:rFonts w:ascii="Calibri" w:hAnsi="Calibri" w:cs="Calibri"/>
          <w:spacing w:val="0"/>
          <w:szCs w:val="22"/>
        </w:rPr>
        <w:t xml:space="preserve">   apresenta arranjo do tipo barra dupla 5 chaves.</w:t>
      </w:r>
    </w:p>
    <w:p w:rsidR="00AD7E6E" w:rsidRPr="00220754" w:rsidRDefault="00AD7E6E" w:rsidP="00AD7E6E">
      <w:pPr>
        <w:spacing w:line="240" w:lineRule="auto"/>
        <w:ind w:left="709" w:hanging="283"/>
        <w:rPr>
          <w:rFonts w:ascii="Calibri" w:hAnsi="Calibri" w:cs="Calibri"/>
          <w:spacing w:val="0"/>
          <w:szCs w:val="22"/>
        </w:rPr>
      </w:pPr>
    </w:p>
    <w:p w:rsidR="00AD7E6E" w:rsidRDefault="00AD7E6E" w:rsidP="000802FB">
      <w:pPr>
        <w:pStyle w:val="onsNormal"/>
        <w:ind w:left="1276"/>
        <w:rPr>
          <w:rFonts w:ascii="Calibri" w:hAnsi="Calibri"/>
          <w:b/>
        </w:rPr>
      </w:pPr>
      <w:r w:rsidRPr="00AF6352">
        <w:rPr>
          <w:rFonts w:ascii="Calibri" w:hAnsi="Calibri"/>
          <w:b/>
        </w:rPr>
        <w:t>Alteraç</w:t>
      </w:r>
      <w:r>
        <w:rPr>
          <w:rFonts w:ascii="Calibri" w:hAnsi="Calibri"/>
          <w:b/>
        </w:rPr>
        <w:t>ão proposta:</w:t>
      </w:r>
    </w:p>
    <w:p w:rsidR="007F10C6" w:rsidRDefault="00AD7E6E" w:rsidP="000802FB">
      <w:pPr>
        <w:pStyle w:val="PargrafodaLista"/>
        <w:numPr>
          <w:ilvl w:val="0"/>
          <w:numId w:val="9"/>
        </w:numPr>
        <w:tabs>
          <w:tab w:val="left" w:pos="1843"/>
        </w:tabs>
        <w:ind w:left="1276" w:firstLine="0"/>
        <w:rPr>
          <w:rFonts w:ascii="Calibri" w:hAnsi="Calibri"/>
          <w:szCs w:val="20"/>
        </w:rPr>
      </w:pPr>
      <w:r w:rsidRPr="006C26F7">
        <w:rPr>
          <w:rFonts w:ascii="Calibri" w:hAnsi="Calibri"/>
          <w:szCs w:val="20"/>
        </w:rPr>
        <w:t>Construir um vão espe</w:t>
      </w:r>
      <w:r w:rsidR="00605C45">
        <w:rPr>
          <w:rFonts w:ascii="Calibri" w:hAnsi="Calibri"/>
          <w:szCs w:val="20"/>
        </w:rPr>
        <w:t>c</w:t>
      </w:r>
      <w:r w:rsidRPr="006C26F7">
        <w:rPr>
          <w:rFonts w:ascii="Calibri" w:hAnsi="Calibri"/>
          <w:szCs w:val="20"/>
        </w:rPr>
        <w:t>ífico para o transformador TR5T2 500/230 kV no setor de 500</w:t>
      </w:r>
      <w:r w:rsidR="00605C45">
        <w:rPr>
          <w:rFonts w:ascii="Calibri" w:hAnsi="Calibri"/>
          <w:szCs w:val="20"/>
        </w:rPr>
        <w:t>  </w:t>
      </w:r>
      <w:r w:rsidRPr="006C26F7">
        <w:rPr>
          <w:rFonts w:ascii="Calibri" w:hAnsi="Calibri"/>
          <w:szCs w:val="20"/>
        </w:rPr>
        <w:t xml:space="preserve"> </w:t>
      </w:r>
      <w:r w:rsidR="00B21F55">
        <w:rPr>
          <w:rFonts w:ascii="Calibri" w:hAnsi="Calibri"/>
          <w:szCs w:val="20"/>
        </w:rPr>
        <w:t>kV</w:t>
      </w:r>
      <w:r w:rsidR="006C26F7" w:rsidRPr="006C26F7">
        <w:rPr>
          <w:rFonts w:ascii="Calibri" w:hAnsi="Calibri"/>
          <w:szCs w:val="20"/>
        </w:rPr>
        <w:t>, confo</w:t>
      </w:r>
      <w:r w:rsidR="00C837A0">
        <w:rPr>
          <w:rFonts w:ascii="Calibri" w:hAnsi="Calibri"/>
          <w:szCs w:val="20"/>
        </w:rPr>
        <w:t>rme figura apresentada a seguir</w:t>
      </w:r>
    </w:p>
    <w:p w:rsidR="00602A78" w:rsidRDefault="00602A78" w:rsidP="00602A78">
      <w:pPr>
        <w:tabs>
          <w:tab w:val="left" w:pos="1843"/>
        </w:tabs>
        <w:rPr>
          <w:rFonts w:ascii="Calibri" w:hAnsi="Calibri"/>
          <w:szCs w:val="20"/>
        </w:rPr>
      </w:pPr>
    </w:p>
    <w:p w:rsidR="00602A78" w:rsidRDefault="00602A78" w:rsidP="00602A78">
      <w:pPr>
        <w:tabs>
          <w:tab w:val="left" w:pos="1843"/>
        </w:tabs>
        <w:rPr>
          <w:rFonts w:ascii="Calibri" w:hAnsi="Calibri"/>
          <w:szCs w:val="20"/>
        </w:rPr>
      </w:pPr>
    </w:p>
    <w:p w:rsidR="00602A78" w:rsidRDefault="004648C9" w:rsidP="00602A78">
      <w:pPr>
        <w:tabs>
          <w:tab w:val="left" w:pos="1843"/>
        </w:tabs>
        <w:rPr>
          <w:rFonts w:ascii="Calibri" w:hAnsi="Calibri"/>
          <w:szCs w:val="20"/>
        </w:rPr>
      </w:pPr>
      <w:r>
        <w:rPr>
          <w:b/>
          <w:noProof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1231265</wp:posOffset>
            </wp:positionH>
            <wp:positionV relativeFrom="paragraph">
              <wp:posOffset>21590</wp:posOffset>
            </wp:positionV>
            <wp:extent cx="3490595" cy="2827020"/>
            <wp:effectExtent l="0" t="0" r="0" b="0"/>
            <wp:wrapNone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105" b="8731"/>
                    <a:stretch/>
                  </pic:blipFill>
                  <pic:spPr bwMode="auto">
                    <a:xfrm>
                      <a:off x="0" y="0"/>
                      <a:ext cx="3490595" cy="282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C26F7" w:rsidRDefault="008C3E9F" w:rsidP="008C3E9F">
      <w:pPr>
        <w:ind w:left="0"/>
        <w:jc w:val="center"/>
        <w:rPr>
          <w:rFonts w:ascii="Calibri" w:hAnsi="Calibri"/>
          <w:b/>
          <w:sz w:val="36"/>
          <w:szCs w:val="36"/>
        </w:rPr>
      </w:pPr>
      <w:r w:rsidRPr="008D2CCA">
        <w:rPr>
          <w:rFonts w:ascii="Calibri" w:hAnsi="Calibri"/>
          <w:b/>
          <w:sz w:val="36"/>
          <w:szCs w:val="36"/>
        </w:rPr>
        <w:t>SE TERESINA</w:t>
      </w:r>
      <w:r w:rsidR="00067E10">
        <w:rPr>
          <w:rFonts w:ascii="Calibri" w:hAnsi="Calibri"/>
          <w:b/>
          <w:sz w:val="36"/>
          <w:szCs w:val="36"/>
        </w:rPr>
        <w:t xml:space="preserve"> II</w:t>
      </w:r>
    </w:p>
    <w:p w:rsidR="00602A78" w:rsidRDefault="00602A78" w:rsidP="008C3E9F">
      <w:pPr>
        <w:ind w:left="0"/>
        <w:jc w:val="center"/>
        <w:rPr>
          <w:rFonts w:ascii="Calibri" w:hAnsi="Calibri"/>
          <w:b/>
          <w:sz w:val="36"/>
          <w:szCs w:val="36"/>
        </w:rPr>
      </w:pPr>
    </w:p>
    <w:p w:rsidR="00602A78" w:rsidRDefault="00602A78" w:rsidP="008C3E9F">
      <w:pPr>
        <w:ind w:left="0"/>
        <w:jc w:val="center"/>
        <w:rPr>
          <w:rFonts w:ascii="Calibri" w:hAnsi="Calibri"/>
          <w:b/>
          <w:sz w:val="36"/>
          <w:szCs w:val="36"/>
        </w:rPr>
      </w:pPr>
    </w:p>
    <w:p w:rsidR="00602A78" w:rsidRPr="008D2CCA" w:rsidRDefault="00602A78" w:rsidP="008C3E9F">
      <w:pPr>
        <w:ind w:left="0"/>
        <w:jc w:val="center"/>
        <w:rPr>
          <w:rFonts w:ascii="Calibri" w:hAnsi="Calibri"/>
          <w:b/>
          <w:sz w:val="36"/>
          <w:szCs w:val="36"/>
        </w:rPr>
      </w:pPr>
    </w:p>
    <w:p w:rsidR="006C26F7" w:rsidRDefault="006C26F7" w:rsidP="001B614F">
      <w:pPr>
        <w:ind w:left="0"/>
        <w:rPr>
          <w:rFonts w:ascii="Calibri" w:hAnsi="Calibri"/>
        </w:rPr>
      </w:pPr>
    </w:p>
    <w:p w:rsidR="006C26F7" w:rsidRDefault="006C26F7" w:rsidP="001B614F">
      <w:pPr>
        <w:ind w:left="0"/>
        <w:rPr>
          <w:rFonts w:ascii="Calibri" w:hAnsi="Calibri"/>
        </w:rPr>
      </w:pPr>
    </w:p>
    <w:p w:rsidR="006C26F7" w:rsidRDefault="006C26F7" w:rsidP="001B614F">
      <w:pPr>
        <w:ind w:left="0"/>
        <w:rPr>
          <w:rFonts w:ascii="Calibri" w:hAnsi="Calibri"/>
        </w:rPr>
      </w:pPr>
    </w:p>
    <w:p w:rsidR="006C26F7" w:rsidRDefault="006C26F7" w:rsidP="001B614F">
      <w:pPr>
        <w:ind w:left="0"/>
        <w:rPr>
          <w:rFonts w:ascii="Calibri" w:hAnsi="Calibri"/>
        </w:rPr>
      </w:pPr>
    </w:p>
    <w:p w:rsidR="006C26F7" w:rsidRDefault="006C26F7" w:rsidP="001B614F">
      <w:pPr>
        <w:ind w:left="0"/>
        <w:rPr>
          <w:rFonts w:ascii="Calibri" w:hAnsi="Calibri"/>
        </w:rPr>
      </w:pPr>
    </w:p>
    <w:p w:rsidR="006C26F7" w:rsidRDefault="006C26F7" w:rsidP="001B614F">
      <w:pPr>
        <w:ind w:left="0"/>
        <w:rPr>
          <w:rFonts w:ascii="Calibri" w:hAnsi="Calibri"/>
        </w:rPr>
      </w:pPr>
    </w:p>
    <w:p w:rsidR="006C26F7" w:rsidRDefault="006C26F7" w:rsidP="001B614F">
      <w:pPr>
        <w:ind w:left="0"/>
        <w:rPr>
          <w:rFonts w:ascii="Calibri" w:hAnsi="Calibri"/>
        </w:rPr>
      </w:pPr>
    </w:p>
    <w:p w:rsidR="006C26F7" w:rsidRDefault="006C26F7" w:rsidP="001B614F">
      <w:pPr>
        <w:ind w:left="0"/>
        <w:rPr>
          <w:rFonts w:ascii="Calibri" w:hAnsi="Calibri"/>
        </w:rPr>
      </w:pPr>
    </w:p>
    <w:p w:rsidR="006C26F7" w:rsidRDefault="006C26F7" w:rsidP="001B614F">
      <w:pPr>
        <w:ind w:left="0"/>
        <w:rPr>
          <w:rFonts w:ascii="Calibri" w:hAnsi="Calibri"/>
        </w:rPr>
      </w:pPr>
    </w:p>
    <w:p w:rsidR="00A4571D" w:rsidRDefault="00A4571D" w:rsidP="00A94384">
      <w:pPr>
        <w:spacing w:line="240" w:lineRule="auto"/>
        <w:ind w:left="1276"/>
        <w:rPr>
          <w:rFonts w:ascii="Calibri" w:hAnsi="Calibri" w:cs="Calibri"/>
          <w:spacing w:val="0"/>
          <w:szCs w:val="22"/>
        </w:rPr>
      </w:pPr>
      <w:bookmarkStart w:id="36" w:name="_Toc394410001"/>
      <w:bookmarkStart w:id="37" w:name="_Toc398821070"/>
      <w:r w:rsidRPr="00A94384">
        <w:rPr>
          <w:rFonts w:ascii="Calibri" w:hAnsi="Calibri" w:cs="Calibri"/>
          <w:spacing w:val="0"/>
          <w:szCs w:val="22"/>
        </w:rPr>
        <w:t>A proposta encontra-se em análise de viabilidade pela CHESF.</w:t>
      </w:r>
      <w:bookmarkEnd w:id="36"/>
      <w:bookmarkEnd w:id="37"/>
    </w:p>
    <w:p w:rsidR="00067E10" w:rsidRDefault="00067E10" w:rsidP="00A94384">
      <w:pPr>
        <w:spacing w:line="240" w:lineRule="auto"/>
        <w:ind w:left="1276"/>
        <w:rPr>
          <w:rFonts w:ascii="Calibri" w:hAnsi="Calibri" w:cs="Calibri"/>
          <w:spacing w:val="0"/>
          <w:szCs w:val="22"/>
        </w:rPr>
      </w:pPr>
      <w:r w:rsidRPr="00A94384">
        <w:rPr>
          <w:rFonts w:ascii="Calibri" w:hAnsi="Calibri" w:cs="Calibri"/>
          <w:spacing w:val="0"/>
          <w:szCs w:val="22"/>
        </w:rPr>
        <w:lastRenderedPageBreak/>
        <w:t>Obras relevantes previstas nos estudos de planejamento da EPE:</w:t>
      </w:r>
    </w:p>
    <w:p w:rsidR="00A94384" w:rsidRPr="00A94384" w:rsidRDefault="00A94384" w:rsidP="00A94384">
      <w:pPr>
        <w:spacing w:line="240" w:lineRule="auto"/>
        <w:ind w:left="1276"/>
        <w:rPr>
          <w:rFonts w:ascii="Calibri" w:hAnsi="Calibri" w:cs="Calibri"/>
          <w:spacing w:val="0"/>
          <w:szCs w:val="22"/>
        </w:rPr>
      </w:pPr>
    </w:p>
    <w:p w:rsidR="00067E10" w:rsidRPr="00A94384" w:rsidRDefault="00067E10" w:rsidP="00A94384">
      <w:pPr>
        <w:spacing w:line="240" w:lineRule="auto"/>
        <w:ind w:left="1276"/>
        <w:rPr>
          <w:rFonts w:ascii="Calibri" w:hAnsi="Calibri" w:cs="Calibri"/>
          <w:spacing w:val="0"/>
          <w:szCs w:val="22"/>
        </w:rPr>
      </w:pPr>
      <w:r w:rsidRPr="00A94384">
        <w:rPr>
          <w:rFonts w:ascii="Calibri" w:hAnsi="Calibri" w:cs="Calibri"/>
          <w:spacing w:val="0"/>
          <w:szCs w:val="22"/>
        </w:rPr>
        <w:t>Está prevista a expansão da SE Teresina II 500/230 kV com a instalação de dois transformadores 230/69 kV – 150 MVA. Este fato deve ser levado em consideração nas avaliações da CHESF, quanto ao espaço físico dessa subestação.</w:t>
      </w:r>
    </w:p>
    <w:p w:rsidR="00A94384" w:rsidRPr="006C26F7" w:rsidRDefault="00A94384" w:rsidP="006C26F7">
      <w:pPr>
        <w:ind w:left="0"/>
        <w:rPr>
          <w:rFonts w:ascii="Calibri" w:hAnsi="Calibri"/>
        </w:rPr>
      </w:pPr>
    </w:p>
    <w:p w:rsidR="008C4133" w:rsidRDefault="008C4133" w:rsidP="000A4EB5">
      <w:pPr>
        <w:pStyle w:val="Ttulo2"/>
        <w:tabs>
          <w:tab w:val="clear" w:pos="1021"/>
          <w:tab w:val="num" w:pos="284"/>
          <w:tab w:val="num" w:pos="1276"/>
        </w:tabs>
        <w:ind w:left="0" w:hanging="284"/>
      </w:pPr>
      <w:r>
        <w:t xml:space="preserve">      </w:t>
      </w:r>
      <w:r w:rsidR="00A46AD6">
        <w:t xml:space="preserve">     </w:t>
      </w:r>
      <w:r w:rsidR="00650DED">
        <w:t xml:space="preserve">  </w:t>
      </w:r>
      <w:bookmarkStart w:id="38" w:name="_Toc400455401"/>
      <w:r>
        <w:t>AFLUENTE</w:t>
      </w:r>
      <w:r w:rsidR="008D2CCA">
        <w:t xml:space="preserve"> (GRUPO NEOENERGIA)</w:t>
      </w:r>
      <w:bookmarkEnd w:id="38"/>
    </w:p>
    <w:p w:rsidR="008C4133" w:rsidRDefault="008C4133" w:rsidP="008C4133">
      <w:pPr>
        <w:pStyle w:val="onsNormal"/>
        <w:spacing w:line="240" w:lineRule="auto"/>
        <w:ind w:left="1134"/>
        <w:jc w:val="left"/>
        <w:rPr>
          <w:rFonts w:ascii="Calibri" w:hAnsi="Calibri"/>
          <w:b/>
        </w:rPr>
      </w:pPr>
    </w:p>
    <w:p w:rsidR="008C4133" w:rsidRPr="002C757C" w:rsidRDefault="00A46AD6" w:rsidP="003E734E">
      <w:pPr>
        <w:pStyle w:val="Ttulo3"/>
        <w:tabs>
          <w:tab w:val="num" w:pos="0"/>
        </w:tabs>
        <w:ind w:left="709" w:hanging="993"/>
      </w:pPr>
      <w:r>
        <w:t xml:space="preserve">     </w:t>
      </w:r>
      <w:r w:rsidR="000A4EB5">
        <w:t xml:space="preserve">  </w:t>
      </w:r>
      <w:bookmarkStart w:id="39" w:name="_Toc400455402"/>
      <w:r w:rsidR="008C4133" w:rsidRPr="00597484">
        <w:t>NARANDIBA 230/69 kV</w:t>
      </w:r>
      <w:bookmarkEnd w:id="39"/>
    </w:p>
    <w:p w:rsidR="008C4133" w:rsidRDefault="008C4133" w:rsidP="008C4133">
      <w:pPr>
        <w:pStyle w:val="PargrafodaLista"/>
        <w:spacing w:after="120"/>
        <w:ind w:left="-284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          </w:t>
      </w:r>
      <w:r w:rsidR="00A46AD6">
        <w:rPr>
          <w:rFonts w:ascii="Calibri" w:hAnsi="Calibri"/>
          <w:b/>
        </w:rPr>
        <w:t xml:space="preserve">      </w:t>
      </w:r>
      <w:r w:rsidR="000A4EB5">
        <w:rPr>
          <w:rFonts w:ascii="Calibri" w:hAnsi="Calibri"/>
          <w:b/>
        </w:rPr>
        <w:t xml:space="preserve">   </w:t>
      </w:r>
      <w:r w:rsidRPr="00222EF3">
        <w:rPr>
          <w:rFonts w:ascii="Calibri" w:hAnsi="Calibri"/>
          <w:b/>
        </w:rPr>
        <w:t>Arranjo de barra atual</w:t>
      </w:r>
      <w:r w:rsidRPr="00316CB3">
        <w:rPr>
          <w:rFonts w:ascii="Calibri" w:hAnsi="Calibri"/>
          <w:b/>
        </w:rPr>
        <w:t>:</w:t>
      </w:r>
    </w:p>
    <w:p w:rsidR="008C4133" w:rsidRPr="00332837" w:rsidRDefault="008C4133" w:rsidP="00A94384">
      <w:pPr>
        <w:spacing w:after="120"/>
        <w:ind w:left="1134" w:hanging="113"/>
        <w:rPr>
          <w:rFonts w:ascii="Calibri" w:hAnsi="Calibri"/>
          <w:szCs w:val="20"/>
        </w:rPr>
      </w:pPr>
      <w:r>
        <w:rPr>
          <w:rFonts w:ascii="Calibri" w:hAnsi="Calibri"/>
        </w:rPr>
        <w:t xml:space="preserve">  </w:t>
      </w:r>
      <w:r w:rsidR="00772066">
        <w:rPr>
          <w:rFonts w:ascii="Calibri" w:hAnsi="Calibri"/>
        </w:rPr>
        <w:t xml:space="preserve"> </w:t>
      </w:r>
      <w:r w:rsidRPr="00A94384">
        <w:rPr>
          <w:rFonts w:ascii="Calibri" w:hAnsi="Calibri"/>
        </w:rPr>
        <w:t>O setor de 230 kV é do tipo barra dupla 3 chaves.</w:t>
      </w:r>
      <w:r w:rsidR="008A6F8B" w:rsidRPr="00A94384">
        <w:rPr>
          <w:rFonts w:ascii="Calibri" w:hAnsi="Calibri"/>
        </w:rPr>
        <w:t xml:space="preserve"> Este setor utiliza barramentos</w:t>
      </w:r>
      <w:r w:rsidR="008A6F8B">
        <w:rPr>
          <w:rFonts w:ascii="Calibri" w:hAnsi="Calibri"/>
          <w:szCs w:val="20"/>
        </w:rPr>
        <w:t xml:space="preserve"> blindados e isolados a SF</w:t>
      </w:r>
      <w:r w:rsidR="008A6F8B" w:rsidRPr="008A6F8B">
        <w:rPr>
          <w:rFonts w:ascii="Calibri" w:hAnsi="Calibri"/>
          <w:szCs w:val="20"/>
          <w:vertAlign w:val="subscript"/>
        </w:rPr>
        <w:t>6</w:t>
      </w:r>
      <w:r w:rsidR="008A6F8B">
        <w:rPr>
          <w:rFonts w:ascii="Calibri" w:hAnsi="Calibri"/>
          <w:szCs w:val="20"/>
          <w:vertAlign w:val="subscript"/>
        </w:rPr>
        <w:t xml:space="preserve"> </w:t>
      </w:r>
      <w:r w:rsidR="008A6F8B">
        <w:rPr>
          <w:rFonts w:ascii="Calibri" w:hAnsi="Calibri"/>
          <w:szCs w:val="20"/>
        </w:rPr>
        <w:t>que apresenta confiabilidade considerada adequada.</w:t>
      </w:r>
    </w:p>
    <w:p w:rsidR="00BF6F7F" w:rsidRDefault="008C4133" w:rsidP="008A6F8B">
      <w:pPr>
        <w:pStyle w:val="onsNormal"/>
        <w:ind w:left="-284"/>
        <w:rPr>
          <w:rFonts w:ascii="Calibri" w:hAnsi="Calibri"/>
        </w:rPr>
      </w:pPr>
      <w:r>
        <w:rPr>
          <w:rFonts w:ascii="Calibri" w:hAnsi="Calibri"/>
          <w:b/>
        </w:rPr>
        <w:t xml:space="preserve">                 </w:t>
      </w:r>
      <w:r w:rsidR="00101DCC">
        <w:rPr>
          <w:rFonts w:ascii="Calibri" w:hAnsi="Calibri"/>
          <w:b/>
        </w:rPr>
        <w:t xml:space="preserve">      </w:t>
      </w:r>
    </w:p>
    <w:p w:rsidR="006C3EFB" w:rsidRDefault="006C3EFB" w:rsidP="00101DCC">
      <w:pPr>
        <w:pStyle w:val="Ttulo3"/>
        <w:tabs>
          <w:tab w:val="num" w:pos="0"/>
        </w:tabs>
        <w:ind w:left="1276" w:hanging="1577"/>
      </w:pPr>
      <w:bookmarkStart w:id="40" w:name="_Toc400455403"/>
      <w:r w:rsidRPr="00897F65">
        <w:t>TOMBA 230 kV</w:t>
      </w:r>
      <w:bookmarkEnd w:id="40"/>
    </w:p>
    <w:p w:rsidR="006C3EFB" w:rsidRPr="00E27BA8" w:rsidRDefault="006C3EFB" w:rsidP="00101DCC">
      <w:pPr>
        <w:ind w:left="1276"/>
        <w:rPr>
          <w:rFonts w:ascii="Calibri" w:hAnsi="Calibri"/>
          <w:b/>
        </w:rPr>
      </w:pPr>
      <w:r w:rsidRPr="00E27BA8">
        <w:rPr>
          <w:rFonts w:ascii="Calibri" w:hAnsi="Calibri"/>
          <w:b/>
        </w:rPr>
        <w:t>Arranjo de barra atual:</w:t>
      </w:r>
    </w:p>
    <w:p w:rsidR="006C3EFB" w:rsidRDefault="006C3EFB" w:rsidP="00101DCC">
      <w:pPr>
        <w:spacing w:line="240" w:lineRule="auto"/>
        <w:ind w:left="1276"/>
        <w:rPr>
          <w:rFonts w:ascii="Calibri" w:hAnsi="Calibri"/>
        </w:rPr>
      </w:pPr>
      <w:r>
        <w:rPr>
          <w:rFonts w:ascii="Calibri" w:hAnsi="Calibri"/>
        </w:rPr>
        <w:t xml:space="preserve">O setor de </w:t>
      </w:r>
      <w:r w:rsidRPr="007403A8">
        <w:rPr>
          <w:rFonts w:ascii="Calibri" w:hAnsi="Calibri"/>
        </w:rPr>
        <w:t xml:space="preserve">230 kV </w:t>
      </w:r>
      <w:r>
        <w:rPr>
          <w:rFonts w:ascii="Calibri" w:hAnsi="Calibri"/>
        </w:rPr>
        <w:t xml:space="preserve">possui arranjo do tipo </w:t>
      </w:r>
      <w:r w:rsidRPr="007403A8">
        <w:rPr>
          <w:rFonts w:ascii="Calibri" w:hAnsi="Calibri"/>
        </w:rPr>
        <w:t>barra principal e transferência</w:t>
      </w:r>
      <w:r>
        <w:rPr>
          <w:rFonts w:ascii="Calibri" w:hAnsi="Calibri"/>
        </w:rPr>
        <w:t>.</w:t>
      </w:r>
      <w:r w:rsidRPr="007403A8">
        <w:rPr>
          <w:rFonts w:ascii="Calibri" w:hAnsi="Calibri"/>
        </w:rPr>
        <w:t xml:space="preserve"> </w:t>
      </w:r>
    </w:p>
    <w:p w:rsidR="006C3EFB" w:rsidRPr="00154307" w:rsidRDefault="006C3EFB" w:rsidP="006C3EFB">
      <w:pPr>
        <w:spacing w:line="240" w:lineRule="auto"/>
        <w:ind w:left="426"/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6C3EFB" w:rsidRPr="007403A8" w:rsidRDefault="006C3EFB" w:rsidP="00101DCC">
      <w:pPr>
        <w:pStyle w:val="onsNormal"/>
        <w:ind w:left="1276"/>
        <w:rPr>
          <w:rFonts w:ascii="Calibri" w:hAnsi="Calibri"/>
          <w:szCs w:val="24"/>
        </w:rPr>
      </w:pPr>
      <w:r w:rsidRPr="00AF6352">
        <w:rPr>
          <w:rFonts w:ascii="Calibri" w:hAnsi="Calibri"/>
          <w:b/>
        </w:rPr>
        <w:t>Alterações propostas</w:t>
      </w:r>
      <w:r>
        <w:rPr>
          <w:rFonts w:ascii="Calibri" w:hAnsi="Calibri"/>
          <w:b/>
        </w:rPr>
        <w:t>:</w:t>
      </w:r>
    </w:p>
    <w:p w:rsidR="006C3EFB" w:rsidRDefault="006C3EFB" w:rsidP="00101DCC">
      <w:pPr>
        <w:pStyle w:val="PargrafodaLista"/>
        <w:numPr>
          <w:ilvl w:val="0"/>
          <w:numId w:val="9"/>
        </w:numPr>
        <w:tabs>
          <w:tab w:val="left" w:pos="1560"/>
        </w:tabs>
        <w:ind w:left="1276" w:firstLine="0"/>
        <w:rPr>
          <w:rFonts w:ascii="Calibri" w:hAnsi="Calibri"/>
          <w:szCs w:val="20"/>
        </w:rPr>
      </w:pPr>
      <w:r w:rsidRPr="00607C94">
        <w:rPr>
          <w:rFonts w:ascii="Calibri" w:hAnsi="Calibri"/>
          <w:szCs w:val="20"/>
        </w:rPr>
        <w:t>Converter o arranjo do setor de 230 kV  para barra dupla 4 chaves</w:t>
      </w:r>
      <w:r w:rsidR="00A30203">
        <w:rPr>
          <w:rFonts w:ascii="Calibri" w:hAnsi="Calibri"/>
          <w:szCs w:val="20"/>
        </w:rPr>
        <w:t xml:space="preserve">, </w:t>
      </w:r>
      <w:r w:rsidR="00A30203">
        <w:rPr>
          <w:rFonts w:ascii="Calibri" w:hAnsi="Calibri"/>
        </w:rPr>
        <w:t>conforme apresentado na figura a seguir</w:t>
      </w:r>
      <w:r w:rsidRPr="00607C94">
        <w:rPr>
          <w:rFonts w:ascii="Calibri" w:hAnsi="Calibri"/>
          <w:szCs w:val="20"/>
        </w:rPr>
        <w:t>.</w:t>
      </w:r>
    </w:p>
    <w:p w:rsidR="00A826A4" w:rsidRDefault="00A826A4" w:rsidP="00101DCC">
      <w:pPr>
        <w:pStyle w:val="PargrafodaLista"/>
        <w:numPr>
          <w:ilvl w:val="0"/>
          <w:numId w:val="9"/>
        </w:numPr>
        <w:tabs>
          <w:tab w:val="left" w:pos="1560"/>
        </w:tabs>
        <w:ind w:left="1276" w:firstLine="0"/>
        <w:rPr>
          <w:rFonts w:ascii="Calibri" w:hAnsi="Calibri"/>
          <w:szCs w:val="20"/>
        </w:rPr>
      </w:pPr>
      <w:r w:rsidRPr="002F13B5">
        <w:rPr>
          <w:rFonts w:ascii="Calibri" w:hAnsi="Calibri"/>
        </w:rPr>
        <w:t>Instalar proteção de barra adaptativa</w:t>
      </w:r>
      <w:r>
        <w:rPr>
          <w:rFonts w:ascii="Calibri" w:hAnsi="Calibri"/>
        </w:rPr>
        <w:t xml:space="preserve"> conjugada com falha de disjuntor</w:t>
      </w:r>
      <w:r w:rsidRPr="004C7A68">
        <w:rPr>
          <w:rFonts w:ascii="Calibri" w:hAnsi="Calibri"/>
        </w:rPr>
        <w:t>.</w:t>
      </w:r>
    </w:p>
    <w:p w:rsidR="00FF09A1" w:rsidRDefault="00FF09A1" w:rsidP="005D4070">
      <w:pPr>
        <w:jc w:val="center"/>
        <w:rPr>
          <w:rFonts w:ascii="Calibri" w:hAnsi="Calibri"/>
          <w:b/>
          <w:sz w:val="36"/>
          <w:szCs w:val="36"/>
        </w:rPr>
      </w:pPr>
    </w:p>
    <w:p w:rsidR="005D4070" w:rsidRPr="005D4070" w:rsidRDefault="005D4070" w:rsidP="005D4070">
      <w:pPr>
        <w:jc w:val="center"/>
        <w:rPr>
          <w:rFonts w:ascii="Calibri" w:hAnsi="Calibri"/>
          <w:b/>
          <w:sz w:val="36"/>
          <w:szCs w:val="36"/>
        </w:rPr>
      </w:pPr>
      <w:r w:rsidRPr="005D4070">
        <w:rPr>
          <w:rFonts w:ascii="Calibri" w:hAnsi="Calibri"/>
          <w:b/>
          <w:sz w:val="36"/>
          <w:szCs w:val="36"/>
        </w:rPr>
        <w:t>SE TOMBA</w:t>
      </w:r>
    </w:p>
    <w:p w:rsidR="006C3EFB" w:rsidRDefault="006C3EFB" w:rsidP="006C3EFB">
      <w:pPr>
        <w:spacing w:line="240" w:lineRule="auto"/>
        <w:ind w:left="0"/>
        <w:rPr>
          <w:rFonts w:ascii="Calibri" w:hAnsi="Calibri"/>
        </w:rPr>
      </w:pPr>
    </w:p>
    <w:p w:rsidR="00A30203" w:rsidRPr="006C3EFB" w:rsidRDefault="005D4070" w:rsidP="005D4070">
      <w:pPr>
        <w:spacing w:line="240" w:lineRule="auto"/>
        <w:ind w:left="0"/>
        <w:jc w:val="center"/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>
            <wp:extent cx="3051327" cy="3254828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49" t="8171" r="10317" b="2716"/>
                    <a:stretch/>
                  </pic:blipFill>
                  <pic:spPr bwMode="auto">
                    <a:xfrm>
                      <a:off x="0" y="0"/>
                      <a:ext cx="3051327" cy="3254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F6F7F" w:rsidRDefault="00BF6F7F" w:rsidP="005D4070">
      <w:pPr>
        <w:ind w:left="0"/>
        <w:rPr>
          <w:b/>
        </w:rPr>
      </w:pPr>
    </w:p>
    <w:p w:rsidR="00964510" w:rsidRPr="00964510" w:rsidRDefault="00964510" w:rsidP="00964510">
      <w:pPr>
        <w:spacing w:after="120"/>
        <w:ind w:left="1276"/>
        <w:rPr>
          <w:rFonts w:asciiTheme="minorHAnsi" w:hAnsiTheme="minorHAnsi"/>
        </w:rPr>
      </w:pPr>
      <w:r w:rsidRPr="00964510">
        <w:rPr>
          <w:rFonts w:asciiTheme="minorHAnsi" w:hAnsiTheme="minorHAnsi"/>
        </w:rPr>
        <w:t xml:space="preserve">A Afluente informou que é viável fazer as alterações físicas nos barramentos da SE </w:t>
      </w:r>
      <w:r>
        <w:rPr>
          <w:rFonts w:asciiTheme="minorHAnsi" w:hAnsiTheme="minorHAnsi"/>
        </w:rPr>
        <w:t xml:space="preserve">Tomba </w:t>
      </w:r>
      <w:r w:rsidRPr="00964510">
        <w:rPr>
          <w:rFonts w:asciiTheme="minorHAnsi" w:hAnsiTheme="minorHAnsi"/>
        </w:rPr>
        <w:t>de forma a operar na configuração de barra dupla a quatro chaves</w:t>
      </w:r>
      <w:r w:rsidR="00A826A4">
        <w:rPr>
          <w:rFonts w:asciiTheme="minorHAnsi" w:hAnsiTheme="minorHAnsi"/>
        </w:rPr>
        <w:t>,</w:t>
      </w:r>
      <w:r w:rsidR="00322F83">
        <w:rPr>
          <w:rFonts w:asciiTheme="minorHAnsi" w:hAnsiTheme="minorHAnsi"/>
        </w:rPr>
        <w:t xml:space="preserve"> </w:t>
      </w:r>
      <w:r w:rsidR="00A826A4">
        <w:rPr>
          <w:rFonts w:asciiTheme="minorHAnsi" w:hAnsiTheme="minorHAnsi"/>
        </w:rPr>
        <w:t>bem como, instalação de proteção de barra adaptativ</w:t>
      </w:r>
      <w:r w:rsidR="00322F83">
        <w:rPr>
          <w:rFonts w:asciiTheme="minorHAnsi" w:hAnsiTheme="minorHAnsi"/>
        </w:rPr>
        <w:t>a</w:t>
      </w:r>
      <w:r w:rsidR="00A826A4">
        <w:rPr>
          <w:rFonts w:asciiTheme="minorHAnsi" w:hAnsiTheme="minorHAnsi"/>
        </w:rPr>
        <w:t>,</w:t>
      </w:r>
      <w:r w:rsidR="00322F83">
        <w:rPr>
          <w:rFonts w:asciiTheme="minorHAnsi" w:hAnsiTheme="minorHAnsi"/>
        </w:rPr>
        <w:t xml:space="preserve"> </w:t>
      </w:r>
      <w:r w:rsidR="00A826A4">
        <w:rPr>
          <w:rFonts w:asciiTheme="minorHAnsi" w:hAnsiTheme="minorHAnsi"/>
        </w:rPr>
        <w:t>conjugad</w:t>
      </w:r>
      <w:r w:rsidR="00322F83">
        <w:rPr>
          <w:rFonts w:asciiTheme="minorHAnsi" w:hAnsiTheme="minorHAnsi"/>
        </w:rPr>
        <w:t>a</w:t>
      </w:r>
      <w:r w:rsidR="00A826A4">
        <w:rPr>
          <w:rFonts w:asciiTheme="minorHAnsi" w:hAnsiTheme="minorHAnsi"/>
        </w:rPr>
        <w:t xml:space="preserve"> com </w:t>
      </w:r>
      <w:r w:rsidR="00322F83">
        <w:rPr>
          <w:rFonts w:asciiTheme="minorHAnsi" w:hAnsiTheme="minorHAnsi"/>
        </w:rPr>
        <w:t xml:space="preserve">a </w:t>
      </w:r>
      <w:r w:rsidR="00A826A4">
        <w:rPr>
          <w:rFonts w:asciiTheme="minorHAnsi" w:hAnsiTheme="minorHAnsi"/>
        </w:rPr>
        <w:t>proteção de falha de disjuntor</w:t>
      </w:r>
      <w:r w:rsidRPr="00964510">
        <w:rPr>
          <w:rFonts w:asciiTheme="minorHAnsi" w:hAnsiTheme="minorHAnsi"/>
        </w:rPr>
        <w:t>.</w:t>
      </w:r>
    </w:p>
    <w:p w:rsidR="005D4070" w:rsidRDefault="005D4070" w:rsidP="005F45A3">
      <w:pPr>
        <w:pStyle w:val="PargrafodaLista"/>
        <w:spacing w:after="120"/>
        <w:ind w:left="1276"/>
        <w:rPr>
          <w:rFonts w:ascii="Calibri" w:hAnsi="Calibri"/>
        </w:rPr>
      </w:pPr>
    </w:p>
    <w:p w:rsidR="0088098E" w:rsidRPr="00934E53" w:rsidRDefault="0088098E" w:rsidP="0088098E">
      <w:pPr>
        <w:pStyle w:val="PargrafodaLista"/>
        <w:spacing w:line="240" w:lineRule="auto"/>
        <w:ind w:left="1080"/>
        <w:rPr>
          <w:rFonts w:ascii="Calibri" w:hAnsi="Calibri"/>
        </w:rPr>
      </w:pPr>
    </w:p>
    <w:p w:rsidR="0088098E" w:rsidRPr="0029551A" w:rsidRDefault="0088098E" w:rsidP="00101DCC">
      <w:pPr>
        <w:pStyle w:val="Ttulo3"/>
        <w:tabs>
          <w:tab w:val="num" w:pos="0"/>
          <w:tab w:val="left" w:pos="1276"/>
        </w:tabs>
        <w:ind w:left="1276" w:hanging="1276"/>
        <w:jc w:val="left"/>
      </w:pPr>
      <w:bookmarkStart w:id="41" w:name="_Toc400455404"/>
      <w:r w:rsidRPr="0029551A">
        <w:t>BRUMADO II  230/69 kV</w:t>
      </w:r>
      <w:bookmarkEnd w:id="41"/>
    </w:p>
    <w:p w:rsidR="0088098E" w:rsidRDefault="0088098E" w:rsidP="00101DCC">
      <w:pPr>
        <w:pStyle w:val="PargrafodaLista"/>
        <w:spacing w:after="120"/>
        <w:ind w:left="1276"/>
        <w:rPr>
          <w:rFonts w:ascii="Calibri" w:hAnsi="Calibri"/>
        </w:rPr>
      </w:pPr>
      <w:r w:rsidRPr="00C42A1B">
        <w:rPr>
          <w:rFonts w:ascii="Calibri" w:hAnsi="Calibri"/>
          <w:b/>
        </w:rPr>
        <w:t>Arranjo de barra atual</w:t>
      </w:r>
      <w:r w:rsidRPr="00C42A1B">
        <w:rPr>
          <w:rFonts w:ascii="Calibri" w:hAnsi="Calibri"/>
        </w:rPr>
        <w:t xml:space="preserve">: </w:t>
      </w:r>
    </w:p>
    <w:p w:rsidR="0088098E" w:rsidRDefault="0088098E" w:rsidP="00101DCC">
      <w:pPr>
        <w:pStyle w:val="PargrafodaLista"/>
        <w:spacing w:after="120"/>
        <w:ind w:left="1276"/>
        <w:rPr>
          <w:rFonts w:ascii="Calibri" w:hAnsi="Calibri"/>
        </w:rPr>
      </w:pPr>
      <w:r>
        <w:rPr>
          <w:rFonts w:ascii="Calibri" w:hAnsi="Calibri"/>
        </w:rPr>
        <w:t xml:space="preserve">O </w:t>
      </w:r>
      <w:r w:rsidRPr="00C42A1B">
        <w:rPr>
          <w:rFonts w:ascii="Calibri" w:hAnsi="Calibri"/>
        </w:rPr>
        <w:t>Setor de 230 kV</w:t>
      </w:r>
      <w:r>
        <w:rPr>
          <w:rFonts w:ascii="Calibri" w:hAnsi="Calibri"/>
        </w:rPr>
        <w:t xml:space="preserve"> possui arranjo tipo</w:t>
      </w:r>
      <w:r w:rsidRPr="00C42A1B">
        <w:rPr>
          <w:rFonts w:ascii="Calibri" w:hAnsi="Calibri"/>
        </w:rPr>
        <w:t xml:space="preserve"> </w:t>
      </w:r>
      <w:r>
        <w:rPr>
          <w:rFonts w:ascii="Calibri" w:hAnsi="Calibri"/>
        </w:rPr>
        <w:t>b</w:t>
      </w:r>
      <w:r w:rsidRPr="00C42A1B">
        <w:rPr>
          <w:rFonts w:ascii="Calibri" w:hAnsi="Calibri"/>
        </w:rPr>
        <w:t xml:space="preserve">arra </w:t>
      </w:r>
      <w:r>
        <w:rPr>
          <w:rFonts w:ascii="Calibri" w:hAnsi="Calibri"/>
        </w:rPr>
        <w:t>principal e transferência.</w:t>
      </w:r>
    </w:p>
    <w:p w:rsidR="0088098E" w:rsidRDefault="0088098E" w:rsidP="00101DCC">
      <w:pPr>
        <w:pStyle w:val="PargrafodaLista"/>
        <w:spacing w:after="120"/>
        <w:ind w:left="1276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  <w:r w:rsidRPr="009517A1">
        <w:rPr>
          <w:rFonts w:asciiTheme="minorHAnsi" w:hAnsiTheme="minorHAnsi"/>
          <w:b/>
        </w:rPr>
        <w:t>Alteraç</w:t>
      </w:r>
      <w:r>
        <w:rPr>
          <w:rFonts w:asciiTheme="minorHAnsi" w:hAnsiTheme="minorHAnsi"/>
          <w:b/>
        </w:rPr>
        <w:t>ão</w:t>
      </w:r>
      <w:r w:rsidRPr="009517A1">
        <w:rPr>
          <w:rFonts w:asciiTheme="minorHAnsi" w:hAnsiTheme="minorHAnsi"/>
          <w:b/>
        </w:rPr>
        <w:t xml:space="preserve"> proposta: </w:t>
      </w:r>
    </w:p>
    <w:p w:rsidR="0088098E" w:rsidRDefault="0088098E" w:rsidP="00101DCC">
      <w:pPr>
        <w:pStyle w:val="onsNormal"/>
        <w:numPr>
          <w:ilvl w:val="0"/>
          <w:numId w:val="19"/>
        </w:numPr>
        <w:tabs>
          <w:tab w:val="left" w:pos="1701"/>
        </w:tabs>
        <w:ind w:left="1276" w:firstLine="0"/>
        <w:jc w:val="left"/>
        <w:rPr>
          <w:rFonts w:ascii="Calibri" w:hAnsi="Calibri"/>
        </w:rPr>
      </w:pPr>
      <w:r w:rsidRPr="00934E53">
        <w:rPr>
          <w:rFonts w:ascii="Calibri" w:hAnsi="Calibri"/>
        </w:rPr>
        <w:t xml:space="preserve">Converter o arranjo do setor de 230 kV para barra dupla 4 chaves </w:t>
      </w:r>
    </w:p>
    <w:p w:rsidR="008D139A" w:rsidRDefault="00101DCC" w:rsidP="008D139A">
      <w:pPr>
        <w:pStyle w:val="PargrafodaLista"/>
        <w:numPr>
          <w:ilvl w:val="0"/>
          <w:numId w:val="9"/>
        </w:numPr>
        <w:tabs>
          <w:tab w:val="left" w:pos="1560"/>
        </w:tabs>
        <w:ind w:left="1276" w:firstLine="0"/>
        <w:rPr>
          <w:rFonts w:ascii="Calibri" w:hAnsi="Calibri"/>
          <w:szCs w:val="20"/>
        </w:rPr>
      </w:pPr>
      <w:r>
        <w:rPr>
          <w:rFonts w:ascii="Calibri" w:hAnsi="Calibri"/>
        </w:rPr>
        <w:t xml:space="preserve">  </w:t>
      </w:r>
      <w:r w:rsidR="008D139A" w:rsidRPr="002F13B5">
        <w:rPr>
          <w:rFonts w:ascii="Calibri" w:hAnsi="Calibri"/>
        </w:rPr>
        <w:t>Instalar proteção de barra adaptativa</w:t>
      </w:r>
      <w:r w:rsidR="008D139A">
        <w:rPr>
          <w:rFonts w:ascii="Calibri" w:hAnsi="Calibri"/>
        </w:rPr>
        <w:t xml:space="preserve"> conjugada com falha de disjuntor</w:t>
      </w:r>
      <w:r w:rsidR="008D139A" w:rsidRPr="004C7A68">
        <w:rPr>
          <w:rFonts w:ascii="Calibri" w:hAnsi="Calibri"/>
        </w:rPr>
        <w:t>.</w:t>
      </w:r>
    </w:p>
    <w:p w:rsidR="00101DCC" w:rsidRDefault="0088098E" w:rsidP="00101DCC">
      <w:pPr>
        <w:ind w:left="1276"/>
        <w:rPr>
          <w:rFonts w:ascii="Calibri" w:hAnsi="Calibri"/>
        </w:rPr>
      </w:pPr>
      <w:r>
        <w:rPr>
          <w:rFonts w:ascii="Calibri" w:hAnsi="Calibri"/>
        </w:rPr>
        <w:t xml:space="preserve">                </w:t>
      </w:r>
    </w:p>
    <w:p w:rsidR="0088098E" w:rsidRDefault="0088098E" w:rsidP="00101DCC">
      <w:pPr>
        <w:ind w:left="1276"/>
        <w:rPr>
          <w:rFonts w:ascii="Calibri" w:hAnsi="Calibri"/>
          <w:szCs w:val="20"/>
        </w:rPr>
      </w:pPr>
      <w:r>
        <w:rPr>
          <w:rFonts w:ascii="Calibri" w:hAnsi="Calibri"/>
        </w:rPr>
        <w:t>A</w:t>
      </w:r>
      <w:r w:rsidRPr="0088098E">
        <w:rPr>
          <w:rFonts w:ascii="Calibri" w:hAnsi="Calibri"/>
        </w:rPr>
        <w:t xml:space="preserve"> figura a seguir</w:t>
      </w:r>
      <w:r>
        <w:rPr>
          <w:rFonts w:ascii="Calibri" w:hAnsi="Calibri"/>
        </w:rPr>
        <w:t xml:space="preserve"> apresenta a modificação proposta</w:t>
      </w:r>
      <w:r w:rsidRPr="0088098E">
        <w:rPr>
          <w:rFonts w:ascii="Calibri" w:hAnsi="Calibri"/>
          <w:szCs w:val="20"/>
        </w:rPr>
        <w:t>.</w:t>
      </w:r>
    </w:p>
    <w:p w:rsidR="00772066" w:rsidRDefault="00772066" w:rsidP="004925A6">
      <w:pPr>
        <w:pStyle w:val="onsNormal"/>
        <w:ind w:left="0"/>
        <w:jc w:val="center"/>
        <w:rPr>
          <w:rFonts w:ascii="Calibri" w:hAnsi="Calibri"/>
          <w:b/>
          <w:sz w:val="36"/>
          <w:szCs w:val="36"/>
        </w:rPr>
      </w:pPr>
    </w:p>
    <w:p w:rsidR="004925A6" w:rsidRPr="004925A6" w:rsidRDefault="004925A6" w:rsidP="004925A6">
      <w:pPr>
        <w:pStyle w:val="onsNormal"/>
        <w:ind w:left="0"/>
        <w:jc w:val="center"/>
        <w:rPr>
          <w:rFonts w:ascii="Calibri" w:hAnsi="Calibri"/>
          <w:b/>
          <w:sz w:val="36"/>
          <w:szCs w:val="36"/>
        </w:rPr>
      </w:pPr>
      <w:r w:rsidRPr="004925A6">
        <w:rPr>
          <w:rFonts w:ascii="Calibri" w:hAnsi="Calibri"/>
          <w:b/>
          <w:sz w:val="36"/>
          <w:szCs w:val="36"/>
        </w:rPr>
        <w:t>SE BRUMAD0 II</w:t>
      </w:r>
    </w:p>
    <w:p w:rsidR="004925A6" w:rsidRDefault="00470A49" w:rsidP="004925A6">
      <w:pPr>
        <w:pStyle w:val="onsNormal"/>
        <w:ind w:left="0"/>
        <w:jc w:val="left"/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18816" behindDoc="0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21590</wp:posOffset>
            </wp:positionV>
            <wp:extent cx="4280535" cy="3947160"/>
            <wp:effectExtent l="0" t="0" r="0" b="0"/>
            <wp:wrapNone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55" b="5664"/>
                    <a:stretch/>
                  </pic:blipFill>
                  <pic:spPr bwMode="auto">
                    <a:xfrm>
                      <a:off x="0" y="0"/>
                      <a:ext cx="4280535" cy="394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88098E" w:rsidRDefault="0088098E" w:rsidP="0088098E">
      <w:pPr>
        <w:pStyle w:val="onsNormal"/>
        <w:jc w:val="left"/>
        <w:rPr>
          <w:rFonts w:ascii="Calibri" w:hAnsi="Calibri"/>
        </w:rPr>
      </w:pPr>
    </w:p>
    <w:p w:rsidR="004925A6" w:rsidRDefault="004925A6" w:rsidP="0088098E">
      <w:pPr>
        <w:ind w:left="142" w:hanging="142"/>
        <w:rPr>
          <w:rFonts w:ascii="Calibri" w:hAnsi="Calibri"/>
        </w:rPr>
      </w:pPr>
    </w:p>
    <w:p w:rsidR="004925A6" w:rsidRDefault="004925A6" w:rsidP="0088098E">
      <w:pPr>
        <w:ind w:left="142" w:hanging="142"/>
        <w:rPr>
          <w:rFonts w:ascii="Calibri" w:hAnsi="Calibri"/>
        </w:rPr>
      </w:pPr>
    </w:p>
    <w:p w:rsidR="004925A6" w:rsidRDefault="004925A6" w:rsidP="0088098E">
      <w:pPr>
        <w:ind w:left="142" w:hanging="142"/>
        <w:rPr>
          <w:rFonts w:ascii="Calibri" w:hAnsi="Calibri"/>
        </w:rPr>
      </w:pPr>
    </w:p>
    <w:p w:rsidR="004925A6" w:rsidRDefault="004925A6" w:rsidP="0088098E">
      <w:pPr>
        <w:ind w:left="142" w:hanging="142"/>
        <w:rPr>
          <w:rFonts w:ascii="Calibri" w:hAnsi="Calibri"/>
        </w:rPr>
      </w:pPr>
    </w:p>
    <w:p w:rsidR="004925A6" w:rsidRDefault="004925A6" w:rsidP="0088098E">
      <w:pPr>
        <w:ind w:left="142" w:hanging="142"/>
        <w:rPr>
          <w:rFonts w:ascii="Calibri" w:hAnsi="Calibri"/>
        </w:rPr>
      </w:pPr>
    </w:p>
    <w:p w:rsidR="004925A6" w:rsidRDefault="004925A6" w:rsidP="0088098E">
      <w:pPr>
        <w:ind w:left="142" w:hanging="142"/>
        <w:rPr>
          <w:rFonts w:ascii="Calibri" w:hAnsi="Calibri"/>
        </w:rPr>
      </w:pPr>
    </w:p>
    <w:p w:rsidR="004925A6" w:rsidRDefault="004925A6" w:rsidP="0088098E">
      <w:pPr>
        <w:ind w:left="142" w:hanging="142"/>
        <w:rPr>
          <w:rFonts w:ascii="Calibri" w:hAnsi="Calibri"/>
        </w:rPr>
      </w:pPr>
    </w:p>
    <w:p w:rsidR="004925A6" w:rsidRDefault="004925A6" w:rsidP="0088098E">
      <w:pPr>
        <w:ind w:left="142" w:hanging="142"/>
        <w:rPr>
          <w:rFonts w:ascii="Calibri" w:hAnsi="Calibri"/>
        </w:rPr>
      </w:pPr>
    </w:p>
    <w:p w:rsidR="004925A6" w:rsidRDefault="004925A6" w:rsidP="0088098E">
      <w:pPr>
        <w:ind w:left="142" w:hanging="142"/>
        <w:rPr>
          <w:rFonts w:ascii="Calibri" w:hAnsi="Calibri"/>
        </w:rPr>
      </w:pPr>
    </w:p>
    <w:p w:rsidR="004925A6" w:rsidRDefault="004925A6" w:rsidP="0088098E">
      <w:pPr>
        <w:ind w:left="142" w:hanging="142"/>
        <w:rPr>
          <w:rFonts w:ascii="Calibri" w:hAnsi="Calibri"/>
        </w:rPr>
      </w:pPr>
    </w:p>
    <w:p w:rsidR="004925A6" w:rsidRDefault="004925A6" w:rsidP="0088098E">
      <w:pPr>
        <w:ind w:left="142" w:hanging="142"/>
        <w:rPr>
          <w:rFonts w:ascii="Calibri" w:hAnsi="Calibri"/>
        </w:rPr>
      </w:pPr>
    </w:p>
    <w:p w:rsidR="004925A6" w:rsidRDefault="004925A6" w:rsidP="0088098E">
      <w:pPr>
        <w:ind w:left="142" w:hanging="142"/>
        <w:rPr>
          <w:rFonts w:ascii="Calibri" w:hAnsi="Calibri"/>
        </w:rPr>
      </w:pPr>
    </w:p>
    <w:p w:rsidR="004925A6" w:rsidRDefault="004925A6" w:rsidP="0088098E">
      <w:pPr>
        <w:ind w:left="142" w:hanging="142"/>
        <w:rPr>
          <w:rFonts w:ascii="Calibri" w:hAnsi="Calibri"/>
        </w:rPr>
      </w:pPr>
    </w:p>
    <w:p w:rsidR="004925A6" w:rsidRDefault="004925A6" w:rsidP="0088098E">
      <w:pPr>
        <w:ind w:left="142" w:hanging="142"/>
        <w:rPr>
          <w:rFonts w:ascii="Calibri" w:hAnsi="Calibri"/>
        </w:rPr>
      </w:pPr>
    </w:p>
    <w:p w:rsidR="004925A6" w:rsidRDefault="004925A6" w:rsidP="0088098E">
      <w:pPr>
        <w:ind w:left="142" w:hanging="142"/>
        <w:rPr>
          <w:rFonts w:ascii="Calibri" w:hAnsi="Calibri"/>
        </w:rPr>
      </w:pPr>
    </w:p>
    <w:p w:rsidR="004925A6" w:rsidRDefault="004925A6" w:rsidP="0088098E">
      <w:pPr>
        <w:ind w:left="142" w:hanging="142"/>
        <w:rPr>
          <w:rFonts w:ascii="Calibri" w:hAnsi="Calibri"/>
        </w:rPr>
      </w:pPr>
    </w:p>
    <w:p w:rsidR="004925A6" w:rsidRDefault="004925A6" w:rsidP="004925A6">
      <w:pPr>
        <w:ind w:left="0"/>
        <w:rPr>
          <w:rFonts w:ascii="Calibri" w:hAnsi="Calibri"/>
        </w:rPr>
      </w:pPr>
    </w:p>
    <w:p w:rsidR="00101DCC" w:rsidRDefault="0088098E" w:rsidP="00101DCC">
      <w:pPr>
        <w:tabs>
          <w:tab w:val="left" w:pos="1276"/>
        </w:tabs>
        <w:ind w:left="142" w:hanging="142"/>
        <w:rPr>
          <w:rFonts w:ascii="Calibri" w:hAnsi="Calibri"/>
        </w:rPr>
      </w:pPr>
      <w:r>
        <w:rPr>
          <w:rFonts w:ascii="Calibri" w:hAnsi="Calibri"/>
        </w:rPr>
        <w:t xml:space="preserve">        </w:t>
      </w:r>
      <w:r w:rsidR="00101DCC">
        <w:rPr>
          <w:rFonts w:ascii="Calibri" w:hAnsi="Calibri"/>
        </w:rPr>
        <w:t xml:space="preserve">              </w:t>
      </w:r>
    </w:p>
    <w:p w:rsidR="00964510" w:rsidRPr="00964510" w:rsidRDefault="00964510" w:rsidP="00310A77">
      <w:pPr>
        <w:spacing w:after="120"/>
        <w:ind w:left="0"/>
        <w:rPr>
          <w:rFonts w:asciiTheme="minorHAnsi" w:hAnsiTheme="minorHAnsi"/>
        </w:rPr>
      </w:pPr>
      <w:r w:rsidRPr="00964510">
        <w:rPr>
          <w:rFonts w:asciiTheme="minorHAnsi" w:hAnsiTheme="minorHAnsi"/>
        </w:rPr>
        <w:lastRenderedPageBreak/>
        <w:t>A Afluente informou que é viável fazer as alterações físicas nos barramentos da SE Brumado II de forma a operar na configuração de barra dupla a quatro chaves.</w:t>
      </w:r>
      <w:r w:rsidR="008D139A">
        <w:rPr>
          <w:rFonts w:asciiTheme="minorHAnsi" w:hAnsiTheme="minorHAnsi"/>
        </w:rPr>
        <w:t xml:space="preserve"> A Afluente informou ainda que existe proteção diferencial de barra convencional</w:t>
      </w:r>
      <w:r w:rsidR="00322F83">
        <w:rPr>
          <w:rFonts w:asciiTheme="minorHAnsi" w:hAnsiTheme="minorHAnsi"/>
        </w:rPr>
        <w:t xml:space="preserve"> </w:t>
      </w:r>
      <w:r w:rsidR="008D139A">
        <w:rPr>
          <w:rFonts w:asciiTheme="minorHAnsi" w:hAnsiTheme="minorHAnsi"/>
        </w:rPr>
        <w:t xml:space="preserve"> para o setor de 230 K</w:t>
      </w:r>
      <w:r w:rsidR="000B4947">
        <w:rPr>
          <w:rFonts w:asciiTheme="minorHAnsi" w:hAnsiTheme="minorHAnsi"/>
        </w:rPr>
        <w:t>V</w:t>
      </w:r>
      <w:r w:rsidR="008D139A">
        <w:rPr>
          <w:rFonts w:asciiTheme="minorHAnsi" w:hAnsiTheme="minorHAnsi"/>
        </w:rPr>
        <w:t>.</w:t>
      </w:r>
    </w:p>
    <w:p w:rsidR="00964510" w:rsidRDefault="00964510" w:rsidP="00310A77">
      <w:pPr>
        <w:autoSpaceDE w:val="0"/>
        <w:autoSpaceDN w:val="0"/>
        <w:adjustRightInd w:val="0"/>
        <w:spacing w:line="240" w:lineRule="auto"/>
        <w:ind w:left="0"/>
        <w:jc w:val="left"/>
        <w:rPr>
          <w:rFonts w:ascii="Calibri" w:hAnsi="Calibri" w:cs="Calibri"/>
          <w:color w:val="004080"/>
          <w:spacing w:val="0"/>
          <w:sz w:val="24"/>
        </w:rPr>
      </w:pPr>
      <w:r>
        <w:rPr>
          <w:rFonts w:ascii="Calibri" w:hAnsi="Calibri" w:cs="Calibri"/>
          <w:color w:val="004080"/>
          <w:spacing w:val="0"/>
          <w:sz w:val="24"/>
        </w:rPr>
        <w:t xml:space="preserve"> </w:t>
      </w:r>
    </w:p>
    <w:p w:rsidR="0091393D" w:rsidRDefault="00964510" w:rsidP="00310A77">
      <w:pPr>
        <w:spacing w:after="120"/>
        <w:ind w:left="0"/>
        <w:rPr>
          <w:rFonts w:asciiTheme="minorHAnsi" w:hAnsiTheme="minorHAnsi"/>
        </w:rPr>
      </w:pPr>
      <w:r w:rsidRPr="00964510">
        <w:rPr>
          <w:rFonts w:asciiTheme="minorHAnsi" w:hAnsiTheme="minorHAnsi"/>
        </w:rPr>
        <w:t>Quando ao projeto para alteração do barramento da SE Brumado II, a Afluente informou que esta obra consta do Contrato de Concessão nº 023/2012, de 27/08/2012, e que a conclusão para implantação desta alteração no barramento é em dezembro/2015.</w:t>
      </w:r>
    </w:p>
    <w:p w:rsidR="00964510" w:rsidRPr="00964510" w:rsidRDefault="00964510" w:rsidP="00964510">
      <w:pPr>
        <w:spacing w:after="120"/>
        <w:ind w:left="0"/>
        <w:rPr>
          <w:rFonts w:ascii="Calibri" w:hAnsi="Calibri" w:cs="Calibri"/>
          <w:color w:val="004080"/>
          <w:spacing w:val="0"/>
          <w:sz w:val="24"/>
        </w:rPr>
      </w:pPr>
    </w:p>
    <w:p w:rsidR="0086338B" w:rsidRDefault="0086338B" w:rsidP="000A4EB5">
      <w:pPr>
        <w:pStyle w:val="Ttulo1"/>
        <w:tabs>
          <w:tab w:val="clear" w:pos="1021"/>
          <w:tab w:val="num" w:pos="0"/>
        </w:tabs>
        <w:ind w:left="1276" w:hanging="2410"/>
        <w:jc w:val="both"/>
        <w:rPr>
          <w:b w:val="0"/>
        </w:rPr>
      </w:pPr>
      <w:bookmarkStart w:id="42" w:name="_Toc400455405"/>
      <w:r w:rsidRPr="000047E8">
        <w:rPr>
          <w:b w:val="0"/>
        </w:rPr>
        <w:t>CONCLUSÕES</w:t>
      </w:r>
      <w:bookmarkEnd w:id="42"/>
      <w:r w:rsidRPr="000047E8">
        <w:rPr>
          <w:b w:val="0"/>
        </w:rPr>
        <w:t xml:space="preserve"> </w:t>
      </w:r>
    </w:p>
    <w:p w:rsidR="00A94384" w:rsidRDefault="00A94384" w:rsidP="000A4EB5">
      <w:pPr>
        <w:spacing w:after="120"/>
        <w:ind w:left="0"/>
        <w:rPr>
          <w:rFonts w:asciiTheme="minorHAnsi" w:hAnsiTheme="minorHAnsi"/>
        </w:rPr>
      </w:pPr>
    </w:p>
    <w:p w:rsidR="000047E8" w:rsidRPr="00357956" w:rsidRDefault="000047E8" w:rsidP="000A4EB5">
      <w:pPr>
        <w:spacing w:after="120"/>
        <w:ind w:left="0"/>
        <w:rPr>
          <w:rFonts w:asciiTheme="minorHAnsi" w:hAnsiTheme="minorHAnsi"/>
        </w:rPr>
      </w:pPr>
      <w:r w:rsidRPr="00357956">
        <w:rPr>
          <w:rFonts w:asciiTheme="minorHAnsi" w:hAnsiTheme="minorHAnsi"/>
        </w:rPr>
        <w:t>A tabela a seguir apresenta as</w:t>
      </w:r>
      <w:r>
        <w:rPr>
          <w:rFonts w:asciiTheme="minorHAnsi" w:hAnsiTheme="minorHAnsi"/>
        </w:rPr>
        <w:t xml:space="preserve"> instalações cujas propostas de melhoria foram consideradas</w:t>
      </w:r>
      <w:r w:rsidRPr="00357956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factíveis</w:t>
      </w:r>
      <w:r w:rsidRPr="00357956">
        <w:rPr>
          <w:rFonts w:asciiTheme="minorHAnsi" w:hAnsiTheme="minorHAnsi"/>
        </w:rPr>
        <w:t xml:space="preserve"> pelas empresas.</w:t>
      </w:r>
    </w:p>
    <w:p w:rsidR="000047E8" w:rsidRPr="00357956" w:rsidRDefault="000047E8" w:rsidP="000A4EB5">
      <w:pPr>
        <w:spacing w:after="120"/>
        <w:ind w:left="0"/>
        <w:rPr>
          <w:rFonts w:asciiTheme="minorHAnsi" w:hAnsiTheme="minorHAnsi"/>
        </w:rPr>
      </w:pPr>
      <w:r w:rsidRPr="00357956">
        <w:rPr>
          <w:rFonts w:asciiTheme="minorHAnsi" w:hAnsiTheme="minorHAnsi"/>
        </w:rPr>
        <w:t xml:space="preserve">Foram analisadas </w:t>
      </w:r>
      <w:r w:rsidR="007E47EB" w:rsidRPr="007E47EB">
        <w:rPr>
          <w:rFonts w:asciiTheme="minorHAnsi" w:hAnsiTheme="minorHAnsi"/>
        </w:rPr>
        <w:t>6</w:t>
      </w:r>
      <w:r w:rsidR="004F225C">
        <w:rPr>
          <w:rFonts w:asciiTheme="minorHAnsi" w:hAnsiTheme="minorHAnsi"/>
        </w:rPr>
        <w:t>3</w:t>
      </w:r>
      <w:r w:rsidRPr="00357956">
        <w:rPr>
          <w:rFonts w:asciiTheme="minorHAnsi" w:hAnsiTheme="minorHAnsi"/>
        </w:rPr>
        <w:t xml:space="preserve"> subestações</w:t>
      </w:r>
      <w:r>
        <w:rPr>
          <w:rFonts w:asciiTheme="minorHAnsi" w:hAnsiTheme="minorHAnsi"/>
        </w:rPr>
        <w:t xml:space="preserve">, sendo </w:t>
      </w:r>
      <w:r w:rsidR="00170679" w:rsidRPr="00000CA8">
        <w:rPr>
          <w:rFonts w:asciiTheme="minorHAnsi" w:hAnsiTheme="minorHAnsi"/>
        </w:rPr>
        <w:t>2</w:t>
      </w:r>
      <w:r w:rsidR="004F225C">
        <w:rPr>
          <w:rFonts w:asciiTheme="minorHAnsi" w:hAnsiTheme="minorHAnsi"/>
        </w:rPr>
        <w:t>6</w:t>
      </w:r>
      <w:r>
        <w:rPr>
          <w:rFonts w:asciiTheme="minorHAnsi" w:hAnsiTheme="minorHAnsi"/>
        </w:rPr>
        <w:t xml:space="preserve"> instalações</w:t>
      </w:r>
      <w:r w:rsidRPr="00357956">
        <w:rPr>
          <w:rFonts w:asciiTheme="minorHAnsi" w:hAnsiTheme="minorHAnsi"/>
        </w:rPr>
        <w:t xml:space="preserve"> </w:t>
      </w:r>
      <w:r w:rsidR="00170679">
        <w:rPr>
          <w:rFonts w:asciiTheme="minorHAnsi" w:hAnsiTheme="minorHAnsi"/>
        </w:rPr>
        <w:t xml:space="preserve">contempladas </w:t>
      </w:r>
      <w:r>
        <w:rPr>
          <w:rFonts w:asciiTheme="minorHAnsi" w:hAnsiTheme="minorHAnsi"/>
        </w:rPr>
        <w:t>com propostas de implementação.</w:t>
      </w:r>
    </w:p>
    <w:p w:rsidR="002015EE" w:rsidRPr="00357956" w:rsidRDefault="000047E8" w:rsidP="000A4EB5">
      <w:pPr>
        <w:spacing w:line="240" w:lineRule="auto"/>
        <w:ind w:left="0"/>
        <w:rPr>
          <w:rFonts w:asciiTheme="minorHAnsi" w:hAnsiTheme="minorHAnsi"/>
        </w:rPr>
      </w:pPr>
      <w:r w:rsidRPr="00357956">
        <w:rPr>
          <w:rFonts w:asciiTheme="minorHAnsi" w:hAnsiTheme="minorHAnsi"/>
        </w:rPr>
        <w:t>O quadro a seguir apresenta, por empresa, um resumo dos resultados obtidos.</w:t>
      </w:r>
    </w:p>
    <w:p w:rsidR="000047E8" w:rsidRPr="00183B07" w:rsidRDefault="000047E8" w:rsidP="000047E8">
      <w:pPr>
        <w:pStyle w:val="PargrafodaLista"/>
        <w:rPr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3"/>
        <w:gridCol w:w="2170"/>
        <w:gridCol w:w="3095"/>
      </w:tblGrid>
      <w:tr w:rsidR="00B670FD" w:rsidRPr="00FE4248" w:rsidTr="00170679">
        <w:trPr>
          <w:jc w:val="center"/>
        </w:trPr>
        <w:tc>
          <w:tcPr>
            <w:tcW w:w="3303" w:type="dxa"/>
            <w:vAlign w:val="center"/>
          </w:tcPr>
          <w:p w:rsidR="00B670FD" w:rsidRPr="00C31CC2" w:rsidRDefault="00B670FD" w:rsidP="00B670FD">
            <w:pPr>
              <w:pStyle w:val="PargrafodaLista"/>
              <w:spacing w:line="240" w:lineRule="auto"/>
              <w:ind w:left="0"/>
              <w:jc w:val="center"/>
              <w:rPr>
                <w:b/>
              </w:rPr>
            </w:pPr>
            <w:r w:rsidRPr="00C31CC2">
              <w:rPr>
                <w:b/>
                <w:szCs w:val="22"/>
              </w:rPr>
              <w:t>EMPRESA</w:t>
            </w:r>
          </w:p>
        </w:tc>
        <w:tc>
          <w:tcPr>
            <w:tcW w:w="2170" w:type="dxa"/>
            <w:vAlign w:val="center"/>
          </w:tcPr>
          <w:p w:rsidR="00B670FD" w:rsidRPr="00C31CC2" w:rsidRDefault="00B670FD" w:rsidP="00B670FD">
            <w:pPr>
              <w:pStyle w:val="PargrafodaLista"/>
              <w:spacing w:line="240" w:lineRule="auto"/>
              <w:ind w:left="0"/>
              <w:jc w:val="center"/>
              <w:rPr>
                <w:b/>
              </w:rPr>
            </w:pPr>
            <w:r w:rsidRPr="00C31CC2">
              <w:rPr>
                <w:b/>
                <w:szCs w:val="22"/>
              </w:rPr>
              <w:t>Instalações Analisadas</w:t>
            </w:r>
          </w:p>
        </w:tc>
        <w:tc>
          <w:tcPr>
            <w:tcW w:w="3095" w:type="dxa"/>
            <w:vAlign w:val="center"/>
          </w:tcPr>
          <w:p w:rsidR="00B670FD" w:rsidRPr="00C31CC2" w:rsidRDefault="00B670FD" w:rsidP="003A5489">
            <w:pPr>
              <w:pStyle w:val="PargrafodaLista"/>
              <w:spacing w:line="240" w:lineRule="auto"/>
              <w:ind w:left="0"/>
              <w:jc w:val="center"/>
              <w:rPr>
                <w:b/>
              </w:rPr>
            </w:pPr>
            <w:r w:rsidRPr="00C31CC2">
              <w:rPr>
                <w:b/>
                <w:szCs w:val="22"/>
              </w:rPr>
              <w:t>Instalações com propostas de implementação</w:t>
            </w:r>
          </w:p>
        </w:tc>
      </w:tr>
      <w:tr w:rsidR="00B670FD" w:rsidRPr="00183B07" w:rsidTr="00170679">
        <w:trPr>
          <w:jc w:val="center"/>
        </w:trPr>
        <w:tc>
          <w:tcPr>
            <w:tcW w:w="3303" w:type="dxa"/>
            <w:vAlign w:val="center"/>
          </w:tcPr>
          <w:p w:rsidR="00B670FD" w:rsidRPr="00C31CC2" w:rsidRDefault="00B670FD" w:rsidP="00B670FD">
            <w:pPr>
              <w:pStyle w:val="PargrafodaLista"/>
              <w:spacing w:line="240" w:lineRule="auto"/>
              <w:ind w:left="0"/>
            </w:pPr>
            <w:r w:rsidRPr="00C31CC2">
              <w:rPr>
                <w:szCs w:val="22"/>
              </w:rPr>
              <w:t>CHESF</w:t>
            </w:r>
          </w:p>
        </w:tc>
        <w:tc>
          <w:tcPr>
            <w:tcW w:w="2170" w:type="dxa"/>
            <w:vAlign w:val="center"/>
          </w:tcPr>
          <w:p w:rsidR="00B670FD" w:rsidRPr="00C31CC2" w:rsidRDefault="00170679" w:rsidP="004F225C">
            <w:pPr>
              <w:pStyle w:val="PargrafodaLista"/>
              <w:spacing w:line="240" w:lineRule="auto"/>
              <w:ind w:left="0"/>
              <w:jc w:val="center"/>
            </w:pPr>
            <w:r>
              <w:rPr>
                <w:szCs w:val="22"/>
              </w:rPr>
              <w:t>5</w:t>
            </w:r>
            <w:r w:rsidR="004F225C">
              <w:rPr>
                <w:szCs w:val="22"/>
              </w:rPr>
              <w:t>3</w:t>
            </w:r>
          </w:p>
        </w:tc>
        <w:tc>
          <w:tcPr>
            <w:tcW w:w="3095" w:type="dxa"/>
            <w:vAlign w:val="center"/>
          </w:tcPr>
          <w:p w:rsidR="00B670FD" w:rsidRPr="00170679" w:rsidRDefault="004F225C" w:rsidP="00816F67">
            <w:pPr>
              <w:pStyle w:val="PargrafodaLista"/>
              <w:spacing w:line="240" w:lineRule="auto"/>
              <w:ind w:left="0"/>
              <w:jc w:val="center"/>
            </w:pPr>
            <w:r>
              <w:rPr>
                <w:szCs w:val="22"/>
              </w:rPr>
              <w:t>24</w:t>
            </w:r>
          </w:p>
        </w:tc>
      </w:tr>
      <w:tr w:rsidR="00B670FD" w:rsidRPr="00183B07" w:rsidTr="00170679">
        <w:trPr>
          <w:jc w:val="center"/>
        </w:trPr>
        <w:tc>
          <w:tcPr>
            <w:tcW w:w="3303" w:type="dxa"/>
            <w:vAlign w:val="center"/>
          </w:tcPr>
          <w:p w:rsidR="00B670FD" w:rsidRPr="00C31CC2" w:rsidRDefault="00B670FD" w:rsidP="00B670FD">
            <w:pPr>
              <w:pStyle w:val="PargrafodaLista"/>
              <w:spacing w:line="240" w:lineRule="auto"/>
              <w:ind w:left="0"/>
            </w:pPr>
            <w:r w:rsidRPr="00C31CC2">
              <w:rPr>
                <w:szCs w:val="22"/>
              </w:rPr>
              <w:t>AFLUENTE</w:t>
            </w:r>
          </w:p>
        </w:tc>
        <w:tc>
          <w:tcPr>
            <w:tcW w:w="2170" w:type="dxa"/>
            <w:vAlign w:val="center"/>
          </w:tcPr>
          <w:p w:rsidR="00B670FD" w:rsidRPr="00C31CC2" w:rsidRDefault="00B670FD" w:rsidP="00B670FD">
            <w:pPr>
              <w:pStyle w:val="PargrafodaLista"/>
              <w:spacing w:line="240" w:lineRule="auto"/>
              <w:ind w:left="0"/>
              <w:jc w:val="center"/>
            </w:pPr>
            <w:r w:rsidRPr="00C31CC2">
              <w:rPr>
                <w:szCs w:val="22"/>
              </w:rPr>
              <w:t>6</w:t>
            </w:r>
          </w:p>
        </w:tc>
        <w:tc>
          <w:tcPr>
            <w:tcW w:w="3095" w:type="dxa"/>
            <w:vAlign w:val="center"/>
          </w:tcPr>
          <w:p w:rsidR="00B670FD" w:rsidRPr="00170679" w:rsidRDefault="00F239C0" w:rsidP="00B670FD">
            <w:pPr>
              <w:pStyle w:val="PargrafodaLista"/>
              <w:spacing w:line="240" w:lineRule="auto"/>
              <w:ind w:left="0"/>
              <w:jc w:val="center"/>
            </w:pPr>
            <w:r>
              <w:rPr>
                <w:szCs w:val="22"/>
              </w:rPr>
              <w:t>2</w:t>
            </w:r>
          </w:p>
        </w:tc>
      </w:tr>
      <w:tr w:rsidR="00B670FD" w:rsidRPr="00183B07" w:rsidTr="00170679">
        <w:trPr>
          <w:jc w:val="center"/>
        </w:trPr>
        <w:tc>
          <w:tcPr>
            <w:tcW w:w="3303" w:type="dxa"/>
            <w:vAlign w:val="center"/>
          </w:tcPr>
          <w:p w:rsidR="00B670FD" w:rsidRPr="00C31CC2" w:rsidRDefault="00B670FD" w:rsidP="00B670FD">
            <w:pPr>
              <w:pStyle w:val="PargrafodaLista"/>
              <w:spacing w:line="240" w:lineRule="auto"/>
              <w:ind w:left="0"/>
            </w:pPr>
            <w:r w:rsidRPr="00C31CC2">
              <w:rPr>
                <w:szCs w:val="22"/>
              </w:rPr>
              <w:t>TAESA</w:t>
            </w:r>
          </w:p>
        </w:tc>
        <w:tc>
          <w:tcPr>
            <w:tcW w:w="2170" w:type="dxa"/>
            <w:vAlign w:val="center"/>
          </w:tcPr>
          <w:p w:rsidR="00B670FD" w:rsidRPr="00C31CC2" w:rsidRDefault="00B670FD" w:rsidP="00B670FD">
            <w:pPr>
              <w:pStyle w:val="PargrafodaLista"/>
              <w:spacing w:line="240" w:lineRule="auto"/>
              <w:ind w:left="0"/>
              <w:jc w:val="center"/>
            </w:pPr>
            <w:r w:rsidRPr="00C31CC2">
              <w:rPr>
                <w:szCs w:val="22"/>
              </w:rPr>
              <w:t>3</w:t>
            </w:r>
          </w:p>
        </w:tc>
        <w:tc>
          <w:tcPr>
            <w:tcW w:w="3095" w:type="dxa"/>
            <w:vAlign w:val="center"/>
          </w:tcPr>
          <w:p w:rsidR="00B670FD" w:rsidRPr="00170679" w:rsidRDefault="00170679" w:rsidP="00B670FD">
            <w:pPr>
              <w:pStyle w:val="PargrafodaLista"/>
              <w:spacing w:line="240" w:lineRule="auto"/>
              <w:ind w:left="0"/>
              <w:jc w:val="center"/>
            </w:pPr>
            <w:r w:rsidRPr="00170679">
              <w:rPr>
                <w:szCs w:val="22"/>
              </w:rPr>
              <w:t>0</w:t>
            </w:r>
          </w:p>
        </w:tc>
      </w:tr>
      <w:tr w:rsidR="00B670FD" w:rsidRPr="00183B07" w:rsidTr="00170679">
        <w:trPr>
          <w:jc w:val="center"/>
        </w:trPr>
        <w:tc>
          <w:tcPr>
            <w:tcW w:w="3303" w:type="dxa"/>
            <w:vAlign w:val="center"/>
          </w:tcPr>
          <w:p w:rsidR="00B670FD" w:rsidRPr="00C31CC2" w:rsidRDefault="00170679" w:rsidP="00B670FD">
            <w:pPr>
              <w:pStyle w:val="PargrafodaLista"/>
              <w:spacing w:line="240" w:lineRule="auto"/>
              <w:ind w:left="0"/>
            </w:pPr>
            <w:r>
              <w:rPr>
                <w:szCs w:val="22"/>
              </w:rPr>
              <w:t>ELETRONORTE/ATEII/</w:t>
            </w:r>
            <w:r w:rsidR="00B670FD" w:rsidRPr="00C31CC2">
              <w:rPr>
                <w:szCs w:val="22"/>
              </w:rPr>
              <w:t>IENNE</w:t>
            </w:r>
          </w:p>
        </w:tc>
        <w:tc>
          <w:tcPr>
            <w:tcW w:w="2170" w:type="dxa"/>
            <w:vAlign w:val="center"/>
          </w:tcPr>
          <w:p w:rsidR="00B670FD" w:rsidRPr="00C31CC2" w:rsidRDefault="00B670FD" w:rsidP="00B670FD">
            <w:pPr>
              <w:pStyle w:val="PargrafodaLista"/>
              <w:spacing w:line="240" w:lineRule="auto"/>
              <w:ind w:left="0"/>
              <w:jc w:val="center"/>
            </w:pPr>
            <w:r w:rsidRPr="00C31CC2">
              <w:rPr>
                <w:szCs w:val="22"/>
              </w:rPr>
              <w:t>1</w:t>
            </w:r>
          </w:p>
        </w:tc>
        <w:tc>
          <w:tcPr>
            <w:tcW w:w="3095" w:type="dxa"/>
            <w:vAlign w:val="center"/>
          </w:tcPr>
          <w:p w:rsidR="00B670FD" w:rsidRPr="00170679" w:rsidRDefault="00170679" w:rsidP="00B670FD">
            <w:pPr>
              <w:pStyle w:val="PargrafodaLista"/>
              <w:spacing w:line="240" w:lineRule="auto"/>
              <w:ind w:left="0"/>
              <w:jc w:val="center"/>
            </w:pPr>
            <w:r w:rsidRPr="00170679">
              <w:t>0</w:t>
            </w:r>
          </w:p>
        </w:tc>
      </w:tr>
      <w:tr w:rsidR="00B670FD" w:rsidRPr="00773EF2" w:rsidTr="00170679">
        <w:trPr>
          <w:jc w:val="center"/>
        </w:trPr>
        <w:tc>
          <w:tcPr>
            <w:tcW w:w="3303" w:type="dxa"/>
            <w:vAlign w:val="center"/>
          </w:tcPr>
          <w:p w:rsidR="00B670FD" w:rsidRPr="00773EF2" w:rsidRDefault="00B670FD" w:rsidP="00B670FD">
            <w:pPr>
              <w:pStyle w:val="PargrafodaLista"/>
              <w:spacing w:line="240" w:lineRule="auto"/>
              <w:ind w:left="0"/>
              <w:jc w:val="center"/>
              <w:rPr>
                <w:b/>
              </w:rPr>
            </w:pPr>
            <w:r w:rsidRPr="00773EF2">
              <w:rPr>
                <w:b/>
                <w:szCs w:val="22"/>
              </w:rPr>
              <w:t>TOTAL</w:t>
            </w:r>
          </w:p>
        </w:tc>
        <w:tc>
          <w:tcPr>
            <w:tcW w:w="2170" w:type="dxa"/>
            <w:vAlign w:val="center"/>
          </w:tcPr>
          <w:p w:rsidR="00B670FD" w:rsidRPr="00773EF2" w:rsidRDefault="00B670FD" w:rsidP="004F225C">
            <w:pPr>
              <w:pStyle w:val="PargrafodaLista"/>
              <w:spacing w:line="240" w:lineRule="auto"/>
              <w:ind w:left="0"/>
              <w:jc w:val="center"/>
              <w:rPr>
                <w:b/>
              </w:rPr>
            </w:pPr>
            <w:r w:rsidRPr="00773EF2">
              <w:rPr>
                <w:b/>
                <w:szCs w:val="22"/>
              </w:rPr>
              <w:t>6</w:t>
            </w:r>
            <w:r w:rsidR="004F225C">
              <w:rPr>
                <w:b/>
                <w:szCs w:val="22"/>
              </w:rPr>
              <w:t>3</w:t>
            </w:r>
          </w:p>
        </w:tc>
        <w:tc>
          <w:tcPr>
            <w:tcW w:w="3095" w:type="dxa"/>
            <w:vAlign w:val="center"/>
          </w:tcPr>
          <w:p w:rsidR="00B670FD" w:rsidRPr="00170679" w:rsidRDefault="00B670FD" w:rsidP="004F225C">
            <w:pPr>
              <w:pStyle w:val="PargrafodaLista"/>
              <w:spacing w:line="240" w:lineRule="auto"/>
              <w:ind w:left="0"/>
              <w:jc w:val="center"/>
              <w:rPr>
                <w:b/>
              </w:rPr>
            </w:pPr>
            <w:r w:rsidRPr="00170679">
              <w:rPr>
                <w:b/>
                <w:szCs w:val="22"/>
              </w:rPr>
              <w:t>2</w:t>
            </w:r>
            <w:r w:rsidR="004F225C">
              <w:rPr>
                <w:b/>
                <w:szCs w:val="22"/>
              </w:rPr>
              <w:t>6</w:t>
            </w:r>
          </w:p>
        </w:tc>
      </w:tr>
    </w:tbl>
    <w:p w:rsidR="000047E8" w:rsidRPr="00357956" w:rsidRDefault="000047E8" w:rsidP="000047E8">
      <w:pPr>
        <w:pStyle w:val="PargrafodaLista"/>
        <w:rPr>
          <w:rFonts w:asciiTheme="minorHAnsi" w:hAnsiTheme="minorHAnsi"/>
          <w:szCs w:val="22"/>
        </w:rPr>
      </w:pPr>
    </w:p>
    <w:p w:rsidR="00B670FD" w:rsidRPr="00DF6E7E" w:rsidRDefault="000047E8" w:rsidP="000A4EB5">
      <w:pPr>
        <w:pStyle w:val="onsNormal"/>
        <w:ind w:left="0"/>
        <w:rPr>
          <w:rFonts w:asciiTheme="minorHAnsi" w:hAnsiTheme="minorHAnsi"/>
        </w:rPr>
      </w:pPr>
      <w:r w:rsidRPr="00357956">
        <w:rPr>
          <w:rFonts w:asciiTheme="minorHAnsi" w:hAnsiTheme="minorHAnsi"/>
          <w:szCs w:val="24"/>
        </w:rPr>
        <w:t>As medidas propostas tiveram como objetivo melhorar o desempenho destas instalações</w:t>
      </w:r>
      <w:r w:rsidRPr="00357956">
        <w:rPr>
          <w:rFonts w:asciiTheme="minorHAnsi" w:hAnsiTheme="minorHAnsi"/>
        </w:rPr>
        <w:t>.</w:t>
      </w:r>
    </w:p>
    <w:p w:rsidR="00F8313C" w:rsidRDefault="00B6261A" w:rsidP="000A4EB5">
      <w:pPr>
        <w:pStyle w:val="Ttulo1"/>
        <w:tabs>
          <w:tab w:val="clear" w:pos="1021"/>
          <w:tab w:val="num" w:pos="0"/>
        </w:tabs>
        <w:ind w:left="1276" w:hanging="2410"/>
        <w:jc w:val="both"/>
        <w:rPr>
          <w:b w:val="0"/>
          <w:u w:val="single"/>
        </w:rPr>
      </w:pPr>
      <w:bookmarkStart w:id="43" w:name="_Toc400455406"/>
      <w:r>
        <w:rPr>
          <w:b w:val="0"/>
          <w:u w:val="single"/>
        </w:rPr>
        <w:t>E</w:t>
      </w:r>
      <w:r w:rsidR="00F8313C" w:rsidRPr="00183B07">
        <w:rPr>
          <w:b w:val="0"/>
          <w:u w:val="single"/>
        </w:rPr>
        <w:t>QUIPE DE TRABALHO</w:t>
      </w:r>
      <w:bookmarkEnd w:id="43"/>
    </w:p>
    <w:p w:rsidR="000047E8" w:rsidRDefault="000047E8" w:rsidP="000A4EB5">
      <w:pPr>
        <w:pStyle w:val="PargrafodaLista"/>
        <w:numPr>
          <w:ilvl w:val="0"/>
          <w:numId w:val="6"/>
        </w:numPr>
        <w:tabs>
          <w:tab w:val="left" w:pos="426"/>
        </w:tabs>
        <w:spacing w:after="200" w:line="276" w:lineRule="auto"/>
        <w:ind w:left="0" w:firstLine="0"/>
        <w:contextualSpacing/>
        <w:rPr>
          <w:szCs w:val="22"/>
        </w:rPr>
      </w:pPr>
      <w:r>
        <w:rPr>
          <w:szCs w:val="22"/>
        </w:rPr>
        <w:t xml:space="preserve">Paulo Gomes – ONS </w:t>
      </w:r>
    </w:p>
    <w:p w:rsidR="000047E8" w:rsidRDefault="000047E8" w:rsidP="000A4EB5">
      <w:pPr>
        <w:pStyle w:val="PargrafodaLista"/>
        <w:numPr>
          <w:ilvl w:val="0"/>
          <w:numId w:val="6"/>
        </w:numPr>
        <w:tabs>
          <w:tab w:val="left" w:pos="426"/>
        </w:tabs>
        <w:spacing w:after="200" w:line="276" w:lineRule="auto"/>
        <w:ind w:left="0" w:firstLine="0"/>
        <w:contextualSpacing/>
        <w:rPr>
          <w:szCs w:val="22"/>
        </w:rPr>
      </w:pPr>
      <w:r>
        <w:rPr>
          <w:szCs w:val="22"/>
        </w:rPr>
        <w:t>Fernando José Carvalho de França – ONS</w:t>
      </w:r>
    </w:p>
    <w:p w:rsidR="000047E8" w:rsidRPr="00183B07" w:rsidRDefault="000047E8" w:rsidP="000A4EB5">
      <w:pPr>
        <w:pStyle w:val="PargrafodaLista"/>
        <w:numPr>
          <w:ilvl w:val="0"/>
          <w:numId w:val="6"/>
        </w:numPr>
        <w:tabs>
          <w:tab w:val="left" w:pos="426"/>
        </w:tabs>
        <w:spacing w:after="200" w:line="276" w:lineRule="auto"/>
        <w:ind w:left="0" w:firstLine="0"/>
        <w:contextualSpacing/>
        <w:rPr>
          <w:szCs w:val="22"/>
        </w:rPr>
      </w:pPr>
      <w:r w:rsidRPr="00183B07">
        <w:rPr>
          <w:szCs w:val="22"/>
        </w:rPr>
        <w:t xml:space="preserve">Fernando Aquino </w:t>
      </w:r>
      <w:proofErr w:type="spellStart"/>
      <w:r w:rsidRPr="00183B07">
        <w:rPr>
          <w:szCs w:val="22"/>
        </w:rPr>
        <w:t>Viotti</w:t>
      </w:r>
      <w:proofErr w:type="spellEnd"/>
      <w:r w:rsidRPr="00183B07">
        <w:rPr>
          <w:szCs w:val="22"/>
        </w:rPr>
        <w:t xml:space="preserve"> – ONS</w:t>
      </w:r>
    </w:p>
    <w:p w:rsidR="003E5456" w:rsidRDefault="000047E8" w:rsidP="000A4EB5">
      <w:pPr>
        <w:pStyle w:val="PargrafodaLista"/>
        <w:numPr>
          <w:ilvl w:val="0"/>
          <w:numId w:val="6"/>
        </w:numPr>
        <w:tabs>
          <w:tab w:val="left" w:pos="426"/>
        </w:tabs>
        <w:spacing w:after="200" w:line="276" w:lineRule="auto"/>
        <w:ind w:left="0" w:firstLine="0"/>
        <w:contextualSpacing/>
        <w:rPr>
          <w:szCs w:val="22"/>
        </w:rPr>
      </w:pPr>
      <w:r w:rsidRPr="00183B07">
        <w:rPr>
          <w:szCs w:val="22"/>
        </w:rPr>
        <w:t>Humberto Arakaki –</w:t>
      </w:r>
      <w:r>
        <w:rPr>
          <w:szCs w:val="22"/>
        </w:rPr>
        <w:t xml:space="preserve"> ONS</w:t>
      </w:r>
      <w:r w:rsidR="003E5456" w:rsidRPr="003E5456">
        <w:rPr>
          <w:szCs w:val="22"/>
        </w:rPr>
        <w:t xml:space="preserve"> </w:t>
      </w:r>
    </w:p>
    <w:p w:rsidR="00067E10" w:rsidRDefault="00067E10" w:rsidP="000A4EB5">
      <w:pPr>
        <w:pStyle w:val="PargrafodaLista"/>
        <w:numPr>
          <w:ilvl w:val="0"/>
          <w:numId w:val="6"/>
        </w:numPr>
        <w:tabs>
          <w:tab w:val="left" w:pos="426"/>
        </w:tabs>
        <w:spacing w:after="200" w:line="276" w:lineRule="auto"/>
        <w:ind w:left="0" w:firstLine="0"/>
        <w:contextualSpacing/>
        <w:rPr>
          <w:szCs w:val="22"/>
        </w:rPr>
      </w:pPr>
      <w:r>
        <w:rPr>
          <w:szCs w:val="22"/>
        </w:rPr>
        <w:t>Jorge Miguel</w:t>
      </w:r>
      <w:r w:rsidR="004E012F">
        <w:rPr>
          <w:szCs w:val="22"/>
        </w:rPr>
        <w:t xml:space="preserve"> </w:t>
      </w:r>
      <w:proofErr w:type="spellStart"/>
      <w:r w:rsidR="004E012F">
        <w:rPr>
          <w:szCs w:val="22"/>
        </w:rPr>
        <w:t>Ordacgi</w:t>
      </w:r>
      <w:proofErr w:type="spellEnd"/>
      <w:r w:rsidR="004E012F">
        <w:rPr>
          <w:szCs w:val="22"/>
        </w:rPr>
        <w:t xml:space="preserve"> Filho - ONS</w:t>
      </w:r>
    </w:p>
    <w:p w:rsidR="00000CA8" w:rsidRDefault="00423F86" w:rsidP="000A4EB5">
      <w:pPr>
        <w:pStyle w:val="PargrafodaLista"/>
        <w:numPr>
          <w:ilvl w:val="0"/>
          <w:numId w:val="6"/>
        </w:numPr>
        <w:tabs>
          <w:tab w:val="left" w:pos="426"/>
        </w:tabs>
        <w:spacing w:after="200" w:line="276" w:lineRule="auto"/>
        <w:ind w:left="0" w:firstLine="0"/>
        <w:contextualSpacing/>
        <w:rPr>
          <w:szCs w:val="22"/>
        </w:rPr>
      </w:pPr>
      <w:r>
        <w:rPr>
          <w:szCs w:val="22"/>
        </w:rPr>
        <w:t xml:space="preserve">Francisco José de Avelar </w:t>
      </w:r>
      <w:proofErr w:type="spellStart"/>
      <w:r w:rsidR="00000CA8">
        <w:rPr>
          <w:szCs w:val="22"/>
        </w:rPr>
        <w:t>Baltar</w:t>
      </w:r>
      <w:proofErr w:type="spellEnd"/>
      <w:r w:rsidR="00000CA8">
        <w:rPr>
          <w:szCs w:val="22"/>
        </w:rPr>
        <w:t xml:space="preserve"> - CHESF</w:t>
      </w:r>
    </w:p>
    <w:p w:rsidR="003E5456" w:rsidRDefault="003E5456" w:rsidP="000A4EB5">
      <w:pPr>
        <w:pStyle w:val="PargrafodaLista"/>
        <w:numPr>
          <w:ilvl w:val="0"/>
          <w:numId w:val="6"/>
        </w:numPr>
        <w:tabs>
          <w:tab w:val="left" w:pos="426"/>
        </w:tabs>
        <w:spacing w:after="200" w:line="276" w:lineRule="auto"/>
        <w:ind w:left="0" w:firstLine="0"/>
        <w:contextualSpacing/>
        <w:rPr>
          <w:szCs w:val="22"/>
        </w:rPr>
      </w:pPr>
      <w:r w:rsidRPr="00183B07">
        <w:rPr>
          <w:szCs w:val="22"/>
        </w:rPr>
        <w:t xml:space="preserve">Roberto </w:t>
      </w:r>
      <w:proofErr w:type="spellStart"/>
      <w:r w:rsidRPr="00183B07">
        <w:rPr>
          <w:szCs w:val="22"/>
        </w:rPr>
        <w:t>Perret</w:t>
      </w:r>
      <w:proofErr w:type="spellEnd"/>
      <w:r w:rsidRPr="00183B07">
        <w:rPr>
          <w:szCs w:val="22"/>
        </w:rPr>
        <w:t xml:space="preserve"> de Magalhães – CEPEL</w:t>
      </w:r>
    </w:p>
    <w:p w:rsidR="003E5456" w:rsidRDefault="003E5456" w:rsidP="000A4EB5">
      <w:pPr>
        <w:pStyle w:val="PargrafodaLista"/>
        <w:numPr>
          <w:ilvl w:val="0"/>
          <w:numId w:val="6"/>
        </w:numPr>
        <w:tabs>
          <w:tab w:val="left" w:pos="426"/>
        </w:tabs>
        <w:spacing w:after="200" w:line="276" w:lineRule="auto"/>
        <w:ind w:left="0" w:firstLine="0"/>
        <w:contextualSpacing/>
        <w:rPr>
          <w:szCs w:val="22"/>
        </w:rPr>
      </w:pPr>
      <w:r>
        <w:rPr>
          <w:szCs w:val="22"/>
        </w:rPr>
        <w:t>Antônio Ricardo C. Dias de Carvalho - CEPEL</w:t>
      </w:r>
      <w:r w:rsidRPr="003E5456">
        <w:rPr>
          <w:szCs w:val="22"/>
        </w:rPr>
        <w:t xml:space="preserve"> </w:t>
      </w:r>
    </w:p>
    <w:p w:rsidR="003E5456" w:rsidRPr="00183B07" w:rsidRDefault="003E5456" w:rsidP="000A4EB5">
      <w:pPr>
        <w:pStyle w:val="PargrafodaLista"/>
        <w:numPr>
          <w:ilvl w:val="0"/>
          <w:numId w:val="6"/>
        </w:numPr>
        <w:tabs>
          <w:tab w:val="left" w:pos="426"/>
        </w:tabs>
        <w:spacing w:after="200" w:line="276" w:lineRule="auto"/>
        <w:ind w:left="0" w:firstLine="0"/>
        <w:contextualSpacing/>
        <w:rPr>
          <w:szCs w:val="22"/>
        </w:rPr>
      </w:pPr>
      <w:r>
        <w:rPr>
          <w:szCs w:val="22"/>
        </w:rPr>
        <w:t xml:space="preserve">Raul </w:t>
      </w:r>
      <w:proofErr w:type="spellStart"/>
      <w:r>
        <w:rPr>
          <w:szCs w:val="22"/>
        </w:rPr>
        <w:t>Balbi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Sollero</w:t>
      </w:r>
      <w:proofErr w:type="spellEnd"/>
      <w:r>
        <w:rPr>
          <w:szCs w:val="22"/>
        </w:rPr>
        <w:t xml:space="preserve"> - </w:t>
      </w:r>
      <w:r>
        <w:rPr>
          <w:szCs w:val="22"/>
        </w:rPr>
        <w:tab/>
        <w:t>CEPEL</w:t>
      </w:r>
    </w:p>
    <w:p w:rsidR="000047E8" w:rsidRPr="00613673" w:rsidRDefault="000047E8" w:rsidP="000A4EB5">
      <w:pPr>
        <w:pStyle w:val="PargrafodaLista"/>
        <w:numPr>
          <w:ilvl w:val="0"/>
          <w:numId w:val="6"/>
        </w:numPr>
        <w:tabs>
          <w:tab w:val="left" w:pos="426"/>
        </w:tabs>
        <w:spacing w:after="200" w:line="276" w:lineRule="auto"/>
        <w:ind w:left="0" w:firstLine="0"/>
        <w:contextualSpacing/>
        <w:rPr>
          <w:szCs w:val="22"/>
        </w:rPr>
      </w:pPr>
      <w:r w:rsidRPr="00613673">
        <w:rPr>
          <w:szCs w:val="22"/>
        </w:rPr>
        <w:t>Jurema Ludwig - EPE</w:t>
      </w:r>
    </w:p>
    <w:p w:rsidR="001953DE" w:rsidRDefault="001953DE" w:rsidP="000A4EB5">
      <w:pPr>
        <w:pStyle w:val="PargrafodaLista"/>
        <w:numPr>
          <w:ilvl w:val="0"/>
          <w:numId w:val="6"/>
        </w:numPr>
        <w:tabs>
          <w:tab w:val="left" w:pos="426"/>
        </w:tabs>
        <w:spacing w:after="200" w:line="276" w:lineRule="auto"/>
        <w:ind w:left="0" w:firstLine="0"/>
        <w:contextualSpacing/>
        <w:rPr>
          <w:szCs w:val="22"/>
        </w:rPr>
      </w:pPr>
      <w:r>
        <w:rPr>
          <w:szCs w:val="22"/>
        </w:rPr>
        <w:t xml:space="preserve">Marcelo Henriques </w:t>
      </w:r>
      <w:r w:rsidR="004E012F">
        <w:rPr>
          <w:szCs w:val="22"/>
        </w:rPr>
        <w:t xml:space="preserve"> </w:t>
      </w:r>
      <w:r>
        <w:rPr>
          <w:szCs w:val="22"/>
        </w:rPr>
        <w:t>-</w:t>
      </w:r>
      <w:r w:rsidR="004E012F">
        <w:rPr>
          <w:szCs w:val="22"/>
        </w:rPr>
        <w:t xml:space="preserve"> </w:t>
      </w:r>
      <w:r>
        <w:rPr>
          <w:szCs w:val="22"/>
        </w:rPr>
        <w:t>EPE</w:t>
      </w:r>
    </w:p>
    <w:sectPr w:rsidR="001953DE" w:rsidSect="00332837">
      <w:headerReference w:type="even" r:id="rId23"/>
      <w:pgSz w:w="11907" w:h="16840" w:code="9"/>
      <w:pgMar w:top="1378" w:right="850" w:bottom="1514" w:left="1985" w:header="720" w:footer="794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345" w:rsidRDefault="008A7345">
      <w:r>
        <w:separator/>
      </w:r>
    </w:p>
  </w:endnote>
  <w:endnote w:type="continuationSeparator" w:id="0">
    <w:p w:rsidR="008A7345" w:rsidRDefault="008A7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Sorts">
    <w:altName w:val="Symbol"/>
    <w:panose1 w:val="00000000000000000000"/>
    <w:charset w:val="02"/>
    <w:family w:val="auto"/>
    <w:notTrueType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63" w:type="dxa"/>
      <w:tblInd w:w="57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3"/>
      <w:gridCol w:w="7840"/>
      <w:gridCol w:w="395"/>
      <w:gridCol w:w="160"/>
      <w:gridCol w:w="395"/>
    </w:tblGrid>
    <w:tr w:rsidR="00CE5BF9">
      <w:tc>
        <w:tcPr>
          <w:tcW w:w="573" w:type="dxa"/>
        </w:tcPr>
        <w:p w:rsidR="00CE5BF9" w:rsidRDefault="00CE5BF9">
          <w:pPr>
            <w:pStyle w:val="onsNormal"/>
            <w:spacing w:line="280" w:lineRule="exact"/>
            <w:ind w:left="0"/>
            <w:jc w:val="left"/>
            <w:rPr>
              <w:rFonts w:ascii="Arial Black" w:hAnsi="Arial Black"/>
              <w:sz w:val="16"/>
              <w:lang w:val="en-US"/>
            </w:rPr>
          </w:pPr>
          <w:r>
            <w:rPr>
              <w:rFonts w:ascii="Arial Black" w:hAnsi="Arial Black"/>
              <w:sz w:val="16"/>
              <w:lang w:val="en-US"/>
            </w:rPr>
            <w:t>ONS</w:t>
          </w:r>
        </w:p>
      </w:tc>
      <w:tc>
        <w:tcPr>
          <w:tcW w:w="7840" w:type="dxa"/>
        </w:tcPr>
        <w:p w:rsidR="00CE5BF9" w:rsidRPr="00BF4BE8" w:rsidRDefault="00CE5BF9">
          <w:pPr>
            <w:pStyle w:val="onsNormal"/>
            <w:spacing w:line="280" w:lineRule="exact"/>
            <w:ind w:left="0"/>
            <w:jc w:val="left"/>
            <w:rPr>
              <w:caps/>
              <w:sz w:val="16"/>
              <w:szCs w:val="16"/>
            </w:rPr>
          </w:pPr>
          <w:r w:rsidRPr="00BF4BE8">
            <w:rPr>
              <w:sz w:val="16"/>
              <w:szCs w:val="16"/>
            </w:rPr>
            <w:t>ONS RE 2.1/</w:t>
          </w:r>
          <w:proofErr w:type="spellStart"/>
          <w:r w:rsidRPr="00BF4BE8">
            <w:rPr>
              <w:sz w:val="16"/>
              <w:szCs w:val="16"/>
            </w:rPr>
            <w:t>xxxx</w:t>
          </w:r>
          <w:proofErr w:type="spellEnd"/>
          <w:r w:rsidRPr="00BF4BE8">
            <w:rPr>
              <w:sz w:val="16"/>
              <w:szCs w:val="16"/>
            </w:rPr>
            <w:t xml:space="preserve">/2008 </w:t>
          </w:r>
          <w:r>
            <w:rPr>
              <w:sz w:val="16"/>
              <w:szCs w:val="16"/>
            </w:rPr>
            <w:t xml:space="preserve">- </w:t>
          </w:r>
          <w:fldSimple w:instr=" REF TitCapa1 \* Upper \* MERGEFORMAT ">
            <w:r w:rsidR="009D310F" w:rsidRPr="009D310F">
              <w:rPr>
                <w:sz w:val="16"/>
                <w:szCs w:val="16"/>
              </w:rPr>
              <w:t>PROPOSTAS PARA MELHORIA DA SEGURANÇA DAS INSTALAÇÕES ESTRATÉGICAS DO SISTEMA INTERLIGADO NACIONAL - AVALIAÇÃO DOS ASPECTOS RELACIONADOS</w:t>
            </w:r>
            <w:r w:rsidR="009D310F">
              <w:rPr>
                <w:noProof/>
                <w:szCs w:val="32"/>
              </w:rPr>
              <w:t xml:space="preserve"> AOS ARRANJOS DE BARRAMENTOS</w:t>
            </w:r>
          </w:fldSimple>
          <w:r>
            <w:rPr>
              <w:sz w:val="16"/>
              <w:szCs w:val="16"/>
            </w:rPr>
            <w:t>– SC ENERGIA</w:t>
          </w:r>
        </w:p>
      </w:tc>
      <w:tc>
        <w:tcPr>
          <w:tcW w:w="395" w:type="dxa"/>
        </w:tcPr>
        <w:p w:rsidR="00CE5BF9" w:rsidRDefault="003B1715">
          <w:pPr>
            <w:pStyle w:val="onsNormal"/>
            <w:spacing w:line="280" w:lineRule="exact"/>
            <w:ind w:left="-57" w:right="-57"/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5"/>
            </w:rPr>
            <w:fldChar w:fldCharType="begin"/>
          </w:r>
          <w:r w:rsidR="00CE5BF9">
            <w:rPr>
              <w:rFonts w:cs="Arial"/>
              <w:b/>
              <w:bCs/>
              <w:sz w:val="15"/>
            </w:rPr>
            <w:instrText xml:space="preserve"> PAGE  \* MERGEFORMAT </w:instrText>
          </w:r>
          <w:r>
            <w:rPr>
              <w:rFonts w:cs="Arial"/>
              <w:b/>
              <w:bCs/>
              <w:sz w:val="15"/>
            </w:rPr>
            <w:fldChar w:fldCharType="separate"/>
          </w:r>
          <w:r w:rsidR="00CE5BF9">
            <w:rPr>
              <w:rFonts w:cs="Arial"/>
              <w:b/>
              <w:bCs/>
              <w:noProof/>
              <w:sz w:val="15"/>
            </w:rPr>
            <w:t>2</w:t>
          </w:r>
          <w:r>
            <w:rPr>
              <w:rFonts w:cs="Arial"/>
              <w:b/>
              <w:bCs/>
              <w:sz w:val="15"/>
            </w:rPr>
            <w:fldChar w:fldCharType="end"/>
          </w:r>
        </w:p>
      </w:tc>
      <w:tc>
        <w:tcPr>
          <w:tcW w:w="160" w:type="dxa"/>
        </w:tcPr>
        <w:p w:rsidR="00CE5BF9" w:rsidRDefault="00CE5BF9">
          <w:pPr>
            <w:pStyle w:val="onsNormal"/>
            <w:spacing w:line="280" w:lineRule="exact"/>
            <w:ind w:left="0"/>
            <w:jc w:val="center"/>
            <w:rPr>
              <w:rFonts w:cs="Arial"/>
              <w:b/>
              <w:bCs/>
              <w:sz w:val="15"/>
            </w:rPr>
          </w:pPr>
          <w:r>
            <w:rPr>
              <w:rFonts w:cs="Arial"/>
              <w:b/>
              <w:bCs/>
              <w:sz w:val="15"/>
            </w:rPr>
            <w:t>/</w:t>
          </w:r>
        </w:p>
      </w:tc>
      <w:tc>
        <w:tcPr>
          <w:tcW w:w="395" w:type="dxa"/>
        </w:tcPr>
        <w:p w:rsidR="00CE5BF9" w:rsidRDefault="00176C83">
          <w:pPr>
            <w:pStyle w:val="onsNormal"/>
            <w:spacing w:line="280" w:lineRule="exact"/>
            <w:ind w:left="-57" w:right="-57"/>
            <w:jc w:val="center"/>
            <w:rPr>
              <w:rFonts w:cs="Arial"/>
              <w:b/>
              <w:bCs/>
              <w:sz w:val="15"/>
            </w:rPr>
          </w:pPr>
          <w:fldSimple w:instr=" NUMPAGES  \* MERGEFORMAT ">
            <w:r w:rsidR="009D310F" w:rsidRPr="009D310F">
              <w:rPr>
                <w:rFonts w:cs="Arial"/>
                <w:b/>
                <w:bCs/>
                <w:noProof/>
                <w:sz w:val="15"/>
              </w:rPr>
              <w:t>21</w:t>
            </w:r>
          </w:fldSimple>
        </w:p>
      </w:tc>
    </w:tr>
  </w:tbl>
  <w:p w:rsidR="00CE5BF9" w:rsidRDefault="00CE5BF9">
    <w:pPr>
      <w:pStyle w:val="Rodap"/>
      <w:spacing w:line="240" w:lineRule="auto"/>
      <w:ind w:left="0"/>
      <w:rPr>
        <w:rFonts w:cs="Arial"/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63" w:type="dxa"/>
      <w:tblInd w:w="-999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3"/>
      <w:gridCol w:w="7840"/>
      <w:gridCol w:w="395"/>
      <w:gridCol w:w="160"/>
      <w:gridCol w:w="395"/>
    </w:tblGrid>
    <w:tr w:rsidR="00CE5BF9" w:rsidTr="00C63C85">
      <w:tc>
        <w:tcPr>
          <w:tcW w:w="573" w:type="dxa"/>
        </w:tcPr>
        <w:p w:rsidR="00CE5BF9" w:rsidRDefault="00CE5BF9" w:rsidP="002F06E9">
          <w:pPr>
            <w:pStyle w:val="onsNormal"/>
            <w:spacing w:line="280" w:lineRule="exact"/>
            <w:ind w:left="0"/>
            <w:jc w:val="left"/>
            <w:rPr>
              <w:rFonts w:ascii="Arial Black" w:hAnsi="Arial Black"/>
              <w:sz w:val="16"/>
              <w:lang w:val="en-US"/>
            </w:rPr>
          </w:pPr>
          <w:r>
            <w:rPr>
              <w:rFonts w:ascii="Arial Black" w:hAnsi="Arial Black"/>
              <w:sz w:val="16"/>
              <w:lang w:val="en-US"/>
            </w:rPr>
            <w:t>ONS</w:t>
          </w:r>
        </w:p>
      </w:tc>
      <w:tc>
        <w:tcPr>
          <w:tcW w:w="7840" w:type="dxa"/>
        </w:tcPr>
        <w:p w:rsidR="00CE5BF9" w:rsidRDefault="00CE5BF9" w:rsidP="00123C20">
          <w:pPr>
            <w:pStyle w:val="onsNormal"/>
            <w:spacing w:line="280" w:lineRule="exact"/>
            <w:ind w:left="0"/>
            <w:rPr>
              <w:caps/>
              <w:sz w:val="15"/>
            </w:rPr>
          </w:pPr>
          <w:r w:rsidRPr="009E2E0A">
            <w:rPr>
              <w:caps/>
              <w:sz w:val="15"/>
            </w:rPr>
            <w:t xml:space="preserve">rel </w:t>
          </w:r>
          <w:r>
            <w:rPr>
              <w:caps/>
              <w:sz w:val="15"/>
            </w:rPr>
            <w:t>0163</w:t>
          </w:r>
          <w:r w:rsidRPr="009E2E0A">
            <w:rPr>
              <w:caps/>
              <w:sz w:val="15"/>
            </w:rPr>
            <w:t xml:space="preserve">/2013 </w:t>
          </w:r>
          <w:r>
            <w:rPr>
              <w:caps/>
              <w:sz w:val="15"/>
            </w:rPr>
            <w:t xml:space="preserve">- </w:t>
          </w:r>
          <w:r w:rsidR="003B1715">
            <w:rPr>
              <w:caps/>
              <w:sz w:val="15"/>
            </w:rPr>
            <w:fldChar w:fldCharType="begin"/>
          </w:r>
          <w:r>
            <w:rPr>
              <w:caps/>
              <w:sz w:val="15"/>
            </w:rPr>
            <w:instrText xml:space="preserve"> REF TitCapa1  \* UPPER \* CHARFORMAT  \* MERGEFORMAT </w:instrText>
          </w:r>
          <w:r w:rsidR="003B1715">
            <w:rPr>
              <w:caps/>
              <w:sz w:val="15"/>
            </w:rPr>
            <w:fldChar w:fldCharType="separate"/>
          </w:r>
          <w:r w:rsidR="009D310F" w:rsidRPr="009D310F">
            <w:rPr>
              <w:caps/>
              <w:sz w:val="15"/>
            </w:rPr>
            <w:t>PROPOSTAS PARA MELHORIA DA SEGURANÇA DAS INSTALAÇÕES ESTRATÉGICAS DO SISTEMA INTERLIGADO NACIONAL - AVALIAÇÃO DOS ASPECTOS RELACIONADOS AOS ARRANJOS DE BARRAMENTOS</w:t>
          </w:r>
          <w:r w:rsidR="003B1715">
            <w:rPr>
              <w:caps/>
              <w:sz w:val="15"/>
            </w:rPr>
            <w:fldChar w:fldCharType="end"/>
          </w:r>
          <w:r>
            <w:rPr>
              <w:caps/>
              <w:sz w:val="15"/>
            </w:rPr>
            <w:t xml:space="preserve"> - </w:t>
          </w:r>
          <w:r w:rsidRPr="001C7E95">
            <w:rPr>
              <w:sz w:val="16"/>
              <w:szCs w:val="16"/>
            </w:rPr>
            <w:t xml:space="preserve">VOLUME </w:t>
          </w:r>
          <w:r>
            <w:rPr>
              <w:sz w:val="16"/>
              <w:szCs w:val="16"/>
            </w:rPr>
            <w:t xml:space="preserve">III </w:t>
          </w:r>
          <w:r w:rsidRPr="001C7E95">
            <w:rPr>
              <w:sz w:val="16"/>
              <w:szCs w:val="16"/>
            </w:rPr>
            <w:t>– SUBESTAÇÕES COMPLEMENTARES DA REGI</w:t>
          </w:r>
          <w:r>
            <w:rPr>
              <w:sz w:val="16"/>
              <w:szCs w:val="16"/>
            </w:rPr>
            <w:t xml:space="preserve">ÃO </w:t>
          </w:r>
          <w:bookmarkStart w:id="2" w:name="SiglaRod"/>
          <w:bookmarkEnd w:id="2"/>
          <w:r>
            <w:rPr>
              <w:sz w:val="16"/>
              <w:szCs w:val="16"/>
            </w:rPr>
            <w:t>NORDESTE</w:t>
          </w:r>
        </w:p>
      </w:tc>
      <w:tc>
        <w:tcPr>
          <w:tcW w:w="395" w:type="dxa"/>
        </w:tcPr>
        <w:p w:rsidR="00CE5BF9" w:rsidRDefault="003B1715" w:rsidP="002F06E9">
          <w:pPr>
            <w:pStyle w:val="onsNormal"/>
            <w:spacing w:line="280" w:lineRule="exact"/>
            <w:ind w:left="-57" w:right="-57"/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5"/>
            </w:rPr>
            <w:fldChar w:fldCharType="begin"/>
          </w:r>
          <w:r w:rsidR="00CE5BF9">
            <w:rPr>
              <w:rFonts w:cs="Arial"/>
              <w:b/>
              <w:bCs/>
              <w:sz w:val="15"/>
            </w:rPr>
            <w:instrText xml:space="preserve"> PAGE  \* MERGEFORMAT </w:instrText>
          </w:r>
          <w:r>
            <w:rPr>
              <w:rFonts w:cs="Arial"/>
              <w:b/>
              <w:bCs/>
              <w:sz w:val="15"/>
            </w:rPr>
            <w:fldChar w:fldCharType="separate"/>
          </w:r>
          <w:r w:rsidR="009D310F">
            <w:rPr>
              <w:rFonts w:cs="Arial"/>
              <w:b/>
              <w:bCs/>
              <w:noProof/>
              <w:sz w:val="15"/>
            </w:rPr>
            <w:t>21</w:t>
          </w:r>
          <w:r>
            <w:rPr>
              <w:rFonts w:cs="Arial"/>
              <w:b/>
              <w:bCs/>
              <w:sz w:val="15"/>
            </w:rPr>
            <w:fldChar w:fldCharType="end"/>
          </w:r>
        </w:p>
      </w:tc>
      <w:tc>
        <w:tcPr>
          <w:tcW w:w="160" w:type="dxa"/>
        </w:tcPr>
        <w:p w:rsidR="00CE5BF9" w:rsidRDefault="00CE5BF9" w:rsidP="002F06E9">
          <w:pPr>
            <w:pStyle w:val="onsNormal"/>
            <w:spacing w:line="280" w:lineRule="exact"/>
            <w:ind w:left="0"/>
            <w:jc w:val="center"/>
            <w:rPr>
              <w:rFonts w:cs="Arial"/>
              <w:b/>
              <w:bCs/>
              <w:sz w:val="15"/>
            </w:rPr>
          </w:pPr>
          <w:r>
            <w:rPr>
              <w:rFonts w:cs="Arial"/>
              <w:b/>
              <w:bCs/>
              <w:sz w:val="15"/>
            </w:rPr>
            <w:t>/</w:t>
          </w:r>
        </w:p>
      </w:tc>
      <w:tc>
        <w:tcPr>
          <w:tcW w:w="395" w:type="dxa"/>
        </w:tcPr>
        <w:p w:rsidR="00CE5BF9" w:rsidRDefault="00176C83" w:rsidP="002F06E9">
          <w:pPr>
            <w:pStyle w:val="onsNormal"/>
            <w:spacing w:line="280" w:lineRule="exact"/>
            <w:ind w:left="-57" w:right="-57"/>
            <w:jc w:val="center"/>
            <w:rPr>
              <w:rFonts w:cs="Arial"/>
              <w:b/>
              <w:bCs/>
              <w:sz w:val="15"/>
            </w:rPr>
          </w:pPr>
          <w:fldSimple w:instr=" NUMPAGES  \* MERGEFORMAT ">
            <w:r w:rsidR="009D310F" w:rsidRPr="009D310F">
              <w:rPr>
                <w:rFonts w:cs="Arial"/>
                <w:b/>
                <w:bCs/>
                <w:noProof/>
                <w:sz w:val="15"/>
              </w:rPr>
              <w:t>21</w:t>
            </w:r>
          </w:fldSimple>
        </w:p>
      </w:tc>
    </w:tr>
  </w:tbl>
  <w:p w:rsidR="00CE5BF9" w:rsidRDefault="00CE5BF9">
    <w:pPr>
      <w:pStyle w:val="Rodap"/>
      <w:spacing w:line="240" w:lineRule="auto"/>
      <w:ind w:left="0"/>
      <w:rPr>
        <w:rFonts w:cs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BF9" w:rsidRPr="004B6C49" w:rsidRDefault="00CE5BF9" w:rsidP="004B6C4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345" w:rsidRDefault="008A7345">
      <w:r>
        <w:separator/>
      </w:r>
    </w:p>
  </w:footnote>
  <w:footnote w:type="continuationSeparator" w:id="0">
    <w:p w:rsidR="008A7345" w:rsidRDefault="008A73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BF9" w:rsidRDefault="00CE5BF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304FA40"/>
    <w:lvl w:ilvl="0">
      <w:numFmt w:val="bullet"/>
      <w:lvlText w:val="*"/>
      <w:lvlJc w:val="left"/>
    </w:lvl>
  </w:abstractNum>
  <w:abstractNum w:abstractNumId="1">
    <w:nsid w:val="0631403B"/>
    <w:multiLevelType w:val="multilevel"/>
    <w:tmpl w:val="333265A2"/>
    <w:lvl w:ilvl="0">
      <w:start w:val="1"/>
      <w:numFmt w:val="lowerLetter"/>
      <w:pStyle w:val="onsTextoAlfaNegritoa"/>
      <w:lvlText w:val="%1)"/>
      <w:lvlJc w:val="left"/>
      <w:pPr>
        <w:tabs>
          <w:tab w:val="num" w:pos="1523"/>
        </w:tabs>
        <w:ind w:left="1446" w:hanging="283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1843"/>
        </w:tabs>
        <w:ind w:left="1843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603"/>
        </w:tabs>
        <w:ind w:left="224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603"/>
        </w:tabs>
        <w:ind w:left="260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963"/>
        </w:tabs>
        <w:ind w:left="296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323"/>
        </w:tabs>
        <w:ind w:left="332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83"/>
        </w:tabs>
        <w:ind w:left="3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043"/>
        </w:tabs>
        <w:ind w:left="404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403"/>
        </w:tabs>
        <w:ind w:left="4403" w:hanging="360"/>
      </w:pPr>
      <w:rPr>
        <w:rFonts w:hint="default"/>
      </w:rPr>
    </w:lvl>
  </w:abstractNum>
  <w:abstractNum w:abstractNumId="2">
    <w:nsid w:val="0D564122"/>
    <w:multiLevelType w:val="hybridMultilevel"/>
    <w:tmpl w:val="0F7A1EC2"/>
    <w:lvl w:ilvl="0" w:tplc="0416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DD9660A"/>
    <w:multiLevelType w:val="singleLevel"/>
    <w:tmpl w:val="01126078"/>
    <w:lvl w:ilvl="0">
      <w:start w:val="1"/>
      <w:numFmt w:val="lowerLetter"/>
      <w:pStyle w:val="lista83"/>
      <w:lvlText w:val="(%1)"/>
      <w:lvlJc w:val="left"/>
      <w:pPr>
        <w:tabs>
          <w:tab w:val="num" w:pos="1494"/>
        </w:tabs>
        <w:ind w:left="1491" w:hanging="357"/>
      </w:pPr>
      <w:rPr>
        <w:rFonts w:ascii="Arial Narrow" w:hAnsi="Arial Narrow" w:hint="default"/>
        <w:b w:val="0"/>
        <w:i w:val="0"/>
        <w:sz w:val="24"/>
      </w:rPr>
    </w:lvl>
  </w:abstractNum>
  <w:abstractNum w:abstractNumId="4">
    <w:nsid w:val="0F351420"/>
    <w:multiLevelType w:val="hybridMultilevel"/>
    <w:tmpl w:val="93F83288"/>
    <w:lvl w:ilvl="0" w:tplc="0416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5">
    <w:nsid w:val="11592FE1"/>
    <w:multiLevelType w:val="multilevel"/>
    <w:tmpl w:val="37E471B8"/>
    <w:lvl w:ilvl="0">
      <w:start w:val="1"/>
      <w:numFmt w:val="decimal"/>
      <w:pStyle w:val="onsTextoNumricoNegrito1"/>
      <w:lvlText w:val="%1."/>
      <w:lvlJc w:val="left"/>
      <w:pPr>
        <w:tabs>
          <w:tab w:val="num" w:pos="1381"/>
        </w:tabs>
        <w:ind w:left="1304" w:hanging="28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1701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1"/>
        </w:tabs>
        <w:ind w:left="224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81"/>
        </w:tabs>
        <w:ind w:left="274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1"/>
        </w:tabs>
        <w:ind w:left="325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1"/>
        </w:tabs>
        <w:ind w:left="375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81"/>
        </w:tabs>
        <w:ind w:left="426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01"/>
        </w:tabs>
        <w:ind w:left="476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21"/>
        </w:tabs>
        <w:ind w:left="5341" w:hanging="1440"/>
      </w:pPr>
      <w:rPr>
        <w:rFonts w:hint="default"/>
      </w:rPr>
    </w:lvl>
  </w:abstractNum>
  <w:abstractNum w:abstractNumId="6">
    <w:nsid w:val="13BB3057"/>
    <w:multiLevelType w:val="hybridMultilevel"/>
    <w:tmpl w:val="5FE400E4"/>
    <w:lvl w:ilvl="0" w:tplc="0416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>
    <w:nsid w:val="1A29487B"/>
    <w:multiLevelType w:val="hybridMultilevel"/>
    <w:tmpl w:val="264201A4"/>
    <w:lvl w:ilvl="0" w:tplc="04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C510AA"/>
    <w:multiLevelType w:val="multilevel"/>
    <w:tmpl w:val="57F85ECA"/>
    <w:lvl w:ilvl="0">
      <w:start w:val="1"/>
      <w:numFmt w:val="decimal"/>
      <w:pStyle w:val="Ttu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  <w:vanish w:val="0"/>
      </w:rPr>
    </w:lvl>
    <w:lvl w:ilvl="1">
      <w:start w:val="1"/>
      <w:numFmt w:val="decimal"/>
      <w:pStyle w:val="Ttulo2"/>
      <w:lvlText w:val="%1.%2"/>
      <w:lvlJc w:val="left"/>
      <w:pPr>
        <w:tabs>
          <w:tab w:val="num" w:pos="1447"/>
        </w:tabs>
        <w:ind w:left="1447" w:hanging="1021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29"/>
        </w:tabs>
        <w:ind w:left="202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73"/>
        </w:tabs>
        <w:ind w:left="217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17"/>
        </w:tabs>
        <w:ind w:left="231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61"/>
        </w:tabs>
        <w:ind w:left="24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05"/>
        </w:tabs>
        <w:ind w:left="2605" w:hanging="1584"/>
      </w:pPr>
      <w:rPr>
        <w:rFonts w:hint="default"/>
      </w:rPr>
    </w:lvl>
  </w:abstractNum>
  <w:abstractNum w:abstractNumId="9">
    <w:nsid w:val="262934E5"/>
    <w:multiLevelType w:val="hybridMultilevel"/>
    <w:tmpl w:val="14A449C8"/>
    <w:lvl w:ilvl="0" w:tplc="0416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>
    <w:nsid w:val="26B40035"/>
    <w:multiLevelType w:val="hybridMultilevel"/>
    <w:tmpl w:val="4ED008EC"/>
    <w:lvl w:ilvl="0" w:tplc="0416000D">
      <w:start w:val="1"/>
      <w:numFmt w:val="bullet"/>
      <w:lvlText w:val=""/>
      <w:lvlJc w:val="left"/>
      <w:pPr>
        <w:ind w:left="1455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1">
    <w:nsid w:val="29E562F7"/>
    <w:multiLevelType w:val="hybridMultilevel"/>
    <w:tmpl w:val="C3FE63C8"/>
    <w:lvl w:ilvl="0" w:tplc="0416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345F6452"/>
    <w:multiLevelType w:val="multilevel"/>
    <w:tmpl w:val="F76A42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4DA212DD"/>
    <w:multiLevelType w:val="multilevel"/>
    <w:tmpl w:val="34C601FE"/>
    <w:lvl w:ilvl="0">
      <w:start w:val="1"/>
      <w:numFmt w:val="decimal"/>
      <w:pStyle w:val="onsTextoNumrico1"/>
      <w:lvlText w:val="%1."/>
      <w:lvlJc w:val="left"/>
      <w:pPr>
        <w:tabs>
          <w:tab w:val="num" w:pos="1381"/>
        </w:tabs>
        <w:ind w:left="1304" w:hanging="28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1701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1"/>
        </w:tabs>
        <w:ind w:left="224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81"/>
        </w:tabs>
        <w:ind w:left="274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1"/>
        </w:tabs>
        <w:ind w:left="325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1"/>
        </w:tabs>
        <w:ind w:left="375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81"/>
        </w:tabs>
        <w:ind w:left="426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01"/>
        </w:tabs>
        <w:ind w:left="476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21"/>
        </w:tabs>
        <w:ind w:left="5341" w:hanging="1440"/>
      </w:pPr>
      <w:rPr>
        <w:rFonts w:hint="default"/>
      </w:rPr>
    </w:lvl>
  </w:abstractNum>
  <w:abstractNum w:abstractNumId="14">
    <w:nsid w:val="4F7A3565"/>
    <w:multiLevelType w:val="hybridMultilevel"/>
    <w:tmpl w:val="5E0EDBA4"/>
    <w:lvl w:ilvl="0" w:tplc="401027B6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sz w:val="16"/>
      </w:rPr>
    </w:lvl>
    <w:lvl w:ilvl="1" w:tplc="0416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>
    <w:nsid w:val="63DC3381"/>
    <w:multiLevelType w:val="hybridMultilevel"/>
    <w:tmpl w:val="36F0FBB0"/>
    <w:lvl w:ilvl="0" w:tplc="0416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644F64E4"/>
    <w:multiLevelType w:val="hybridMultilevel"/>
    <w:tmpl w:val="9F2835F0"/>
    <w:lvl w:ilvl="0" w:tplc="0416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7">
    <w:nsid w:val="69151DFD"/>
    <w:multiLevelType w:val="hybridMultilevel"/>
    <w:tmpl w:val="3F6A2904"/>
    <w:lvl w:ilvl="0" w:tplc="0416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7BEA2404"/>
    <w:multiLevelType w:val="hybridMultilevel"/>
    <w:tmpl w:val="AF0866CE"/>
    <w:lvl w:ilvl="0" w:tplc="0416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46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8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0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2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4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6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8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07" w:hanging="360"/>
      </w:pPr>
      <w:rPr>
        <w:rFonts w:ascii="Wingdings" w:hAnsi="Wingdings" w:hint="default"/>
      </w:rPr>
    </w:lvl>
  </w:abstractNum>
  <w:abstractNum w:abstractNumId="19">
    <w:nsid w:val="7F6E7396"/>
    <w:multiLevelType w:val="hybridMultilevel"/>
    <w:tmpl w:val="1B7250A4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13"/>
  </w:num>
  <w:num w:numId="5">
    <w:abstractNumId w:val="3"/>
  </w:num>
  <w:num w:numId="6">
    <w:abstractNumId w:val="14"/>
  </w:num>
  <w:num w:numId="7">
    <w:abstractNumId w:val="12"/>
  </w:num>
  <w:num w:numId="8">
    <w:abstractNumId w:val="11"/>
  </w:num>
  <w:num w:numId="9">
    <w:abstractNumId w:val="7"/>
  </w:num>
  <w:num w:numId="10">
    <w:abstractNumId w:val="16"/>
  </w:num>
  <w:num w:numId="11">
    <w:abstractNumId w:val="19"/>
  </w:num>
  <w:num w:numId="12">
    <w:abstractNumId w:val="15"/>
  </w:num>
  <w:num w:numId="13">
    <w:abstractNumId w:val="17"/>
  </w:num>
  <w:num w:numId="14">
    <w:abstractNumId w:val="2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18"/>
  </w:num>
  <w:num w:numId="20">
    <w:abstractNumId w:val="9"/>
  </w:num>
  <w:num w:numId="21">
    <w:abstractNumId w:val="10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6"/>
  </w:num>
  <w:num w:numId="31">
    <w:abstractNumId w:val="4"/>
  </w:num>
  <w:num w:numId="32">
    <w:abstractNumId w:val="8"/>
  </w:num>
  <w:num w:numId="33">
    <w:abstractNumId w:val="8"/>
  </w:num>
  <w:num w:numId="34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Helv" w:hAnsi="Helv" w:hint="default"/>
        </w:rPr>
      </w:lvl>
    </w:lvlOverride>
  </w:num>
  <w:num w:numId="35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549B"/>
    <w:rsid w:val="00000CA8"/>
    <w:rsid w:val="00000F48"/>
    <w:rsid w:val="00001DBB"/>
    <w:rsid w:val="000024C8"/>
    <w:rsid w:val="00002904"/>
    <w:rsid w:val="00002BA8"/>
    <w:rsid w:val="00003B63"/>
    <w:rsid w:val="00003BEB"/>
    <w:rsid w:val="00004618"/>
    <w:rsid w:val="000047E8"/>
    <w:rsid w:val="0000526D"/>
    <w:rsid w:val="00006646"/>
    <w:rsid w:val="0000732A"/>
    <w:rsid w:val="00012D73"/>
    <w:rsid w:val="0001551C"/>
    <w:rsid w:val="00017841"/>
    <w:rsid w:val="000214CB"/>
    <w:rsid w:val="00022606"/>
    <w:rsid w:val="000267D3"/>
    <w:rsid w:val="00026E20"/>
    <w:rsid w:val="00027220"/>
    <w:rsid w:val="00027FC4"/>
    <w:rsid w:val="000302F8"/>
    <w:rsid w:val="00031E3D"/>
    <w:rsid w:val="00031F2E"/>
    <w:rsid w:val="00035FC7"/>
    <w:rsid w:val="000367C0"/>
    <w:rsid w:val="00036E84"/>
    <w:rsid w:val="00037151"/>
    <w:rsid w:val="0003749E"/>
    <w:rsid w:val="000375DD"/>
    <w:rsid w:val="0003764F"/>
    <w:rsid w:val="0004041B"/>
    <w:rsid w:val="0004220A"/>
    <w:rsid w:val="000426CD"/>
    <w:rsid w:val="00042892"/>
    <w:rsid w:val="00042B1E"/>
    <w:rsid w:val="00042DBF"/>
    <w:rsid w:val="0004361A"/>
    <w:rsid w:val="00044A9A"/>
    <w:rsid w:val="00050243"/>
    <w:rsid w:val="00051337"/>
    <w:rsid w:val="000514FC"/>
    <w:rsid w:val="00052534"/>
    <w:rsid w:val="000526A5"/>
    <w:rsid w:val="00053554"/>
    <w:rsid w:val="00053E88"/>
    <w:rsid w:val="000542B9"/>
    <w:rsid w:val="00054AC0"/>
    <w:rsid w:val="000558B7"/>
    <w:rsid w:val="00055C85"/>
    <w:rsid w:val="00055E25"/>
    <w:rsid w:val="00056037"/>
    <w:rsid w:val="000562E2"/>
    <w:rsid w:val="00060924"/>
    <w:rsid w:val="000617C0"/>
    <w:rsid w:val="000622E5"/>
    <w:rsid w:val="000633A0"/>
    <w:rsid w:val="00063475"/>
    <w:rsid w:val="0006402D"/>
    <w:rsid w:val="0006441F"/>
    <w:rsid w:val="00064737"/>
    <w:rsid w:val="00064AB2"/>
    <w:rsid w:val="00065616"/>
    <w:rsid w:val="000665C5"/>
    <w:rsid w:val="000676A3"/>
    <w:rsid w:val="00067E10"/>
    <w:rsid w:val="000717F6"/>
    <w:rsid w:val="0007237B"/>
    <w:rsid w:val="00072564"/>
    <w:rsid w:val="000729EB"/>
    <w:rsid w:val="00072A37"/>
    <w:rsid w:val="00072E50"/>
    <w:rsid w:val="0007326D"/>
    <w:rsid w:val="000734F9"/>
    <w:rsid w:val="00074E69"/>
    <w:rsid w:val="0007583D"/>
    <w:rsid w:val="00075D73"/>
    <w:rsid w:val="00076583"/>
    <w:rsid w:val="00077053"/>
    <w:rsid w:val="000802FB"/>
    <w:rsid w:val="00080FF9"/>
    <w:rsid w:val="000819DC"/>
    <w:rsid w:val="00081B25"/>
    <w:rsid w:val="00082BCE"/>
    <w:rsid w:val="00082BD7"/>
    <w:rsid w:val="00083264"/>
    <w:rsid w:val="00083CE5"/>
    <w:rsid w:val="0008445C"/>
    <w:rsid w:val="00085B79"/>
    <w:rsid w:val="00085DCE"/>
    <w:rsid w:val="00085F80"/>
    <w:rsid w:val="0008632F"/>
    <w:rsid w:val="00086CC9"/>
    <w:rsid w:val="00087109"/>
    <w:rsid w:val="000871AC"/>
    <w:rsid w:val="00087AC9"/>
    <w:rsid w:val="00087C60"/>
    <w:rsid w:val="00090B99"/>
    <w:rsid w:val="0009115D"/>
    <w:rsid w:val="00091320"/>
    <w:rsid w:val="0009258C"/>
    <w:rsid w:val="000926FA"/>
    <w:rsid w:val="00093B52"/>
    <w:rsid w:val="00093C12"/>
    <w:rsid w:val="00094684"/>
    <w:rsid w:val="00095A10"/>
    <w:rsid w:val="00097751"/>
    <w:rsid w:val="000A128A"/>
    <w:rsid w:val="000A2ED4"/>
    <w:rsid w:val="000A30C7"/>
    <w:rsid w:val="000A39A1"/>
    <w:rsid w:val="000A42AA"/>
    <w:rsid w:val="000A4EB5"/>
    <w:rsid w:val="000A4F14"/>
    <w:rsid w:val="000A53CC"/>
    <w:rsid w:val="000A56E1"/>
    <w:rsid w:val="000A58D5"/>
    <w:rsid w:val="000B0DA7"/>
    <w:rsid w:val="000B1E94"/>
    <w:rsid w:val="000B274A"/>
    <w:rsid w:val="000B4947"/>
    <w:rsid w:val="000B4B41"/>
    <w:rsid w:val="000B5B73"/>
    <w:rsid w:val="000B610E"/>
    <w:rsid w:val="000C03BE"/>
    <w:rsid w:val="000C1C9D"/>
    <w:rsid w:val="000C2C83"/>
    <w:rsid w:val="000C2C9B"/>
    <w:rsid w:val="000C339D"/>
    <w:rsid w:val="000C4918"/>
    <w:rsid w:val="000C4A6E"/>
    <w:rsid w:val="000C4DA3"/>
    <w:rsid w:val="000C4DAA"/>
    <w:rsid w:val="000C5E93"/>
    <w:rsid w:val="000C5F56"/>
    <w:rsid w:val="000C6590"/>
    <w:rsid w:val="000D0458"/>
    <w:rsid w:val="000D04BC"/>
    <w:rsid w:val="000D12B3"/>
    <w:rsid w:val="000D1788"/>
    <w:rsid w:val="000D251C"/>
    <w:rsid w:val="000D3713"/>
    <w:rsid w:val="000D3A0F"/>
    <w:rsid w:val="000D3B6B"/>
    <w:rsid w:val="000E0692"/>
    <w:rsid w:val="000E11A8"/>
    <w:rsid w:val="000E43BA"/>
    <w:rsid w:val="000E4835"/>
    <w:rsid w:val="000E5081"/>
    <w:rsid w:val="000E541C"/>
    <w:rsid w:val="000E6A85"/>
    <w:rsid w:val="000E7EF5"/>
    <w:rsid w:val="000F02EF"/>
    <w:rsid w:val="000F1462"/>
    <w:rsid w:val="000F206C"/>
    <w:rsid w:val="000F51E0"/>
    <w:rsid w:val="000F55FD"/>
    <w:rsid w:val="000F68B9"/>
    <w:rsid w:val="000F6AEF"/>
    <w:rsid w:val="000F6E99"/>
    <w:rsid w:val="001008C3"/>
    <w:rsid w:val="00100E46"/>
    <w:rsid w:val="00101DCC"/>
    <w:rsid w:val="00102060"/>
    <w:rsid w:val="00102064"/>
    <w:rsid w:val="00103966"/>
    <w:rsid w:val="00103EBD"/>
    <w:rsid w:val="00103FF8"/>
    <w:rsid w:val="001057AE"/>
    <w:rsid w:val="0010632E"/>
    <w:rsid w:val="00106C81"/>
    <w:rsid w:val="00106E8B"/>
    <w:rsid w:val="001071FA"/>
    <w:rsid w:val="0010720E"/>
    <w:rsid w:val="00110B08"/>
    <w:rsid w:val="00110EFB"/>
    <w:rsid w:val="00111452"/>
    <w:rsid w:val="0011153B"/>
    <w:rsid w:val="001131F5"/>
    <w:rsid w:val="0011332F"/>
    <w:rsid w:val="00114CDA"/>
    <w:rsid w:val="00116058"/>
    <w:rsid w:val="00116465"/>
    <w:rsid w:val="00120118"/>
    <w:rsid w:val="00120685"/>
    <w:rsid w:val="00122310"/>
    <w:rsid w:val="00122599"/>
    <w:rsid w:val="00123575"/>
    <w:rsid w:val="00123C20"/>
    <w:rsid w:val="00123D67"/>
    <w:rsid w:val="001251EC"/>
    <w:rsid w:val="00125550"/>
    <w:rsid w:val="00125A76"/>
    <w:rsid w:val="001260C3"/>
    <w:rsid w:val="0012627D"/>
    <w:rsid w:val="00127555"/>
    <w:rsid w:val="0013225A"/>
    <w:rsid w:val="00133A68"/>
    <w:rsid w:val="001340F3"/>
    <w:rsid w:val="00140C56"/>
    <w:rsid w:val="0014148E"/>
    <w:rsid w:val="00141E45"/>
    <w:rsid w:val="001420AD"/>
    <w:rsid w:val="0014294E"/>
    <w:rsid w:val="00142A65"/>
    <w:rsid w:val="0014369C"/>
    <w:rsid w:val="00145543"/>
    <w:rsid w:val="00145C42"/>
    <w:rsid w:val="00145F93"/>
    <w:rsid w:val="00146245"/>
    <w:rsid w:val="0014679F"/>
    <w:rsid w:val="00147215"/>
    <w:rsid w:val="00147A9B"/>
    <w:rsid w:val="00147C05"/>
    <w:rsid w:val="0015019D"/>
    <w:rsid w:val="00150E69"/>
    <w:rsid w:val="00151672"/>
    <w:rsid w:val="0015235D"/>
    <w:rsid w:val="00154BA1"/>
    <w:rsid w:val="0015656B"/>
    <w:rsid w:val="00156D1E"/>
    <w:rsid w:val="00157880"/>
    <w:rsid w:val="00157B2B"/>
    <w:rsid w:val="0016229D"/>
    <w:rsid w:val="00162DAC"/>
    <w:rsid w:val="00162E70"/>
    <w:rsid w:val="001636C1"/>
    <w:rsid w:val="001637A6"/>
    <w:rsid w:val="00163B2B"/>
    <w:rsid w:val="00164A44"/>
    <w:rsid w:val="00165B85"/>
    <w:rsid w:val="00165D18"/>
    <w:rsid w:val="001668C0"/>
    <w:rsid w:val="001668F0"/>
    <w:rsid w:val="0016720D"/>
    <w:rsid w:val="00167DBC"/>
    <w:rsid w:val="00170075"/>
    <w:rsid w:val="0017051D"/>
    <w:rsid w:val="00170679"/>
    <w:rsid w:val="00171704"/>
    <w:rsid w:val="001720AC"/>
    <w:rsid w:val="0017241D"/>
    <w:rsid w:val="001728C7"/>
    <w:rsid w:val="001737EF"/>
    <w:rsid w:val="00176C83"/>
    <w:rsid w:val="001770B0"/>
    <w:rsid w:val="00177936"/>
    <w:rsid w:val="00177AEF"/>
    <w:rsid w:val="001821EE"/>
    <w:rsid w:val="00182B09"/>
    <w:rsid w:val="00183494"/>
    <w:rsid w:val="00184731"/>
    <w:rsid w:val="0018547A"/>
    <w:rsid w:val="00187227"/>
    <w:rsid w:val="0019022B"/>
    <w:rsid w:val="00190FAE"/>
    <w:rsid w:val="00191FE6"/>
    <w:rsid w:val="0019442B"/>
    <w:rsid w:val="00194B40"/>
    <w:rsid w:val="001953DE"/>
    <w:rsid w:val="001A12CE"/>
    <w:rsid w:val="001A1D1D"/>
    <w:rsid w:val="001A1E1D"/>
    <w:rsid w:val="001A21E2"/>
    <w:rsid w:val="001A2772"/>
    <w:rsid w:val="001A2BAA"/>
    <w:rsid w:val="001A37FC"/>
    <w:rsid w:val="001A46B8"/>
    <w:rsid w:val="001A5B6B"/>
    <w:rsid w:val="001B084F"/>
    <w:rsid w:val="001B157A"/>
    <w:rsid w:val="001B2EA3"/>
    <w:rsid w:val="001B3142"/>
    <w:rsid w:val="001B3BC7"/>
    <w:rsid w:val="001B45D6"/>
    <w:rsid w:val="001B4C81"/>
    <w:rsid w:val="001B51BD"/>
    <w:rsid w:val="001B614F"/>
    <w:rsid w:val="001B69A8"/>
    <w:rsid w:val="001B74AA"/>
    <w:rsid w:val="001B7D0F"/>
    <w:rsid w:val="001C0253"/>
    <w:rsid w:val="001C0BF8"/>
    <w:rsid w:val="001C1143"/>
    <w:rsid w:val="001C50B7"/>
    <w:rsid w:val="001C5FD7"/>
    <w:rsid w:val="001C6521"/>
    <w:rsid w:val="001C6B56"/>
    <w:rsid w:val="001C71BE"/>
    <w:rsid w:val="001D0253"/>
    <w:rsid w:val="001D31E6"/>
    <w:rsid w:val="001D3746"/>
    <w:rsid w:val="001D3778"/>
    <w:rsid w:val="001D4AB9"/>
    <w:rsid w:val="001D538C"/>
    <w:rsid w:val="001D5ADE"/>
    <w:rsid w:val="001D63EE"/>
    <w:rsid w:val="001D70E0"/>
    <w:rsid w:val="001E02C3"/>
    <w:rsid w:val="001E12D5"/>
    <w:rsid w:val="001E1843"/>
    <w:rsid w:val="001E277E"/>
    <w:rsid w:val="001E2BE7"/>
    <w:rsid w:val="001E2F0D"/>
    <w:rsid w:val="001E3AD2"/>
    <w:rsid w:val="001E449F"/>
    <w:rsid w:val="001E48B7"/>
    <w:rsid w:val="001E6E40"/>
    <w:rsid w:val="001F01B3"/>
    <w:rsid w:val="001F03E3"/>
    <w:rsid w:val="001F0D3F"/>
    <w:rsid w:val="001F0E4E"/>
    <w:rsid w:val="001F101C"/>
    <w:rsid w:val="001F204B"/>
    <w:rsid w:val="001F24AE"/>
    <w:rsid w:val="001F2864"/>
    <w:rsid w:val="001F30F1"/>
    <w:rsid w:val="001F318F"/>
    <w:rsid w:val="001F585A"/>
    <w:rsid w:val="001F7137"/>
    <w:rsid w:val="001F7854"/>
    <w:rsid w:val="0020043D"/>
    <w:rsid w:val="00201393"/>
    <w:rsid w:val="002015EE"/>
    <w:rsid w:val="00204279"/>
    <w:rsid w:val="00204552"/>
    <w:rsid w:val="00204A46"/>
    <w:rsid w:val="00204EB2"/>
    <w:rsid w:val="002106BE"/>
    <w:rsid w:val="00211008"/>
    <w:rsid w:val="00211918"/>
    <w:rsid w:val="00211A4E"/>
    <w:rsid w:val="00211BCA"/>
    <w:rsid w:val="00211F0B"/>
    <w:rsid w:val="00212121"/>
    <w:rsid w:val="00212661"/>
    <w:rsid w:val="002134B4"/>
    <w:rsid w:val="00216795"/>
    <w:rsid w:val="002170E9"/>
    <w:rsid w:val="002170F9"/>
    <w:rsid w:val="00220754"/>
    <w:rsid w:val="00220DED"/>
    <w:rsid w:val="00220F65"/>
    <w:rsid w:val="0022136D"/>
    <w:rsid w:val="002237B3"/>
    <w:rsid w:val="00223C24"/>
    <w:rsid w:val="00226AE0"/>
    <w:rsid w:val="00227599"/>
    <w:rsid w:val="002279DB"/>
    <w:rsid w:val="00227C9B"/>
    <w:rsid w:val="002308A7"/>
    <w:rsid w:val="00232814"/>
    <w:rsid w:val="00232B30"/>
    <w:rsid w:val="00232FF9"/>
    <w:rsid w:val="00235A7D"/>
    <w:rsid w:val="00235CF0"/>
    <w:rsid w:val="002368AF"/>
    <w:rsid w:val="00237211"/>
    <w:rsid w:val="00237E11"/>
    <w:rsid w:val="002403D5"/>
    <w:rsid w:val="00241305"/>
    <w:rsid w:val="00242247"/>
    <w:rsid w:val="002424CB"/>
    <w:rsid w:val="0024279B"/>
    <w:rsid w:val="00242B1B"/>
    <w:rsid w:val="002449FD"/>
    <w:rsid w:val="00246D6A"/>
    <w:rsid w:val="00246EF1"/>
    <w:rsid w:val="00247731"/>
    <w:rsid w:val="00247F9A"/>
    <w:rsid w:val="002505F4"/>
    <w:rsid w:val="00251F61"/>
    <w:rsid w:val="0025385C"/>
    <w:rsid w:val="002564CE"/>
    <w:rsid w:val="002575F5"/>
    <w:rsid w:val="002576B7"/>
    <w:rsid w:val="00257E38"/>
    <w:rsid w:val="0026029F"/>
    <w:rsid w:val="0026083E"/>
    <w:rsid w:val="0026259D"/>
    <w:rsid w:val="0026684C"/>
    <w:rsid w:val="00271256"/>
    <w:rsid w:val="00271689"/>
    <w:rsid w:val="0027245D"/>
    <w:rsid w:val="002729CC"/>
    <w:rsid w:val="00272B7C"/>
    <w:rsid w:val="0027494D"/>
    <w:rsid w:val="0027575D"/>
    <w:rsid w:val="00277139"/>
    <w:rsid w:val="00277F43"/>
    <w:rsid w:val="00280822"/>
    <w:rsid w:val="002819D7"/>
    <w:rsid w:val="00281BD8"/>
    <w:rsid w:val="00282957"/>
    <w:rsid w:val="00283020"/>
    <w:rsid w:val="002830AC"/>
    <w:rsid w:val="002855E8"/>
    <w:rsid w:val="00286E78"/>
    <w:rsid w:val="0029237B"/>
    <w:rsid w:val="002927A1"/>
    <w:rsid w:val="00292B1A"/>
    <w:rsid w:val="002932C5"/>
    <w:rsid w:val="002940D9"/>
    <w:rsid w:val="00294835"/>
    <w:rsid w:val="00295085"/>
    <w:rsid w:val="00295224"/>
    <w:rsid w:val="0029551A"/>
    <w:rsid w:val="00295FC9"/>
    <w:rsid w:val="002A062C"/>
    <w:rsid w:val="002A0954"/>
    <w:rsid w:val="002A0A4B"/>
    <w:rsid w:val="002A0CAB"/>
    <w:rsid w:val="002A2E0E"/>
    <w:rsid w:val="002A324B"/>
    <w:rsid w:val="002A367F"/>
    <w:rsid w:val="002A4C6E"/>
    <w:rsid w:val="002A6540"/>
    <w:rsid w:val="002A662B"/>
    <w:rsid w:val="002A735D"/>
    <w:rsid w:val="002A75A1"/>
    <w:rsid w:val="002A7B2D"/>
    <w:rsid w:val="002B0531"/>
    <w:rsid w:val="002B1CCF"/>
    <w:rsid w:val="002B2915"/>
    <w:rsid w:val="002B3983"/>
    <w:rsid w:val="002B5A03"/>
    <w:rsid w:val="002B6727"/>
    <w:rsid w:val="002B69EB"/>
    <w:rsid w:val="002B6DF4"/>
    <w:rsid w:val="002B7367"/>
    <w:rsid w:val="002C0A4E"/>
    <w:rsid w:val="002C1210"/>
    <w:rsid w:val="002C12C5"/>
    <w:rsid w:val="002C3323"/>
    <w:rsid w:val="002C43DA"/>
    <w:rsid w:val="002C4939"/>
    <w:rsid w:val="002C72BC"/>
    <w:rsid w:val="002C757C"/>
    <w:rsid w:val="002D0097"/>
    <w:rsid w:val="002D1492"/>
    <w:rsid w:val="002D151E"/>
    <w:rsid w:val="002D3154"/>
    <w:rsid w:val="002D34FE"/>
    <w:rsid w:val="002D472A"/>
    <w:rsid w:val="002D649D"/>
    <w:rsid w:val="002D6A61"/>
    <w:rsid w:val="002D729D"/>
    <w:rsid w:val="002D7DCD"/>
    <w:rsid w:val="002E0E4C"/>
    <w:rsid w:val="002E11CE"/>
    <w:rsid w:val="002E1378"/>
    <w:rsid w:val="002E2047"/>
    <w:rsid w:val="002E34D0"/>
    <w:rsid w:val="002E40CB"/>
    <w:rsid w:val="002E57D9"/>
    <w:rsid w:val="002E67A6"/>
    <w:rsid w:val="002E6EA3"/>
    <w:rsid w:val="002E7922"/>
    <w:rsid w:val="002F06E9"/>
    <w:rsid w:val="002F0A12"/>
    <w:rsid w:val="002F1087"/>
    <w:rsid w:val="002F13B5"/>
    <w:rsid w:val="002F1E52"/>
    <w:rsid w:val="002F21E7"/>
    <w:rsid w:val="002F31FA"/>
    <w:rsid w:val="002F56E1"/>
    <w:rsid w:val="002F78C5"/>
    <w:rsid w:val="002F7CF4"/>
    <w:rsid w:val="0030095C"/>
    <w:rsid w:val="00301560"/>
    <w:rsid w:val="00301ECD"/>
    <w:rsid w:val="00303B01"/>
    <w:rsid w:val="00305015"/>
    <w:rsid w:val="0030649B"/>
    <w:rsid w:val="003074DD"/>
    <w:rsid w:val="003107BD"/>
    <w:rsid w:val="00310A77"/>
    <w:rsid w:val="00310CB8"/>
    <w:rsid w:val="00310E0E"/>
    <w:rsid w:val="00313B44"/>
    <w:rsid w:val="00316A88"/>
    <w:rsid w:val="00320692"/>
    <w:rsid w:val="00322BB6"/>
    <w:rsid w:val="00322F83"/>
    <w:rsid w:val="0032564F"/>
    <w:rsid w:val="003271C9"/>
    <w:rsid w:val="003272DE"/>
    <w:rsid w:val="00327B60"/>
    <w:rsid w:val="00330823"/>
    <w:rsid w:val="00330F05"/>
    <w:rsid w:val="00330F79"/>
    <w:rsid w:val="00331306"/>
    <w:rsid w:val="00332837"/>
    <w:rsid w:val="0033549F"/>
    <w:rsid w:val="003370CA"/>
    <w:rsid w:val="00340392"/>
    <w:rsid w:val="00340947"/>
    <w:rsid w:val="003412CB"/>
    <w:rsid w:val="00342025"/>
    <w:rsid w:val="00342AB6"/>
    <w:rsid w:val="00343F87"/>
    <w:rsid w:val="003443B3"/>
    <w:rsid w:val="0034572E"/>
    <w:rsid w:val="00346CE2"/>
    <w:rsid w:val="00347158"/>
    <w:rsid w:val="00350A43"/>
    <w:rsid w:val="003515EF"/>
    <w:rsid w:val="003517B2"/>
    <w:rsid w:val="00351EAA"/>
    <w:rsid w:val="00352BCF"/>
    <w:rsid w:val="003546C6"/>
    <w:rsid w:val="00354953"/>
    <w:rsid w:val="00354B8E"/>
    <w:rsid w:val="003571AC"/>
    <w:rsid w:val="00360931"/>
    <w:rsid w:val="00361450"/>
    <w:rsid w:val="00362012"/>
    <w:rsid w:val="00363B25"/>
    <w:rsid w:val="00363BD2"/>
    <w:rsid w:val="003655FB"/>
    <w:rsid w:val="003674E8"/>
    <w:rsid w:val="00367839"/>
    <w:rsid w:val="00367BA5"/>
    <w:rsid w:val="003709D0"/>
    <w:rsid w:val="00372EA6"/>
    <w:rsid w:val="003735FD"/>
    <w:rsid w:val="00373B82"/>
    <w:rsid w:val="0037686A"/>
    <w:rsid w:val="00376B9F"/>
    <w:rsid w:val="00377FAC"/>
    <w:rsid w:val="00380270"/>
    <w:rsid w:val="003819A1"/>
    <w:rsid w:val="00381F8C"/>
    <w:rsid w:val="0038358A"/>
    <w:rsid w:val="00390F7D"/>
    <w:rsid w:val="00391836"/>
    <w:rsid w:val="00391E1F"/>
    <w:rsid w:val="003943EF"/>
    <w:rsid w:val="00395F98"/>
    <w:rsid w:val="00395FA6"/>
    <w:rsid w:val="0039626C"/>
    <w:rsid w:val="00397312"/>
    <w:rsid w:val="003A191B"/>
    <w:rsid w:val="003A1F94"/>
    <w:rsid w:val="003A1FBD"/>
    <w:rsid w:val="003A222F"/>
    <w:rsid w:val="003A234F"/>
    <w:rsid w:val="003A2B65"/>
    <w:rsid w:val="003A39D3"/>
    <w:rsid w:val="003A3D6D"/>
    <w:rsid w:val="003A5489"/>
    <w:rsid w:val="003A6CC4"/>
    <w:rsid w:val="003A7393"/>
    <w:rsid w:val="003A7750"/>
    <w:rsid w:val="003B1715"/>
    <w:rsid w:val="003B31E2"/>
    <w:rsid w:val="003B48A8"/>
    <w:rsid w:val="003B4DE3"/>
    <w:rsid w:val="003B4DF8"/>
    <w:rsid w:val="003B54AD"/>
    <w:rsid w:val="003B574E"/>
    <w:rsid w:val="003B635B"/>
    <w:rsid w:val="003B6FB4"/>
    <w:rsid w:val="003B6FD5"/>
    <w:rsid w:val="003B71DA"/>
    <w:rsid w:val="003C0132"/>
    <w:rsid w:val="003C04F0"/>
    <w:rsid w:val="003C1274"/>
    <w:rsid w:val="003C3BD7"/>
    <w:rsid w:val="003C448C"/>
    <w:rsid w:val="003C4562"/>
    <w:rsid w:val="003C501B"/>
    <w:rsid w:val="003C65A5"/>
    <w:rsid w:val="003C6780"/>
    <w:rsid w:val="003C6B89"/>
    <w:rsid w:val="003C7CB8"/>
    <w:rsid w:val="003C7FBD"/>
    <w:rsid w:val="003D02CF"/>
    <w:rsid w:val="003D080C"/>
    <w:rsid w:val="003D2DD3"/>
    <w:rsid w:val="003D61D8"/>
    <w:rsid w:val="003D690E"/>
    <w:rsid w:val="003D72BC"/>
    <w:rsid w:val="003E0C5C"/>
    <w:rsid w:val="003E240C"/>
    <w:rsid w:val="003E2C1F"/>
    <w:rsid w:val="003E385A"/>
    <w:rsid w:val="003E3F72"/>
    <w:rsid w:val="003E479D"/>
    <w:rsid w:val="003E5456"/>
    <w:rsid w:val="003E5657"/>
    <w:rsid w:val="003E5FAC"/>
    <w:rsid w:val="003E5FAD"/>
    <w:rsid w:val="003E662D"/>
    <w:rsid w:val="003E68D7"/>
    <w:rsid w:val="003E6912"/>
    <w:rsid w:val="003E734E"/>
    <w:rsid w:val="003F0BA7"/>
    <w:rsid w:val="003F1860"/>
    <w:rsid w:val="003F2185"/>
    <w:rsid w:val="003F25F8"/>
    <w:rsid w:val="003F372B"/>
    <w:rsid w:val="003F6066"/>
    <w:rsid w:val="003F6733"/>
    <w:rsid w:val="003F6BE3"/>
    <w:rsid w:val="003F6DA4"/>
    <w:rsid w:val="00400662"/>
    <w:rsid w:val="00400F4A"/>
    <w:rsid w:val="00403B98"/>
    <w:rsid w:val="00403CEB"/>
    <w:rsid w:val="00405545"/>
    <w:rsid w:val="00406337"/>
    <w:rsid w:val="00407DF8"/>
    <w:rsid w:val="0041148D"/>
    <w:rsid w:val="00411699"/>
    <w:rsid w:val="00411C5B"/>
    <w:rsid w:val="0041242F"/>
    <w:rsid w:val="0041282E"/>
    <w:rsid w:val="00412DDA"/>
    <w:rsid w:val="0041315F"/>
    <w:rsid w:val="00414180"/>
    <w:rsid w:val="00414595"/>
    <w:rsid w:val="00414F6F"/>
    <w:rsid w:val="004159E7"/>
    <w:rsid w:val="004163DE"/>
    <w:rsid w:val="00416FE1"/>
    <w:rsid w:val="00421539"/>
    <w:rsid w:val="00422623"/>
    <w:rsid w:val="00423F86"/>
    <w:rsid w:val="00424505"/>
    <w:rsid w:val="00424608"/>
    <w:rsid w:val="00425C5E"/>
    <w:rsid w:val="0042639B"/>
    <w:rsid w:val="0042698C"/>
    <w:rsid w:val="004308C0"/>
    <w:rsid w:val="00430E42"/>
    <w:rsid w:val="0043157A"/>
    <w:rsid w:val="004318EE"/>
    <w:rsid w:val="0043222D"/>
    <w:rsid w:val="00433DDE"/>
    <w:rsid w:val="0043445F"/>
    <w:rsid w:val="00434ACE"/>
    <w:rsid w:val="00436281"/>
    <w:rsid w:val="00436C8B"/>
    <w:rsid w:val="0044126F"/>
    <w:rsid w:val="00442844"/>
    <w:rsid w:val="00443444"/>
    <w:rsid w:val="00443F16"/>
    <w:rsid w:val="00443F28"/>
    <w:rsid w:val="00444604"/>
    <w:rsid w:val="004446E6"/>
    <w:rsid w:val="004450A6"/>
    <w:rsid w:val="004465E6"/>
    <w:rsid w:val="0044667A"/>
    <w:rsid w:val="00450318"/>
    <w:rsid w:val="00450B91"/>
    <w:rsid w:val="0045178F"/>
    <w:rsid w:val="00451E57"/>
    <w:rsid w:val="00452235"/>
    <w:rsid w:val="00453699"/>
    <w:rsid w:val="0045381A"/>
    <w:rsid w:val="0045434F"/>
    <w:rsid w:val="004550CC"/>
    <w:rsid w:val="004558B4"/>
    <w:rsid w:val="00455C98"/>
    <w:rsid w:val="00457B7D"/>
    <w:rsid w:val="00460F80"/>
    <w:rsid w:val="00461469"/>
    <w:rsid w:val="0046152E"/>
    <w:rsid w:val="00461AB7"/>
    <w:rsid w:val="00461CA0"/>
    <w:rsid w:val="00463A5D"/>
    <w:rsid w:val="004648C9"/>
    <w:rsid w:val="00465914"/>
    <w:rsid w:val="00465A98"/>
    <w:rsid w:val="00465FF7"/>
    <w:rsid w:val="00466B03"/>
    <w:rsid w:val="004674D9"/>
    <w:rsid w:val="00467DC0"/>
    <w:rsid w:val="004707CA"/>
    <w:rsid w:val="00470A49"/>
    <w:rsid w:val="00470C3E"/>
    <w:rsid w:val="00470C64"/>
    <w:rsid w:val="004715EC"/>
    <w:rsid w:val="00471EEF"/>
    <w:rsid w:val="00472F10"/>
    <w:rsid w:val="004737C4"/>
    <w:rsid w:val="00474A0F"/>
    <w:rsid w:val="00476A9E"/>
    <w:rsid w:val="00476E39"/>
    <w:rsid w:val="004772DE"/>
    <w:rsid w:val="00477846"/>
    <w:rsid w:val="00477DDE"/>
    <w:rsid w:val="00480D07"/>
    <w:rsid w:val="00481835"/>
    <w:rsid w:val="00483E39"/>
    <w:rsid w:val="00484056"/>
    <w:rsid w:val="0048468B"/>
    <w:rsid w:val="00485877"/>
    <w:rsid w:val="00487C4A"/>
    <w:rsid w:val="004905AC"/>
    <w:rsid w:val="0049100B"/>
    <w:rsid w:val="004919AE"/>
    <w:rsid w:val="004925A2"/>
    <w:rsid w:val="004925A6"/>
    <w:rsid w:val="00494736"/>
    <w:rsid w:val="00495567"/>
    <w:rsid w:val="00495873"/>
    <w:rsid w:val="0049611B"/>
    <w:rsid w:val="0049697C"/>
    <w:rsid w:val="00496B4D"/>
    <w:rsid w:val="0049757C"/>
    <w:rsid w:val="004A1AEE"/>
    <w:rsid w:val="004A2B52"/>
    <w:rsid w:val="004A364C"/>
    <w:rsid w:val="004A41E8"/>
    <w:rsid w:val="004A4F8D"/>
    <w:rsid w:val="004A4FDE"/>
    <w:rsid w:val="004A51D2"/>
    <w:rsid w:val="004A72B0"/>
    <w:rsid w:val="004A73F8"/>
    <w:rsid w:val="004A7A12"/>
    <w:rsid w:val="004B186A"/>
    <w:rsid w:val="004B1BB6"/>
    <w:rsid w:val="004B38D0"/>
    <w:rsid w:val="004B3F24"/>
    <w:rsid w:val="004B4DE9"/>
    <w:rsid w:val="004B596F"/>
    <w:rsid w:val="004B625C"/>
    <w:rsid w:val="004B6C49"/>
    <w:rsid w:val="004B763C"/>
    <w:rsid w:val="004C0AA2"/>
    <w:rsid w:val="004C0C4F"/>
    <w:rsid w:val="004C12C9"/>
    <w:rsid w:val="004C179A"/>
    <w:rsid w:val="004C1CC1"/>
    <w:rsid w:val="004C262C"/>
    <w:rsid w:val="004C364B"/>
    <w:rsid w:val="004C46BA"/>
    <w:rsid w:val="004C5A9A"/>
    <w:rsid w:val="004C627D"/>
    <w:rsid w:val="004C6E15"/>
    <w:rsid w:val="004C7A68"/>
    <w:rsid w:val="004C7DE7"/>
    <w:rsid w:val="004D03D7"/>
    <w:rsid w:val="004D0787"/>
    <w:rsid w:val="004D0BF8"/>
    <w:rsid w:val="004D12DC"/>
    <w:rsid w:val="004D3011"/>
    <w:rsid w:val="004D37CB"/>
    <w:rsid w:val="004D4B77"/>
    <w:rsid w:val="004D4BCE"/>
    <w:rsid w:val="004D52DA"/>
    <w:rsid w:val="004D59C1"/>
    <w:rsid w:val="004D5B3F"/>
    <w:rsid w:val="004D5F52"/>
    <w:rsid w:val="004D6B43"/>
    <w:rsid w:val="004E012F"/>
    <w:rsid w:val="004E07F9"/>
    <w:rsid w:val="004E1D4F"/>
    <w:rsid w:val="004E2463"/>
    <w:rsid w:val="004E2F09"/>
    <w:rsid w:val="004E36D1"/>
    <w:rsid w:val="004E39AA"/>
    <w:rsid w:val="004E42DD"/>
    <w:rsid w:val="004E545D"/>
    <w:rsid w:val="004E5DFD"/>
    <w:rsid w:val="004E6A97"/>
    <w:rsid w:val="004F0369"/>
    <w:rsid w:val="004F065D"/>
    <w:rsid w:val="004F1AFD"/>
    <w:rsid w:val="004F225C"/>
    <w:rsid w:val="004F2961"/>
    <w:rsid w:val="004F47F8"/>
    <w:rsid w:val="004F549B"/>
    <w:rsid w:val="004F5B53"/>
    <w:rsid w:val="004F631E"/>
    <w:rsid w:val="004F67C5"/>
    <w:rsid w:val="004F7F3C"/>
    <w:rsid w:val="005010B6"/>
    <w:rsid w:val="00501E64"/>
    <w:rsid w:val="005028E9"/>
    <w:rsid w:val="00503402"/>
    <w:rsid w:val="0050428C"/>
    <w:rsid w:val="00504AC6"/>
    <w:rsid w:val="0050531A"/>
    <w:rsid w:val="00505D43"/>
    <w:rsid w:val="0050774A"/>
    <w:rsid w:val="00507F09"/>
    <w:rsid w:val="00510516"/>
    <w:rsid w:val="00511093"/>
    <w:rsid w:val="005115F2"/>
    <w:rsid w:val="00511DB3"/>
    <w:rsid w:val="005127BA"/>
    <w:rsid w:val="00512A1F"/>
    <w:rsid w:val="00514B2B"/>
    <w:rsid w:val="005159C9"/>
    <w:rsid w:val="0051697F"/>
    <w:rsid w:val="005169CA"/>
    <w:rsid w:val="00520167"/>
    <w:rsid w:val="00521286"/>
    <w:rsid w:val="005217D5"/>
    <w:rsid w:val="00522A4F"/>
    <w:rsid w:val="00522C4A"/>
    <w:rsid w:val="00523844"/>
    <w:rsid w:val="00523BD9"/>
    <w:rsid w:val="00526062"/>
    <w:rsid w:val="0052666C"/>
    <w:rsid w:val="0052698A"/>
    <w:rsid w:val="005309E1"/>
    <w:rsid w:val="00530CC8"/>
    <w:rsid w:val="00531757"/>
    <w:rsid w:val="005318BC"/>
    <w:rsid w:val="00531B5B"/>
    <w:rsid w:val="00534492"/>
    <w:rsid w:val="0053528D"/>
    <w:rsid w:val="00535CFA"/>
    <w:rsid w:val="00535D32"/>
    <w:rsid w:val="00537BBA"/>
    <w:rsid w:val="005414DA"/>
    <w:rsid w:val="00542312"/>
    <w:rsid w:val="00542F88"/>
    <w:rsid w:val="0054411B"/>
    <w:rsid w:val="005443DF"/>
    <w:rsid w:val="00544824"/>
    <w:rsid w:val="0054796B"/>
    <w:rsid w:val="005503D8"/>
    <w:rsid w:val="00550B0A"/>
    <w:rsid w:val="00551B6B"/>
    <w:rsid w:val="0055249C"/>
    <w:rsid w:val="0055264A"/>
    <w:rsid w:val="00552989"/>
    <w:rsid w:val="00552B2B"/>
    <w:rsid w:val="00553257"/>
    <w:rsid w:val="005540AC"/>
    <w:rsid w:val="005541B5"/>
    <w:rsid w:val="00556DE5"/>
    <w:rsid w:val="00557F68"/>
    <w:rsid w:val="005601A3"/>
    <w:rsid w:val="00560A84"/>
    <w:rsid w:val="005616A7"/>
    <w:rsid w:val="005623BE"/>
    <w:rsid w:val="00562F84"/>
    <w:rsid w:val="00563F22"/>
    <w:rsid w:val="005640A6"/>
    <w:rsid w:val="00565D68"/>
    <w:rsid w:val="00565FAD"/>
    <w:rsid w:val="00566C48"/>
    <w:rsid w:val="005679CE"/>
    <w:rsid w:val="00570091"/>
    <w:rsid w:val="005701DB"/>
    <w:rsid w:val="005708A9"/>
    <w:rsid w:val="005745FA"/>
    <w:rsid w:val="00574BDB"/>
    <w:rsid w:val="005759B2"/>
    <w:rsid w:val="00575ABC"/>
    <w:rsid w:val="00577BF0"/>
    <w:rsid w:val="00580337"/>
    <w:rsid w:val="00580D86"/>
    <w:rsid w:val="00586C4C"/>
    <w:rsid w:val="00587EFB"/>
    <w:rsid w:val="00587F72"/>
    <w:rsid w:val="00590027"/>
    <w:rsid w:val="005902ED"/>
    <w:rsid w:val="00590ECA"/>
    <w:rsid w:val="0059237A"/>
    <w:rsid w:val="005932A2"/>
    <w:rsid w:val="00594E3B"/>
    <w:rsid w:val="00594E5B"/>
    <w:rsid w:val="00595124"/>
    <w:rsid w:val="005951BD"/>
    <w:rsid w:val="005958FD"/>
    <w:rsid w:val="00595B7E"/>
    <w:rsid w:val="0059629E"/>
    <w:rsid w:val="00597484"/>
    <w:rsid w:val="005A0C92"/>
    <w:rsid w:val="005A19EE"/>
    <w:rsid w:val="005A1AE9"/>
    <w:rsid w:val="005A1BD9"/>
    <w:rsid w:val="005A3D73"/>
    <w:rsid w:val="005A412B"/>
    <w:rsid w:val="005A4D08"/>
    <w:rsid w:val="005A78D0"/>
    <w:rsid w:val="005A7A84"/>
    <w:rsid w:val="005B1784"/>
    <w:rsid w:val="005B1895"/>
    <w:rsid w:val="005B1BDA"/>
    <w:rsid w:val="005B2AE1"/>
    <w:rsid w:val="005B3C5A"/>
    <w:rsid w:val="005B5BF5"/>
    <w:rsid w:val="005B6711"/>
    <w:rsid w:val="005B7635"/>
    <w:rsid w:val="005B7DD5"/>
    <w:rsid w:val="005C1C3E"/>
    <w:rsid w:val="005C1FBC"/>
    <w:rsid w:val="005C2C8E"/>
    <w:rsid w:val="005C3DC3"/>
    <w:rsid w:val="005C4331"/>
    <w:rsid w:val="005C5CBA"/>
    <w:rsid w:val="005C5F4A"/>
    <w:rsid w:val="005C6759"/>
    <w:rsid w:val="005C7D11"/>
    <w:rsid w:val="005D4070"/>
    <w:rsid w:val="005D5B98"/>
    <w:rsid w:val="005D5C42"/>
    <w:rsid w:val="005D7877"/>
    <w:rsid w:val="005E1B72"/>
    <w:rsid w:val="005E21D8"/>
    <w:rsid w:val="005E2388"/>
    <w:rsid w:val="005E24FC"/>
    <w:rsid w:val="005E3587"/>
    <w:rsid w:val="005E44E6"/>
    <w:rsid w:val="005E459E"/>
    <w:rsid w:val="005E4648"/>
    <w:rsid w:val="005E57C0"/>
    <w:rsid w:val="005E74F5"/>
    <w:rsid w:val="005F0B6D"/>
    <w:rsid w:val="005F1385"/>
    <w:rsid w:val="005F239A"/>
    <w:rsid w:val="005F28FD"/>
    <w:rsid w:val="005F29A0"/>
    <w:rsid w:val="005F2B28"/>
    <w:rsid w:val="005F3355"/>
    <w:rsid w:val="005F40BF"/>
    <w:rsid w:val="005F4160"/>
    <w:rsid w:val="005F45A3"/>
    <w:rsid w:val="005F4778"/>
    <w:rsid w:val="005F58A9"/>
    <w:rsid w:val="005F61B1"/>
    <w:rsid w:val="005F748F"/>
    <w:rsid w:val="0060038D"/>
    <w:rsid w:val="00601210"/>
    <w:rsid w:val="006015E0"/>
    <w:rsid w:val="00602497"/>
    <w:rsid w:val="00602771"/>
    <w:rsid w:val="00602A78"/>
    <w:rsid w:val="00603260"/>
    <w:rsid w:val="006032B6"/>
    <w:rsid w:val="00604765"/>
    <w:rsid w:val="00605C45"/>
    <w:rsid w:val="0060644F"/>
    <w:rsid w:val="0060722A"/>
    <w:rsid w:val="006078EB"/>
    <w:rsid w:val="00607A39"/>
    <w:rsid w:val="00607C94"/>
    <w:rsid w:val="006102BF"/>
    <w:rsid w:val="00610401"/>
    <w:rsid w:val="00610E96"/>
    <w:rsid w:val="00611510"/>
    <w:rsid w:val="00612140"/>
    <w:rsid w:val="006123F9"/>
    <w:rsid w:val="00613186"/>
    <w:rsid w:val="0061335E"/>
    <w:rsid w:val="00614576"/>
    <w:rsid w:val="006145AC"/>
    <w:rsid w:val="00615B08"/>
    <w:rsid w:val="006164B9"/>
    <w:rsid w:val="00617361"/>
    <w:rsid w:val="00620078"/>
    <w:rsid w:val="00620E75"/>
    <w:rsid w:val="006227B4"/>
    <w:rsid w:val="00624846"/>
    <w:rsid w:val="006256AE"/>
    <w:rsid w:val="00626773"/>
    <w:rsid w:val="00626B3C"/>
    <w:rsid w:val="0063002C"/>
    <w:rsid w:val="00630404"/>
    <w:rsid w:val="00631C01"/>
    <w:rsid w:val="00632113"/>
    <w:rsid w:val="00632E9F"/>
    <w:rsid w:val="006330D4"/>
    <w:rsid w:val="00633121"/>
    <w:rsid w:val="00634FF4"/>
    <w:rsid w:val="00635FDC"/>
    <w:rsid w:val="0063683F"/>
    <w:rsid w:val="00636D8C"/>
    <w:rsid w:val="00641704"/>
    <w:rsid w:val="00642FBF"/>
    <w:rsid w:val="00644EB7"/>
    <w:rsid w:val="00645235"/>
    <w:rsid w:val="00646EF6"/>
    <w:rsid w:val="0064708E"/>
    <w:rsid w:val="00647487"/>
    <w:rsid w:val="006476B8"/>
    <w:rsid w:val="00647B8A"/>
    <w:rsid w:val="0065055A"/>
    <w:rsid w:val="00650DED"/>
    <w:rsid w:val="0065150B"/>
    <w:rsid w:val="00652DB5"/>
    <w:rsid w:val="0065350A"/>
    <w:rsid w:val="00654044"/>
    <w:rsid w:val="0065433E"/>
    <w:rsid w:val="006549A9"/>
    <w:rsid w:val="00654A1E"/>
    <w:rsid w:val="00654C2F"/>
    <w:rsid w:val="00654E0C"/>
    <w:rsid w:val="006563F1"/>
    <w:rsid w:val="006569A4"/>
    <w:rsid w:val="006569D1"/>
    <w:rsid w:val="00656A9D"/>
    <w:rsid w:val="00656CCE"/>
    <w:rsid w:val="00656E61"/>
    <w:rsid w:val="0066040E"/>
    <w:rsid w:val="00660C1A"/>
    <w:rsid w:val="00660FC1"/>
    <w:rsid w:val="0066159E"/>
    <w:rsid w:val="00662325"/>
    <w:rsid w:val="00662A44"/>
    <w:rsid w:val="00662A7D"/>
    <w:rsid w:val="00663128"/>
    <w:rsid w:val="006635CD"/>
    <w:rsid w:val="006644F6"/>
    <w:rsid w:val="00664CDC"/>
    <w:rsid w:val="006656DB"/>
    <w:rsid w:val="0066595D"/>
    <w:rsid w:val="00665A30"/>
    <w:rsid w:val="006665AE"/>
    <w:rsid w:val="00667F9F"/>
    <w:rsid w:val="0067196C"/>
    <w:rsid w:val="0067272F"/>
    <w:rsid w:val="00674A95"/>
    <w:rsid w:val="0067600C"/>
    <w:rsid w:val="00680061"/>
    <w:rsid w:val="006811A5"/>
    <w:rsid w:val="006811CB"/>
    <w:rsid w:val="00681CDF"/>
    <w:rsid w:val="00682CAC"/>
    <w:rsid w:val="006854BE"/>
    <w:rsid w:val="00690FF6"/>
    <w:rsid w:val="0069178E"/>
    <w:rsid w:val="00692449"/>
    <w:rsid w:val="00693445"/>
    <w:rsid w:val="00693E92"/>
    <w:rsid w:val="00694296"/>
    <w:rsid w:val="0069555B"/>
    <w:rsid w:val="0069701A"/>
    <w:rsid w:val="006973B2"/>
    <w:rsid w:val="006A0CB4"/>
    <w:rsid w:val="006A1AD0"/>
    <w:rsid w:val="006A2B9A"/>
    <w:rsid w:val="006A2D7C"/>
    <w:rsid w:val="006A3099"/>
    <w:rsid w:val="006A3A23"/>
    <w:rsid w:val="006A48EC"/>
    <w:rsid w:val="006A51AD"/>
    <w:rsid w:val="006A53EA"/>
    <w:rsid w:val="006A61D2"/>
    <w:rsid w:val="006A6868"/>
    <w:rsid w:val="006A6AE5"/>
    <w:rsid w:val="006A6B93"/>
    <w:rsid w:val="006A747B"/>
    <w:rsid w:val="006A7AE7"/>
    <w:rsid w:val="006B1407"/>
    <w:rsid w:val="006B349F"/>
    <w:rsid w:val="006B35B0"/>
    <w:rsid w:val="006B4172"/>
    <w:rsid w:val="006B5565"/>
    <w:rsid w:val="006B5C3F"/>
    <w:rsid w:val="006B6806"/>
    <w:rsid w:val="006C06D9"/>
    <w:rsid w:val="006C080F"/>
    <w:rsid w:val="006C0F31"/>
    <w:rsid w:val="006C19F8"/>
    <w:rsid w:val="006C1B68"/>
    <w:rsid w:val="006C22E5"/>
    <w:rsid w:val="006C26F7"/>
    <w:rsid w:val="006C3206"/>
    <w:rsid w:val="006C3EFB"/>
    <w:rsid w:val="006C3FC9"/>
    <w:rsid w:val="006C4BE8"/>
    <w:rsid w:val="006C52A2"/>
    <w:rsid w:val="006C5F72"/>
    <w:rsid w:val="006C5FCE"/>
    <w:rsid w:val="006C675A"/>
    <w:rsid w:val="006C783C"/>
    <w:rsid w:val="006C7E54"/>
    <w:rsid w:val="006D0A8A"/>
    <w:rsid w:val="006D0D22"/>
    <w:rsid w:val="006D0ECA"/>
    <w:rsid w:val="006D1353"/>
    <w:rsid w:val="006D17BD"/>
    <w:rsid w:val="006D26D5"/>
    <w:rsid w:val="006D297C"/>
    <w:rsid w:val="006D3F46"/>
    <w:rsid w:val="006D4463"/>
    <w:rsid w:val="006D4846"/>
    <w:rsid w:val="006D5DFD"/>
    <w:rsid w:val="006D6649"/>
    <w:rsid w:val="006D7BF4"/>
    <w:rsid w:val="006D7EBD"/>
    <w:rsid w:val="006E0784"/>
    <w:rsid w:val="006E0BD4"/>
    <w:rsid w:val="006E2EE6"/>
    <w:rsid w:val="006E2FBF"/>
    <w:rsid w:val="006E41C2"/>
    <w:rsid w:val="006E468D"/>
    <w:rsid w:val="006E49E7"/>
    <w:rsid w:val="006E4EC6"/>
    <w:rsid w:val="006E53AC"/>
    <w:rsid w:val="006E6C73"/>
    <w:rsid w:val="006E70BF"/>
    <w:rsid w:val="006E7736"/>
    <w:rsid w:val="006F407B"/>
    <w:rsid w:val="006F43D5"/>
    <w:rsid w:val="006F4698"/>
    <w:rsid w:val="006F4CDC"/>
    <w:rsid w:val="006F52CC"/>
    <w:rsid w:val="006F6F07"/>
    <w:rsid w:val="006F7E0C"/>
    <w:rsid w:val="00700B00"/>
    <w:rsid w:val="0070125A"/>
    <w:rsid w:val="007012AD"/>
    <w:rsid w:val="00701D34"/>
    <w:rsid w:val="00702C24"/>
    <w:rsid w:val="00703B35"/>
    <w:rsid w:val="007040A5"/>
    <w:rsid w:val="00705514"/>
    <w:rsid w:val="00706939"/>
    <w:rsid w:val="00707931"/>
    <w:rsid w:val="00710FB1"/>
    <w:rsid w:val="00711CA7"/>
    <w:rsid w:val="00713C96"/>
    <w:rsid w:val="007142DB"/>
    <w:rsid w:val="0071442A"/>
    <w:rsid w:val="00714F69"/>
    <w:rsid w:val="0071563F"/>
    <w:rsid w:val="00716B82"/>
    <w:rsid w:val="00716E8D"/>
    <w:rsid w:val="00717E1D"/>
    <w:rsid w:val="00720CFC"/>
    <w:rsid w:val="00722887"/>
    <w:rsid w:val="0072297A"/>
    <w:rsid w:val="00723265"/>
    <w:rsid w:val="0072354C"/>
    <w:rsid w:val="00723F59"/>
    <w:rsid w:val="007245DD"/>
    <w:rsid w:val="007254B5"/>
    <w:rsid w:val="00725A24"/>
    <w:rsid w:val="00725D81"/>
    <w:rsid w:val="00726070"/>
    <w:rsid w:val="0072613B"/>
    <w:rsid w:val="00726E25"/>
    <w:rsid w:val="0072779C"/>
    <w:rsid w:val="00727B08"/>
    <w:rsid w:val="00731EB1"/>
    <w:rsid w:val="00733130"/>
    <w:rsid w:val="0073332E"/>
    <w:rsid w:val="00733654"/>
    <w:rsid w:val="007336E7"/>
    <w:rsid w:val="0073456C"/>
    <w:rsid w:val="0073519B"/>
    <w:rsid w:val="00735C5F"/>
    <w:rsid w:val="00735F50"/>
    <w:rsid w:val="0073698C"/>
    <w:rsid w:val="00737543"/>
    <w:rsid w:val="00737615"/>
    <w:rsid w:val="00737C9A"/>
    <w:rsid w:val="0074037A"/>
    <w:rsid w:val="007403A8"/>
    <w:rsid w:val="00741609"/>
    <w:rsid w:val="007426E4"/>
    <w:rsid w:val="007433EC"/>
    <w:rsid w:val="00743625"/>
    <w:rsid w:val="00743E36"/>
    <w:rsid w:val="007455F1"/>
    <w:rsid w:val="0074563B"/>
    <w:rsid w:val="00745CA6"/>
    <w:rsid w:val="00745CD0"/>
    <w:rsid w:val="00745F92"/>
    <w:rsid w:val="007460E2"/>
    <w:rsid w:val="007464BE"/>
    <w:rsid w:val="00746676"/>
    <w:rsid w:val="00747481"/>
    <w:rsid w:val="00750AA4"/>
    <w:rsid w:val="00750B89"/>
    <w:rsid w:val="00751C97"/>
    <w:rsid w:val="00751E07"/>
    <w:rsid w:val="007527BB"/>
    <w:rsid w:val="00753118"/>
    <w:rsid w:val="007546FB"/>
    <w:rsid w:val="007547FB"/>
    <w:rsid w:val="0075585F"/>
    <w:rsid w:val="0075782D"/>
    <w:rsid w:val="0076030E"/>
    <w:rsid w:val="0076120B"/>
    <w:rsid w:val="0076126B"/>
    <w:rsid w:val="0076173E"/>
    <w:rsid w:val="00762472"/>
    <w:rsid w:val="0076265A"/>
    <w:rsid w:val="00762B57"/>
    <w:rsid w:val="00763A92"/>
    <w:rsid w:val="00764221"/>
    <w:rsid w:val="007646A0"/>
    <w:rsid w:val="00764A57"/>
    <w:rsid w:val="00764DF7"/>
    <w:rsid w:val="0076592F"/>
    <w:rsid w:val="0077024A"/>
    <w:rsid w:val="00771278"/>
    <w:rsid w:val="0077199E"/>
    <w:rsid w:val="00772066"/>
    <w:rsid w:val="00772EDD"/>
    <w:rsid w:val="00773480"/>
    <w:rsid w:val="00775132"/>
    <w:rsid w:val="0077593E"/>
    <w:rsid w:val="00777C0C"/>
    <w:rsid w:val="00777FCD"/>
    <w:rsid w:val="00780098"/>
    <w:rsid w:val="00780CC0"/>
    <w:rsid w:val="00780E62"/>
    <w:rsid w:val="00781617"/>
    <w:rsid w:val="00783448"/>
    <w:rsid w:val="007840E3"/>
    <w:rsid w:val="007851E8"/>
    <w:rsid w:val="00786751"/>
    <w:rsid w:val="00787527"/>
    <w:rsid w:val="0079145F"/>
    <w:rsid w:val="00791898"/>
    <w:rsid w:val="00792F39"/>
    <w:rsid w:val="00794589"/>
    <w:rsid w:val="0079522A"/>
    <w:rsid w:val="00795863"/>
    <w:rsid w:val="0079635A"/>
    <w:rsid w:val="00796B60"/>
    <w:rsid w:val="00797028"/>
    <w:rsid w:val="00797645"/>
    <w:rsid w:val="007A169E"/>
    <w:rsid w:val="007A2105"/>
    <w:rsid w:val="007A2944"/>
    <w:rsid w:val="007A3948"/>
    <w:rsid w:val="007A547F"/>
    <w:rsid w:val="007A699A"/>
    <w:rsid w:val="007A6F41"/>
    <w:rsid w:val="007A7762"/>
    <w:rsid w:val="007B0759"/>
    <w:rsid w:val="007B38EB"/>
    <w:rsid w:val="007B484E"/>
    <w:rsid w:val="007B6C8A"/>
    <w:rsid w:val="007B75F5"/>
    <w:rsid w:val="007C0E9B"/>
    <w:rsid w:val="007C115E"/>
    <w:rsid w:val="007C2420"/>
    <w:rsid w:val="007C252B"/>
    <w:rsid w:val="007C4F94"/>
    <w:rsid w:val="007C5239"/>
    <w:rsid w:val="007C57B5"/>
    <w:rsid w:val="007C657F"/>
    <w:rsid w:val="007C7D21"/>
    <w:rsid w:val="007D027C"/>
    <w:rsid w:val="007D1256"/>
    <w:rsid w:val="007D28BB"/>
    <w:rsid w:val="007D43F9"/>
    <w:rsid w:val="007D4443"/>
    <w:rsid w:val="007D52E3"/>
    <w:rsid w:val="007D66E2"/>
    <w:rsid w:val="007D6806"/>
    <w:rsid w:val="007D7C70"/>
    <w:rsid w:val="007E0558"/>
    <w:rsid w:val="007E1FD7"/>
    <w:rsid w:val="007E22C2"/>
    <w:rsid w:val="007E46F9"/>
    <w:rsid w:val="007E47EB"/>
    <w:rsid w:val="007E4F00"/>
    <w:rsid w:val="007E5D2E"/>
    <w:rsid w:val="007E6482"/>
    <w:rsid w:val="007E6AB5"/>
    <w:rsid w:val="007F033A"/>
    <w:rsid w:val="007F062E"/>
    <w:rsid w:val="007F0A75"/>
    <w:rsid w:val="007F10C6"/>
    <w:rsid w:val="007F1155"/>
    <w:rsid w:val="007F2676"/>
    <w:rsid w:val="007F3BB3"/>
    <w:rsid w:val="007F461B"/>
    <w:rsid w:val="007F4FD4"/>
    <w:rsid w:val="007F509B"/>
    <w:rsid w:val="00800F32"/>
    <w:rsid w:val="00801660"/>
    <w:rsid w:val="00801E0F"/>
    <w:rsid w:val="00802F1E"/>
    <w:rsid w:val="0080317E"/>
    <w:rsid w:val="00804327"/>
    <w:rsid w:val="008046D2"/>
    <w:rsid w:val="00804E1F"/>
    <w:rsid w:val="00805147"/>
    <w:rsid w:val="00806648"/>
    <w:rsid w:val="0080758B"/>
    <w:rsid w:val="008110D0"/>
    <w:rsid w:val="00811225"/>
    <w:rsid w:val="00812E14"/>
    <w:rsid w:val="00813448"/>
    <w:rsid w:val="0081344E"/>
    <w:rsid w:val="00814F12"/>
    <w:rsid w:val="00815448"/>
    <w:rsid w:val="00816327"/>
    <w:rsid w:val="00816DCD"/>
    <w:rsid w:val="00816F67"/>
    <w:rsid w:val="00817408"/>
    <w:rsid w:val="008175A7"/>
    <w:rsid w:val="00821F4C"/>
    <w:rsid w:val="008222CA"/>
    <w:rsid w:val="00822C75"/>
    <w:rsid w:val="00822E92"/>
    <w:rsid w:val="00823B5B"/>
    <w:rsid w:val="008242C8"/>
    <w:rsid w:val="00824A7A"/>
    <w:rsid w:val="0082586D"/>
    <w:rsid w:val="00825F82"/>
    <w:rsid w:val="00830260"/>
    <w:rsid w:val="00830BDC"/>
    <w:rsid w:val="00830DBF"/>
    <w:rsid w:val="0083166F"/>
    <w:rsid w:val="00831803"/>
    <w:rsid w:val="00832175"/>
    <w:rsid w:val="008328EA"/>
    <w:rsid w:val="00832C37"/>
    <w:rsid w:val="008332AD"/>
    <w:rsid w:val="00833721"/>
    <w:rsid w:val="00833B61"/>
    <w:rsid w:val="008340E2"/>
    <w:rsid w:val="008340F6"/>
    <w:rsid w:val="00834AE9"/>
    <w:rsid w:val="00840C5D"/>
    <w:rsid w:val="00841710"/>
    <w:rsid w:val="00841820"/>
    <w:rsid w:val="00841B2C"/>
    <w:rsid w:val="00843B21"/>
    <w:rsid w:val="00843B86"/>
    <w:rsid w:val="00843DCE"/>
    <w:rsid w:val="00846BC6"/>
    <w:rsid w:val="00847336"/>
    <w:rsid w:val="00850CD3"/>
    <w:rsid w:val="0085168F"/>
    <w:rsid w:val="0085211E"/>
    <w:rsid w:val="00852C37"/>
    <w:rsid w:val="0085366D"/>
    <w:rsid w:val="0085532F"/>
    <w:rsid w:val="00855637"/>
    <w:rsid w:val="00855AE4"/>
    <w:rsid w:val="008561D1"/>
    <w:rsid w:val="00857791"/>
    <w:rsid w:val="00860CD6"/>
    <w:rsid w:val="00862262"/>
    <w:rsid w:val="00862B3F"/>
    <w:rsid w:val="00862B92"/>
    <w:rsid w:val="00862E9C"/>
    <w:rsid w:val="0086338B"/>
    <w:rsid w:val="00863C96"/>
    <w:rsid w:val="00863FE9"/>
    <w:rsid w:val="00864BBA"/>
    <w:rsid w:val="00865B7D"/>
    <w:rsid w:val="00865FD7"/>
    <w:rsid w:val="00866A02"/>
    <w:rsid w:val="00866BC9"/>
    <w:rsid w:val="00870736"/>
    <w:rsid w:val="00871E32"/>
    <w:rsid w:val="00871EE1"/>
    <w:rsid w:val="00874604"/>
    <w:rsid w:val="00875787"/>
    <w:rsid w:val="0087669B"/>
    <w:rsid w:val="00877F8D"/>
    <w:rsid w:val="0088098E"/>
    <w:rsid w:val="00880E95"/>
    <w:rsid w:val="008816EB"/>
    <w:rsid w:val="0088190B"/>
    <w:rsid w:val="00881A7F"/>
    <w:rsid w:val="00881DBE"/>
    <w:rsid w:val="00882B67"/>
    <w:rsid w:val="00884518"/>
    <w:rsid w:val="008853D3"/>
    <w:rsid w:val="008856FE"/>
    <w:rsid w:val="0088626F"/>
    <w:rsid w:val="008879B7"/>
    <w:rsid w:val="0089002D"/>
    <w:rsid w:val="00891654"/>
    <w:rsid w:val="0089217E"/>
    <w:rsid w:val="00892B63"/>
    <w:rsid w:val="00892DBB"/>
    <w:rsid w:val="00892E6E"/>
    <w:rsid w:val="00893084"/>
    <w:rsid w:val="00894B0F"/>
    <w:rsid w:val="00895CBC"/>
    <w:rsid w:val="008966B9"/>
    <w:rsid w:val="008977B3"/>
    <w:rsid w:val="00897F65"/>
    <w:rsid w:val="008A09C7"/>
    <w:rsid w:val="008A12F6"/>
    <w:rsid w:val="008A2055"/>
    <w:rsid w:val="008A2389"/>
    <w:rsid w:val="008A24AB"/>
    <w:rsid w:val="008A28EE"/>
    <w:rsid w:val="008A2FF9"/>
    <w:rsid w:val="008A31C3"/>
    <w:rsid w:val="008A6F8B"/>
    <w:rsid w:val="008A7345"/>
    <w:rsid w:val="008A7420"/>
    <w:rsid w:val="008A7D34"/>
    <w:rsid w:val="008A7D9F"/>
    <w:rsid w:val="008B022C"/>
    <w:rsid w:val="008B21DB"/>
    <w:rsid w:val="008B3155"/>
    <w:rsid w:val="008B411A"/>
    <w:rsid w:val="008B789E"/>
    <w:rsid w:val="008C294E"/>
    <w:rsid w:val="008C2BB0"/>
    <w:rsid w:val="008C2E8E"/>
    <w:rsid w:val="008C3E9F"/>
    <w:rsid w:val="008C4133"/>
    <w:rsid w:val="008C6807"/>
    <w:rsid w:val="008C7C36"/>
    <w:rsid w:val="008D139A"/>
    <w:rsid w:val="008D21C9"/>
    <w:rsid w:val="008D27B7"/>
    <w:rsid w:val="008D27F3"/>
    <w:rsid w:val="008D2CCA"/>
    <w:rsid w:val="008D4879"/>
    <w:rsid w:val="008D4D5D"/>
    <w:rsid w:val="008D50D3"/>
    <w:rsid w:val="008D6164"/>
    <w:rsid w:val="008D647F"/>
    <w:rsid w:val="008D7858"/>
    <w:rsid w:val="008E0711"/>
    <w:rsid w:val="008E130D"/>
    <w:rsid w:val="008E15E4"/>
    <w:rsid w:val="008E248D"/>
    <w:rsid w:val="008E3BB8"/>
    <w:rsid w:val="008E41FD"/>
    <w:rsid w:val="008E58D1"/>
    <w:rsid w:val="008E5DF3"/>
    <w:rsid w:val="008E6CF1"/>
    <w:rsid w:val="008E6D82"/>
    <w:rsid w:val="008F12BB"/>
    <w:rsid w:val="008F17F1"/>
    <w:rsid w:val="008F3FF8"/>
    <w:rsid w:val="008F5CAA"/>
    <w:rsid w:val="008F77D4"/>
    <w:rsid w:val="00901242"/>
    <w:rsid w:val="00901858"/>
    <w:rsid w:val="00902500"/>
    <w:rsid w:val="00902827"/>
    <w:rsid w:val="00902E30"/>
    <w:rsid w:val="00903D11"/>
    <w:rsid w:val="00904A94"/>
    <w:rsid w:val="00905AE8"/>
    <w:rsid w:val="00906007"/>
    <w:rsid w:val="00906066"/>
    <w:rsid w:val="0091039D"/>
    <w:rsid w:val="00911354"/>
    <w:rsid w:val="0091169E"/>
    <w:rsid w:val="00911EE6"/>
    <w:rsid w:val="0091218A"/>
    <w:rsid w:val="00912A12"/>
    <w:rsid w:val="0091393D"/>
    <w:rsid w:val="00914279"/>
    <w:rsid w:val="00917B86"/>
    <w:rsid w:val="00922366"/>
    <w:rsid w:val="009223BB"/>
    <w:rsid w:val="009233EB"/>
    <w:rsid w:val="009254C0"/>
    <w:rsid w:val="00925D5C"/>
    <w:rsid w:val="00926277"/>
    <w:rsid w:val="00932AFD"/>
    <w:rsid w:val="00933269"/>
    <w:rsid w:val="00934E53"/>
    <w:rsid w:val="00936700"/>
    <w:rsid w:val="0094137D"/>
    <w:rsid w:val="00941DDD"/>
    <w:rsid w:val="009423C8"/>
    <w:rsid w:val="00943887"/>
    <w:rsid w:val="00943CDC"/>
    <w:rsid w:val="00945326"/>
    <w:rsid w:val="0094671A"/>
    <w:rsid w:val="0094720B"/>
    <w:rsid w:val="009506C0"/>
    <w:rsid w:val="009517C9"/>
    <w:rsid w:val="00954344"/>
    <w:rsid w:val="009570EF"/>
    <w:rsid w:val="009575AC"/>
    <w:rsid w:val="0096224E"/>
    <w:rsid w:val="00962E74"/>
    <w:rsid w:val="00963BD5"/>
    <w:rsid w:val="00964510"/>
    <w:rsid w:val="009647EC"/>
    <w:rsid w:val="00964BDF"/>
    <w:rsid w:val="00964FAE"/>
    <w:rsid w:val="00964FF7"/>
    <w:rsid w:val="00965049"/>
    <w:rsid w:val="0096752B"/>
    <w:rsid w:val="00972ABB"/>
    <w:rsid w:val="00972F48"/>
    <w:rsid w:val="00974575"/>
    <w:rsid w:val="00977999"/>
    <w:rsid w:val="00977D7E"/>
    <w:rsid w:val="00982FF2"/>
    <w:rsid w:val="0098363F"/>
    <w:rsid w:val="00983B29"/>
    <w:rsid w:val="00984D63"/>
    <w:rsid w:val="00986896"/>
    <w:rsid w:val="00987802"/>
    <w:rsid w:val="0099029A"/>
    <w:rsid w:val="0099093A"/>
    <w:rsid w:val="009915D4"/>
    <w:rsid w:val="0099443B"/>
    <w:rsid w:val="00994E93"/>
    <w:rsid w:val="00995B6F"/>
    <w:rsid w:val="00995ECF"/>
    <w:rsid w:val="00995F4B"/>
    <w:rsid w:val="00997300"/>
    <w:rsid w:val="009973E8"/>
    <w:rsid w:val="009A03FF"/>
    <w:rsid w:val="009A3037"/>
    <w:rsid w:val="009A3401"/>
    <w:rsid w:val="009A35A9"/>
    <w:rsid w:val="009A5225"/>
    <w:rsid w:val="009A75FF"/>
    <w:rsid w:val="009A7D0D"/>
    <w:rsid w:val="009B2CD6"/>
    <w:rsid w:val="009B34CF"/>
    <w:rsid w:val="009B38E3"/>
    <w:rsid w:val="009B3B3F"/>
    <w:rsid w:val="009B42AD"/>
    <w:rsid w:val="009B6052"/>
    <w:rsid w:val="009B697F"/>
    <w:rsid w:val="009B78D7"/>
    <w:rsid w:val="009C3B1E"/>
    <w:rsid w:val="009C4645"/>
    <w:rsid w:val="009C575E"/>
    <w:rsid w:val="009C5CBB"/>
    <w:rsid w:val="009C6E04"/>
    <w:rsid w:val="009D1668"/>
    <w:rsid w:val="009D1939"/>
    <w:rsid w:val="009D2D8C"/>
    <w:rsid w:val="009D2E5F"/>
    <w:rsid w:val="009D310F"/>
    <w:rsid w:val="009D3D3B"/>
    <w:rsid w:val="009D54AA"/>
    <w:rsid w:val="009D5817"/>
    <w:rsid w:val="009D6CBD"/>
    <w:rsid w:val="009D71D5"/>
    <w:rsid w:val="009D7C6E"/>
    <w:rsid w:val="009E0409"/>
    <w:rsid w:val="009E24D4"/>
    <w:rsid w:val="009E2E0A"/>
    <w:rsid w:val="009E32C0"/>
    <w:rsid w:val="009E340B"/>
    <w:rsid w:val="009E354E"/>
    <w:rsid w:val="009E5E6E"/>
    <w:rsid w:val="009E7519"/>
    <w:rsid w:val="009E7B75"/>
    <w:rsid w:val="009F03D8"/>
    <w:rsid w:val="009F0EA3"/>
    <w:rsid w:val="009F29E2"/>
    <w:rsid w:val="009F669B"/>
    <w:rsid w:val="009F7D81"/>
    <w:rsid w:val="00A00F3F"/>
    <w:rsid w:val="00A014BD"/>
    <w:rsid w:val="00A01863"/>
    <w:rsid w:val="00A02CD7"/>
    <w:rsid w:val="00A03179"/>
    <w:rsid w:val="00A03556"/>
    <w:rsid w:val="00A073AE"/>
    <w:rsid w:val="00A074C0"/>
    <w:rsid w:val="00A07A07"/>
    <w:rsid w:val="00A07BB3"/>
    <w:rsid w:val="00A10549"/>
    <w:rsid w:val="00A112A4"/>
    <w:rsid w:val="00A112D5"/>
    <w:rsid w:val="00A113F4"/>
    <w:rsid w:val="00A11796"/>
    <w:rsid w:val="00A143C2"/>
    <w:rsid w:val="00A14C11"/>
    <w:rsid w:val="00A14CB8"/>
    <w:rsid w:val="00A14F26"/>
    <w:rsid w:val="00A15A84"/>
    <w:rsid w:val="00A15BA7"/>
    <w:rsid w:val="00A15BEB"/>
    <w:rsid w:val="00A15E9E"/>
    <w:rsid w:val="00A177EF"/>
    <w:rsid w:val="00A20F4C"/>
    <w:rsid w:val="00A214ED"/>
    <w:rsid w:val="00A219CC"/>
    <w:rsid w:val="00A23295"/>
    <w:rsid w:val="00A23FEB"/>
    <w:rsid w:val="00A24042"/>
    <w:rsid w:val="00A24C8F"/>
    <w:rsid w:val="00A253BC"/>
    <w:rsid w:val="00A27C13"/>
    <w:rsid w:val="00A30203"/>
    <w:rsid w:val="00A30FAD"/>
    <w:rsid w:val="00A310DD"/>
    <w:rsid w:val="00A31FF3"/>
    <w:rsid w:val="00A32F6F"/>
    <w:rsid w:val="00A33C2C"/>
    <w:rsid w:val="00A33EC5"/>
    <w:rsid w:val="00A3654D"/>
    <w:rsid w:val="00A36DF7"/>
    <w:rsid w:val="00A42409"/>
    <w:rsid w:val="00A437AB"/>
    <w:rsid w:val="00A43F74"/>
    <w:rsid w:val="00A44A5D"/>
    <w:rsid w:val="00A45465"/>
    <w:rsid w:val="00A4571D"/>
    <w:rsid w:val="00A46AD6"/>
    <w:rsid w:val="00A46EE9"/>
    <w:rsid w:val="00A46F9B"/>
    <w:rsid w:val="00A51107"/>
    <w:rsid w:val="00A51352"/>
    <w:rsid w:val="00A51C71"/>
    <w:rsid w:val="00A52006"/>
    <w:rsid w:val="00A5201A"/>
    <w:rsid w:val="00A52A13"/>
    <w:rsid w:val="00A53D36"/>
    <w:rsid w:val="00A54421"/>
    <w:rsid w:val="00A54AA4"/>
    <w:rsid w:val="00A54D64"/>
    <w:rsid w:val="00A55D55"/>
    <w:rsid w:val="00A56C32"/>
    <w:rsid w:val="00A571DE"/>
    <w:rsid w:val="00A608F9"/>
    <w:rsid w:val="00A60B2B"/>
    <w:rsid w:val="00A620B1"/>
    <w:rsid w:val="00A62311"/>
    <w:rsid w:val="00A62743"/>
    <w:rsid w:val="00A6493D"/>
    <w:rsid w:val="00A66BCC"/>
    <w:rsid w:val="00A67EDA"/>
    <w:rsid w:val="00A70CE8"/>
    <w:rsid w:val="00A720DD"/>
    <w:rsid w:val="00A72BA5"/>
    <w:rsid w:val="00A73CE6"/>
    <w:rsid w:val="00A73DB6"/>
    <w:rsid w:val="00A73E5A"/>
    <w:rsid w:val="00A744E5"/>
    <w:rsid w:val="00A74AD4"/>
    <w:rsid w:val="00A76E22"/>
    <w:rsid w:val="00A7708B"/>
    <w:rsid w:val="00A81E50"/>
    <w:rsid w:val="00A821D3"/>
    <w:rsid w:val="00A826A4"/>
    <w:rsid w:val="00A82A39"/>
    <w:rsid w:val="00A8470B"/>
    <w:rsid w:val="00A85D01"/>
    <w:rsid w:val="00A87629"/>
    <w:rsid w:val="00A8792A"/>
    <w:rsid w:val="00A901EF"/>
    <w:rsid w:val="00A9040D"/>
    <w:rsid w:val="00A93F0D"/>
    <w:rsid w:val="00A94384"/>
    <w:rsid w:val="00A9525B"/>
    <w:rsid w:val="00A961B8"/>
    <w:rsid w:val="00A970E7"/>
    <w:rsid w:val="00A975AC"/>
    <w:rsid w:val="00AA07F0"/>
    <w:rsid w:val="00AA19E3"/>
    <w:rsid w:val="00AA1E7C"/>
    <w:rsid w:val="00AA22EA"/>
    <w:rsid w:val="00AA2382"/>
    <w:rsid w:val="00AA2519"/>
    <w:rsid w:val="00AA2E41"/>
    <w:rsid w:val="00AA341F"/>
    <w:rsid w:val="00AA4E9A"/>
    <w:rsid w:val="00AA5385"/>
    <w:rsid w:val="00AA55B0"/>
    <w:rsid w:val="00AA58FC"/>
    <w:rsid w:val="00AA682C"/>
    <w:rsid w:val="00AA690C"/>
    <w:rsid w:val="00AA6F5F"/>
    <w:rsid w:val="00AB083C"/>
    <w:rsid w:val="00AB22A8"/>
    <w:rsid w:val="00AB3B8C"/>
    <w:rsid w:val="00AB52E4"/>
    <w:rsid w:val="00AB5B48"/>
    <w:rsid w:val="00AB6305"/>
    <w:rsid w:val="00AB67A2"/>
    <w:rsid w:val="00AB71A8"/>
    <w:rsid w:val="00AB71C1"/>
    <w:rsid w:val="00AB76BC"/>
    <w:rsid w:val="00AC02EE"/>
    <w:rsid w:val="00AC0423"/>
    <w:rsid w:val="00AC082E"/>
    <w:rsid w:val="00AC0C26"/>
    <w:rsid w:val="00AC11F4"/>
    <w:rsid w:val="00AC1A5B"/>
    <w:rsid w:val="00AC2182"/>
    <w:rsid w:val="00AC29C5"/>
    <w:rsid w:val="00AC3142"/>
    <w:rsid w:val="00AC45E1"/>
    <w:rsid w:val="00AC50EC"/>
    <w:rsid w:val="00AC56B7"/>
    <w:rsid w:val="00AC6B0B"/>
    <w:rsid w:val="00AC6BAC"/>
    <w:rsid w:val="00AC6D0B"/>
    <w:rsid w:val="00AD0307"/>
    <w:rsid w:val="00AD0536"/>
    <w:rsid w:val="00AD095B"/>
    <w:rsid w:val="00AD0A94"/>
    <w:rsid w:val="00AD0F3A"/>
    <w:rsid w:val="00AD479F"/>
    <w:rsid w:val="00AD5FF8"/>
    <w:rsid w:val="00AD6CA7"/>
    <w:rsid w:val="00AD7521"/>
    <w:rsid w:val="00AD7E6E"/>
    <w:rsid w:val="00AE2150"/>
    <w:rsid w:val="00AE309B"/>
    <w:rsid w:val="00AE5407"/>
    <w:rsid w:val="00AE5849"/>
    <w:rsid w:val="00AE601D"/>
    <w:rsid w:val="00AE6287"/>
    <w:rsid w:val="00AE6A74"/>
    <w:rsid w:val="00AE6C1A"/>
    <w:rsid w:val="00AF06F5"/>
    <w:rsid w:val="00AF0873"/>
    <w:rsid w:val="00AF0932"/>
    <w:rsid w:val="00AF25CC"/>
    <w:rsid w:val="00AF2AFB"/>
    <w:rsid w:val="00AF2EAA"/>
    <w:rsid w:val="00AF42C6"/>
    <w:rsid w:val="00AF4330"/>
    <w:rsid w:val="00AF488B"/>
    <w:rsid w:val="00AF48DA"/>
    <w:rsid w:val="00AF4CA4"/>
    <w:rsid w:val="00AF4F0E"/>
    <w:rsid w:val="00AF5E1E"/>
    <w:rsid w:val="00AF5EFD"/>
    <w:rsid w:val="00B02118"/>
    <w:rsid w:val="00B0288E"/>
    <w:rsid w:val="00B03437"/>
    <w:rsid w:val="00B04DBE"/>
    <w:rsid w:val="00B05C42"/>
    <w:rsid w:val="00B05C55"/>
    <w:rsid w:val="00B06E8A"/>
    <w:rsid w:val="00B070B3"/>
    <w:rsid w:val="00B0771D"/>
    <w:rsid w:val="00B07AC2"/>
    <w:rsid w:val="00B1162B"/>
    <w:rsid w:val="00B122B4"/>
    <w:rsid w:val="00B12434"/>
    <w:rsid w:val="00B13B2D"/>
    <w:rsid w:val="00B13CD0"/>
    <w:rsid w:val="00B13DEE"/>
    <w:rsid w:val="00B13DFD"/>
    <w:rsid w:val="00B159D8"/>
    <w:rsid w:val="00B15D12"/>
    <w:rsid w:val="00B16F1A"/>
    <w:rsid w:val="00B177DE"/>
    <w:rsid w:val="00B17A10"/>
    <w:rsid w:val="00B17C3D"/>
    <w:rsid w:val="00B20249"/>
    <w:rsid w:val="00B205B1"/>
    <w:rsid w:val="00B20EEC"/>
    <w:rsid w:val="00B21F55"/>
    <w:rsid w:val="00B22915"/>
    <w:rsid w:val="00B239B3"/>
    <w:rsid w:val="00B2475E"/>
    <w:rsid w:val="00B2770A"/>
    <w:rsid w:val="00B2798B"/>
    <w:rsid w:val="00B27DFF"/>
    <w:rsid w:val="00B3041F"/>
    <w:rsid w:val="00B30488"/>
    <w:rsid w:val="00B307F3"/>
    <w:rsid w:val="00B326F2"/>
    <w:rsid w:val="00B3356F"/>
    <w:rsid w:val="00B337C7"/>
    <w:rsid w:val="00B33B78"/>
    <w:rsid w:val="00B34276"/>
    <w:rsid w:val="00B347F4"/>
    <w:rsid w:val="00B35294"/>
    <w:rsid w:val="00B36BEC"/>
    <w:rsid w:val="00B40116"/>
    <w:rsid w:val="00B42286"/>
    <w:rsid w:val="00B42A50"/>
    <w:rsid w:val="00B4313E"/>
    <w:rsid w:val="00B440B3"/>
    <w:rsid w:val="00B454B7"/>
    <w:rsid w:val="00B45753"/>
    <w:rsid w:val="00B464CA"/>
    <w:rsid w:val="00B47AA6"/>
    <w:rsid w:val="00B51CD8"/>
    <w:rsid w:val="00B51D32"/>
    <w:rsid w:val="00B52D0C"/>
    <w:rsid w:val="00B530FE"/>
    <w:rsid w:val="00B538EB"/>
    <w:rsid w:val="00B542D1"/>
    <w:rsid w:val="00B54697"/>
    <w:rsid w:val="00B55A42"/>
    <w:rsid w:val="00B55FCA"/>
    <w:rsid w:val="00B570BF"/>
    <w:rsid w:val="00B57B75"/>
    <w:rsid w:val="00B6056D"/>
    <w:rsid w:val="00B61AD2"/>
    <w:rsid w:val="00B6261A"/>
    <w:rsid w:val="00B6265D"/>
    <w:rsid w:val="00B63271"/>
    <w:rsid w:val="00B63709"/>
    <w:rsid w:val="00B63E64"/>
    <w:rsid w:val="00B65F61"/>
    <w:rsid w:val="00B670FD"/>
    <w:rsid w:val="00B67B64"/>
    <w:rsid w:val="00B7030F"/>
    <w:rsid w:val="00B70D85"/>
    <w:rsid w:val="00B70E7F"/>
    <w:rsid w:val="00B717EF"/>
    <w:rsid w:val="00B71920"/>
    <w:rsid w:val="00B72BB0"/>
    <w:rsid w:val="00B744CC"/>
    <w:rsid w:val="00B74D15"/>
    <w:rsid w:val="00B75193"/>
    <w:rsid w:val="00B75BC4"/>
    <w:rsid w:val="00B770F1"/>
    <w:rsid w:val="00B77845"/>
    <w:rsid w:val="00B77BE9"/>
    <w:rsid w:val="00B8415F"/>
    <w:rsid w:val="00B84376"/>
    <w:rsid w:val="00B862CA"/>
    <w:rsid w:val="00B86E67"/>
    <w:rsid w:val="00B87133"/>
    <w:rsid w:val="00B87FD0"/>
    <w:rsid w:val="00B91867"/>
    <w:rsid w:val="00B91ABC"/>
    <w:rsid w:val="00B946B3"/>
    <w:rsid w:val="00B95361"/>
    <w:rsid w:val="00B95760"/>
    <w:rsid w:val="00B95AF5"/>
    <w:rsid w:val="00B95ED6"/>
    <w:rsid w:val="00BA0CCA"/>
    <w:rsid w:val="00BA17AD"/>
    <w:rsid w:val="00BA2A66"/>
    <w:rsid w:val="00BA4059"/>
    <w:rsid w:val="00BA40B4"/>
    <w:rsid w:val="00BA578A"/>
    <w:rsid w:val="00BA6714"/>
    <w:rsid w:val="00BA6B58"/>
    <w:rsid w:val="00BA7E6E"/>
    <w:rsid w:val="00BB1740"/>
    <w:rsid w:val="00BB29C0"/>
    <w:rsid w:val="00BB4514"/>
    <w:rsid w:val="00BB4A36"/>
    <w:rsid w:val="00BB5331"/>
    <w:rsid w:val="00BB71B2"/>
    <w:rsid w:val="00BB7B51"/>
    <w:rsid w:val="00BC040C"/>
    <w:rsid w:val="00BC13E5"/>
    <w:rsid w:val="00BC1F0E"/>
    <w:rsid w:val="00BC22FF"/>
    <w:rsid w:val="00BC2B37"/>
    <w:rsid w:val="00BC3E2B"/>
    <w:rsid w:val="00BC4F0D"/>
    <w:rsid w:val="00BC5FC4"/>
    <w:rsid w:val="00BC601F"/>
    <w:rsid w:val="00BC63D2"/>
    <w:rsid w:val="00BC6794"/>
    <w:rsid w:val="00BC691F"/>
    <w:rsid w:val="00BC6AD2"/>
    <w:rsid w:val="00BC70D4"/>
    <w:rsid w:val="00BC72AF"/>
    <w:rsid w:val="00BD2D4F"/>
    <w:rsid w:val="00BD3F50"/>
    <w:rsid w:val="00BD4A17"/>
    <w:rsid w:val="00BD50B9"/>
    <w:rsid w:val="00BD68A3"/>
    <w:rsid w:val="00BD7144"/>
    <w:rsid w:val="00BE00C9"/>
    <w:rsid w:val="00BE0D2D"/>
    <w:rsid w:val="00BE106A"/>
    <w:rsid w:val="00BE2081"/>
    <w:rsid w:val="00BE243F"/>
    <w:rsid w:val="00BE7021"/>
    <w:rsid w:val="00BF0054"/>
    <w:rsid w:val="00BF00F6"/>
    <w:rsid w:val="00BF4C21"/>
    <w:rsid w:val="00BF504E"/>
    <w:rsid w:val="00BF63DD"/>
    <w:rsid w:val="00BF661C"/>
    <w:rsid w:val="00BF6F7F"/>
    <w:rsid w:val="00C01226"/>
    <w:rsid w:val="00C0324C"/>
    <w:rsid w:val="00C045BA"/>
    <w:rsid w:val="00C04E20"/>
    <w:rsid w:val="00C05821"/>
    <w:rsid w:val="00C05A1B"/>
    <w:rsid w:val="00C05C63"/>
    <w:rsid w:val="00C06182"/>
    <w:rsid w:val="00C07615"/>
    <w:rsid w:val="00C07648"/>
    <w:rsid w:val="00C07D36"/>
    <w:rsid w:val="00C100B2"/>
    <w:rsid w:val="00C10AB1"/>
    <w:rsid w:val="00C10B7E"/>
    <w:rsid w:val="00C10EA4"/>
    <w:rsid w:val="00C11E37"/>
    <w:rsid w:val="00C13065"/>
    <w:rsid w:val="00C13818"/>
    <w:rsid w:val="00C13DBF"/>
    <w:rsid w:val="00C14C28"/>
    <w:rsid w:val="00C14EB4"/>
    <w:rsid w:val="00C1586B"/>
    <w:rsid w:val="00C202E6"/>
    <w:rsid w:val="00C209F1"/>
    <w:rsid w:val="00C20D42"/>
    <w:rsid w:val="00C2148E"/>
    <w:rsid w:val="00C222C4"/>
    <w:rsid w:val="00C22C98"/>
    <w:rsid w:val="00C243FC"/>
    <w:rsid w:val="00C2441E"/>
    <w:rsid w:val="00C263B3"/>
    <w:rsid w:val="00C26A64"/>
    <w:rsid w:val="00C308F0"/>
    <w:rsid w:val="00C30C04"/>
    <w:rsid w:val="00C3249F"/>
    <w:rsid w:val="00C32CF1"/>
    <w:rsid w:val="00C3301B"/>
    <w:rsid w:val="00C34177"/>
    <w:rsid w:val="00C35A98"/>
    <w:rsid w:val="00C3620D"/>
    <w:rsid w:val="00C4102B"/>
    <w:rsid w:val="00C4172B"/>
    <w:rsid w:val="00C41A88"/>
    <w:rsid w:val="00C41F36"/>
    <w:rsid w:val="00C42095"/>
    <w:rsid w:val="00C43626"/>
    <w:rsid w:val="00C4391C"/>
    <w:rsid w:val="00C43EED"/>
    <w:rsid w:val="00C4466D"/>
    <w:rsid w:val="00C4510A"/>
    <w:rsid w:val="00C461BD"/>
    <w:rsid w:val="00C46221"/>
    <w:rsid w:val="00C46938"/>
    <w:rsid w:val="00C46976"/>
    <w:rsid w:val="00C50858"/>
    <w:rsid w:val="00C50A37"/>
    <w:rsid w:val="00C5180D"/>
    <w:rsid w:val="00C51E6B"/>
    <w:rsid w:val="00C537BC"/>
    <w:rsid w:val="00C5380D"/>
    <w:rsid w:val="00C53D47"/>
    <w:rsid w:val="00C53F5A"/>
    <w:rsid w:val="00C54A4E"/>
    <w:rsid w:val="00C54B80"/>
    <w:rsid w:val="00C54D85"/>
    <w:rsid w:val="00C55CAB"/>
    <w:rsid w:val="00C55F84"/>
    <w:rsid w:val="00C55FE4"/>
    <w:rsid w:val="00C569BE"/>
    <w:rsid w:val="00C6071C"/>
    <w:rsid w:val="00C60EFB"/>
    <w:rsid w:val="00C6147F"/>
    <w:rsid w:val="00C6219A"/>
    <w:rsid w:val="00C63C85"/>
    <w:rsid w:val="00C64141"/>
    <w:rsid w:val="00C6506F"/>
    <w:rsid w:val="00C66728"/>
    <w:rsid w:val="00C674F4"/>
    <w:rsid w:val="00C67841"/>
    <w:rsid w:val="00C71333"/>
    <w:rsid w:val="00C72648"/>
    <w:rsid w:val="00C7353B"/>
    <w:rsid w:val="00C7372C"/>
    <w:rsid w:val="00C73EC1"/>
    <w:rsid w:val="00C741C7"/>
    <w:rsid w:val="00C74ABA"/>
    <w:rsid w:val="00C74E0D"/>
    <w:rsid w:val="00C763A0"/>
    <w:rsid w:val="00C76A51"/>
    <w:rsid w:val="00C77981"/>
    <w:rsid w:val="00C81183"/>
    <w:rsid w:val="00C81733"/>
    <w:rsid w:val="00C82714"/>
    <w:rsid w:val="00C82C8D"/>
    <w:rsid w:val="00C83043"/>
    <w:rsid w:val="00C8328B"/>
    <w:rsid w:val="00C837A0"/>
    <w:rsid w:val="00C84529"/>
    <w:rsid w:val="00C86793"/>
    <w:rsid w:val="00C86A02"/>
    <w:rsid w:val="00C87A26"/>
    <w:rsid w:val="00C90FEF"/>
    <w:rsid w:val="00C9207A"/>
    <w:rsid w:val="00C9227A"/>
    <w:rsid w:val="00C92427"/>
    <w:rsid w:val="00C92898"/>
    <w:rsid w:val="00C9341A"/>
    <w:rsid w:val="00C937CB"/>
    <w:rsid w:val="00C954B3"/>
    <w:rsid w:val="00C95A2B"/>
    <w:rsid w:val="00CA0C4C"/>
    <w:rsid w:val="00CA15EF"/>
    <w:rsid w:val="00CA521F"/>
    <w:rsid w:val="00CA5C48"/>
    <w:rsid w:val="00CA74EC"/>
    <w:rsid w:val="00CA78A4"/>
    <w:rsid w:val="00CA7A0E"/>
    <w:rsid w:val="00CA7C48"/>
    <w:rsid w:val="00CB057E"/>
    <w:rsid w:val="00CB1CCA"/>
    <w:rsid w:val="00CB3694"/>
    <w:rsid w:val="00CB5330"/>
    <w:rsid w:val="00CB558F"/>
    <w:rsid w:val="00CB61B2"/>
    <w:rsid w:val="00CB727E"/>
    <w:rsid w:val="00CC1489"/>
    <w:rsid w:val="00CC3748"/>
    <w:rsid w:val="00CC3FA6"/>
    <w:rsid w:val="00CC545F"/>
    <w:rsid w:val="00CC5A0D"/>
    <w:rsid w:val="00CC612D"/>
    <w:rsid w:val="00CC75C2"/>
    <w:rsid w:val="00CD0BF0"/>
    <w:rsid w:val="00CD14AF"/>
    <w:rsid w:val="00CD210D"/>
    <w:rsid w:val="00CD2675"/>
    <w:rsid w:val="00CD44B5"/>
    <w:rsid w:val="00CD45E6"/>
    <w:rsid w:val="00CD56D6"/>
    <w:rsid w:val="00CD5B85"/>
    <w:rsid w:val="00CD6587"/>
    <w:rsid w:val="00CD6C27"/>
    <w:rsid w:val="00CD6C38"/>
    <w:rsid w:val="00CD6FA0"/>
    <w:rsid w:val="00CE0092"/>
    <w:rsid w:val="00CE05CB"/>
    <w:rsid w:val="00CE15A6"/>
    <w:rsid w:val="00CE291B"/>
    <w:rsid w:val="00CE2D80"/>
    <w:rsid w:val="00CE2FF9"/>
    <w:rsid w:val="00CE3AF9"/>
    <w:rsid w:val="00CE3CB4"/>
    <w:rsid w:val="00CE3EED"/>
    <w:rsid w:val="00CE4565"/>
    <w:rsid w:val="00CE4B58"/>
    <w:rsid w:val="00CE56AA"/>
    <w:rsid w:val="00CE5BF9"/>
    <w:rsid w:val="00CE7CD3"/>
    <w:rsid w:val="00CF0985"/>
    <w:rsid w:val="00CF1124"/>
    <w:rsid w:val="00CF113C"/>
    <w:rsid w:val="00CF12F2"/>
    <w:rsid w:val="00CF20B3"/>
    <w:rsid w:val="00CF21AE"/>
    <w:rsid w:val="00CF259F"/>
    <w:rsid w:val="00CF27E1"/>
    <w:rsid w:val="00CF2D36"/>
    <w:rsid w:val="00CF34CD"/>
    <w:rsid w:val="00CF34D6"/>
    <w:rsid w:val="00CF350F"/>
    <w:rsid w:val="00CF40C8"/>
    <w:rsid w:val="00CF5895"/>
    <w:rsid w:val="00CF5EC2"/>
    <w:rsid w:val="00CF68D8"/>
    <w:rsid w:val="00CF69CD"/>
    <w:rsid w:val="00CF6A9C"/>
    <w:rsid w:val="00CF76FB"/>
    <w:rsid w:val="00CF7891"/>
    <w:rsid w:val="00D011A3"/>
    <w:rsid w:val="00D01EFA"/>
    <w:rsid w:val="00D02B23"/>
    <w:rsid w:val="00D04B3E"/>
    <w:rsid w:val="00D04B64"/>
    <w:rsid w:val="00D053DF"/>
    <w:rsid w:val="00D05D11"/>
    <w:rsid w:val="00D06012"/>
    <w:rsid w:val="00D065BF"/>
    <w:rsid w:val="00D066CF"/>
    <w:rsid w:val="00D06D06"/>
    <w:rsid w:val="00D106D8"/>
    <w:rsid w:val="00D1085C"/>
    <w:rsid w:val="00D1184B"/>
    <w:rsid w:val="00D13605"/>
    <w:rsid w:val="00D14871"/>
    <w:rsid w:val="00D14F6C"/>
    <w:rsid w:val="00D15B65"/>
    <w:rsid w:val="00D20507"/>
    <w:rsid w:val="00D21785"/>
    <w:rsid w:val="00D22467"/>
    <w:rsid w:val="00D24107"/>
    <w:rsid w:val="00D243DD"/>
    <w:rsid w:val="00D24826"/>
    <w:rsid w:val="00D24957"/>
    <w:rsid w:val="00D26765"/>
    <w:rsid w:val="00D26A82"/>
    <w:rsid w:val="00D27209"/>
    <w:rsid w:val="00D27F7A"/>
    <w:rsid w:val="00D27FA1"/>
    <w:rsid w:val="00D3102C"/>
    <w:rsid w:val="00D31E8A"/>
    <w:rsid w:val="00D32582"/>
    <w:rsid w:val="00D33AA8"/>
    <w:rsid w:val="00D33AE2"/>
    <w:rsid w:val="00D33D04"/>
    <w:rsid w:val="00D34F14"/>
    <w:rsid w:val="00D356E5"/>
    <w:rsid w:val="00D35B13"/>
    <w:rsid w:val="00D369FC"/>
    <w:rsid w:val="00D3743D"/>
    <w:rsid w:val="00D375A9"/>
    <w:rsid w:val="00D40DDB"/>
    <w:rsid w:val="00D413F9"/>
    <w:rsid w:val="00D41A5C"/>
    <w:rsid w:val="00D41E33"/>
    <w:rsid w:val="00D41F32"/>
    <w:rsid w:val="00D42544"/>
    <w:rsid w:val="00D42C6E"/>
    <w:rsid w:val="00D4304B"/>
    <w:rsid w:val="00D46E4A"/>
    <w:rsid w:val="00D4706B"/>
    <w:rsid w:val="00D47662"/>
    <w:rsid w:val="00D47827"/>
    <w:rsid w:val="00D50875"/>
    <w:rsid w:val="00D50A8B"/>
    <w:rsid w:val="00D50BCB"/>
    <w:rsid w:val="00D51D2E"/>
    <w:rsid w:val="00D53045"/>
    <w:rsid w:val="00D553DE"/>
    <w:rsid w:val="00D55AD9"/>
    <w:rsid w:val="00D60839"/>
    <w:rsid w:val="00D70500"/>
    <w:rsid w:val="00D7124C"/>
    <w:rsid w:val="00D71713"/>
    <w:rsid w:val="00D72FBB"/>
    <w:rsid w:val="00D74A8A"/>
    <w:rsid w:val="00D74DED"/>
    <w:rsid w:val="00D75040"/>
    <w:rsid w:val="00D758E6"/>
    <w:rsid w:val="00D80043"/>
    <w:rsid w:val="00D803CF"/>
    <w:rsid w:val="00D806DF"/>
    <w:rsid w:val="00D81065"/>
    <w:rsid w:val="00D819E5"/>
    <w:rsid w:val="00D82E2F"/>
    <w:rsid w:val="00D83134"/>
    <w:rsid w:val="00D85150"/>
    <w:rsid w:val="00D857A8"/>
    <w:rsid w:val="00D903D2"/>
    <w:rsid w:val="00D91240"/>
    <w:rsid w:val="00D91440"/>
    <w:rsid w:val="00D91D8F"/>
    <w:rsid w:val="00D923CF"/>
    <w:rsid w:val="00D924A8"/>
    <w:rsid w:val="00D92CB2"/>
    <w:rsid w:val="00D954F4"/>
    <w:rsid w:val="00D9666B"/>
    <w:rsid w:val="00D973B2"/>
    <w:rsid w:val="00D97E50"/>
    <w:rsid w:val="00DA1165"/>
    <w:rsid w:val="00DA12B7"/>
    <w:rsid w:val="00DA1B12"/>
    <w:rsid w:val="00DA3C72"/>
    <w:rsid w:val="00DA549B"/>
    <w:rsid w:val="00DA5822"/>
    <w:rsid w:val="00DA7530"/>
    <w:rsid w:val="00DB0BE3"/>
    <w:rsid w:val="00DB1439"/>
    <w:rsid w:val="00DB1C59"/>
    <w:rsid w:val="00DB2A7A"/>
    <w:rsid w:val="00DB2AD7"/>
    <w:rsid w:val="00DB3316"/>
    <w:rsid w:val="00DB4107"/>
    <w:rsid w:val="00DB48F9"/>
    <w:rsid w:val="00DB512F"/>
    <w:rsid w:val="00DB5182"/>
    <w:rsid w:val="00DB5D01"/>
    <w:rsid w:val="00DC18BC"/>
    <w:rsid w:val="00DC1905"/>
    <w:rsid w:val="00DC271B"/>
    <w:rsid w:val="00DC57D9"/>
    <w:rsid w:val="00DC5DB4"/>
    <w:rsid w:val="00DC6207"/>
    <w:rsid w:val="00DC668F"/>
    <w:rsid w:val="00DC7A84"/>
    <w:rsid w:val="00DD01A6"/>
    <w:rsid w:val="00DD244F"/>
    <w:rsid w:val="00DD29AC"/>
    <w:rsid w:val="00DD55A4"/>
    <w:rsid w:val="00DD5A90"/>
    <w:rsid w:val="00DD5C40"/>
    <w:rsid w:val="00DD6024"/>
    <w:rsid w:val="00DD63BE"/>
    <w:rsid w:val="00DD6504"/>
    <w:rsid w:val="00DD767D"/>
    <w:rsid w:val="00DD78C0"/>
    <w:rsid w:val="00DE088F"/>
    <w:rsid w:val="00DE0CF0"/>
    <w:rsid w:val="00DE1352"/>
    <w:rsid w:val="00DE186E"/>
    <w:rsid w:val="00DE1A1D"/>
    <w:rsid w:val="00DE3B11"/>
    <w:rsid w:val="00DE4701"/>
    <w:rsid w:val="00DE5165"/>
    <w:rsid w:val="00DE529D"/>
    <w:rsid w:val="00DE6F16"/>
    <w:rsid w:val="00DF49C0"/>
    <w:rsid w:val="00DF4D98"/>
    <w:rsid w:val="00DF5313"/>
    <w:rsid w:val="00DF5CF6"/>
    <w:rsid w:val="00DF5D5B"/>
    <w:rsid w:val="00DF620C"/>
    <w:rsid w:val="00DF626E"/>
    <w:rsid w:val="00DF679B"/>
    <w:rsid w:val="00DF6E7E"/>
    <w:rsid w:val="00DF703F"/>
    <w:rsid w:val="00DF7ABE"/>
    <w:rsid w:val="00E005B9"/>
    <w:rsid w:val="00E005EA"/>
    <w:rsid w:val="00E00E0D"/>
    <w:rsid w:val="00E024D5"/>
    <w:rsid w:val="00E0261E"/>
    <w:rsid w:val="00E02E84"/>
    <w:rsid w:val="00E039F7"/>
    <w:rsid w:val="00E03C75"/>
    <w:rsid w:val="00E03FA2"/>
    <w:rsid w:val="00E04E3C"/>
    <w:rsid w:val="00E05FE6"/>
    <w:rsid w:val="00E0691D"/>
    <w:rsid w:val="00E069E6"/>
    <w:rsid w:val="00E06EFD"/>
    <w:rsid w:val="00E06F53"/>
    <w:rsid w:val="00E076BE"/>
    <w:rsid w:val="00E07960"/>
    <w:rsid w:val="00E07B5A"/>
    <w:rsid w:val="00E10638"/>
    <w:rsid w:val="00E11219"/>
    <w:rsid w:val="00E118C3"/>
    <w:rsid w:val="00E11BE8"/>
    <w:rsid w:val="00E12133"/>
    <w:rsid w:val="00E122EA"/>
    <w:rsid w:val="00E1291B"/>
    <w:rsid w:val="00E13B38"/>
    <w:rsid w:val="00E14E0A"/>
    <w:rsid w:val="00E16963"/>
    <w:rsid w:val="00E20A40"/>
    <w:rsid w:val="00E21292"/>
    <w:rsid w:val="00E22B3A"/>
    <w:rsid w:val="00E23281"/>
    <w:rsid w:val="00E237F1"/>
    <w:rsid w:val="00E238F9"/>
    <w:rsid w:val="00E23A8A"/>
    <w:rsid w:val="00E24E1A"/>
    <w:rsid w:val="00E24EA6"/>
    <w:rsid w:val="00E25353"/>
    <w:rsid w:val="00E27637"/>
    <w:rsid w:val="00E2785B"/>
    <w:rsid w:val="00E27BA8"/>
    <w:rsid w:val="00E27F0E"/>
    <w:rsid w:val="00E30571"/>
    <w:rsid w:val="00E31347"/>
    <w:rsid w:val="00E31D6F"/>
    <w:rsid w:val="00E31DD2"/>
    <w:rsid w:val="00E32C95"/>
    <w:rsid w:val="00E35FA6"/>
    <w:rsid w:val="00E36A2B"/>
    <w:rsid w:val="00E37901"/>
    <w:rsid w:val="00E400DB"/>
    <w:rsid w:val="00E47F72"/>
    <w:rsid w:val="00E50353"/>
    <w:rsid w:val="00E5051C"/>
    <w:rsid w:val="00E55CD1"/>
    <w:rsid w:val="00E57FB3"/>
    <w:rsid w:val="00E6042B"/>
    <w:rsid w:val="00E6065A"/>
    <w:rsid w:val="00E60759"/>
    <w:rsid w:val="00E61A96"/>
    <w:rsid w:val="00E61E6F"/>
    <w:rsid w:val="00E63905"/>
    <w:rsid w:val="00E6450F"/>
    <w:rsid w:val="00E64D27"/>
    <w:rsid w:val="00E65CC6"/>
    <w:rsid w:val="00E662DC"/>
    <w:rsid w:val="00E675AB"/>
    <w:rsid w:val="00E70E4D"/>
    <w:rsid w:val="00E71589"/>
    <w:rsid w:val="00E7164B"/>
    <w:rsid w:val="00E7172B"/>
    <w:rsid w:val="00E718FA"/>
    <w:rsid w:val="00E71D76"/>
    <w:rsid w:val="00E72C94"/>
    <w:rsid w:val="00E74F1A"/>
    <w:rsid w:val="00E754DA"/>
    <w:rsid w:val="00E755B2"/>
    <w:rsid w:val="00E75EFF"/>
    <w:rsid w:val="00E7616F"/>
    <w:rsid w:val="00E769DF"/>
    <w:rsid w:val="00E81353"/>
    <w:rsid w:val="00E84E60"/>
    <w:rsid w:val="00E86BE8"/>
    <w:rsid w:val="00E90A0B"/>
    <w:rsid w:val="00E90F1A"/>
    <w:rsid w:val="00E92323"/>
    <w:rsid w:val="00E92D70"/>
    <w:rsid w:val="00E943CA"/>
    <w:rsid w:val="00E944AC"/>
    <w:rsid w:val="00E958CA"/>
    <w:rsid w:val="00E95F4B"/>
    <w:rsid w:val="00E96521"/>
    <w:rsid w:val="00E96E32"/>
    <w:rsid w:val="00E96F7D"/>
    <w:rsid w:val="00E9776C"/>
    <w:rsid w:val="00E97945"/>
    <w:rsid w:val="00E9794F"/>
    <w:rsid w:val="00EA07C5"/>
    <w:rsid w:val="00EA101B"/>
    <w:rsid w:val="00EA10A7"/>
    <w:rsid w:val="00EA126E"/>
    <w:rsid w:val="00EA2132"/>
    <w:rsid w:val="00EA4E5D"/>
    <w:rsid w:val="00EA5618"/>
    <w:rsid w:val="00EA5D69"/>
    <w:rsid w:val="00EA7169"/>
    <w:rsid w:val="00EB0736"/>
    <w:rsid w:val="00EB1207"/>
    <w:rsid w:val="00EB3BC1"/>
    <w:rsid w:val="00EB404E"/>
    <w:rsid w:val="00EB458B"/>
    <w:rsid w:val="00EB5D5F"/>
    <w:rsid w:val="00EC11A6"/>
    <w:rsid w:val="00EC2A11"/>
    <w:rsid w:val="00EC375F"/>
    <w:rsid w:val="00EC3DFD"/>
    <w:rsid w:val="00EC4A45"/>
    <w:rsid w:val="00EC79AC"/>
    <w:rsid w:val="00ED2297"/>
    <w:rsid w:val="00ED3DBD"/>
    <w:rsid w:val="00ED447F"/>
    <w:rsid w:val="00ED4A4A"/>
    <w:rsid w:val="00ED69F5"/>
    <w:rsid w:val="00ED6D30"/>
    <w:rsid w:val="00ED7747"/>
    <w:rsid w:val="00EE0DB0"/>
    <w:rsid w:val="00EE1F36"/>
    <w:rsid w:val="00EE23B0"/>
    <w:rsid w:val="00EE44E4"/>
    <w:rsid w:val="00EE51D7"/>
    <w:rsid w:val="00EE579F"/>
    <w:rsid w:val="00EE5E78"/>
    <w:rsid w:val="00EE6253"/>
    <w:rsid w:val="00EE7AED"/>
    <w:rsid w:val="00EF0D0C"/>
    <w:rsid w:val="00EF0FD1"/>
    <w:rsid w:val="00EF1F59"/>
    <w:rsid w:val="00EF2CFB"/>
    <w:rsid w:val="00EF2FF1"/>
    <w:rsid w:val="00EF3893"/>
    <w:rsid w:val="00EF5008"/>
    <w:rsid w:val="00EF5357"/>
    <w:rsid w:val="00EF57AB"/>
    <w:rsid w:val="00EF5DB1"/>
    <w:rsid w:val="00EF6A7E"/>
    <w:rsid w:val="00EF701D"/>
    <w:rsid w:val="00F002B3"/>
    <w:rsid w:val="00F00EB7"/>
    <w:rsid w:val="00F020D2"/>
    <w:rsid w:val="00F02837"/>
    <w:rsid w:val="00F02AE8"/>
    <w:rsid w:val="00F0330D"/>
    <w:rsid w:val="00F04431"/>
    <w:rsid w:val="00F04616"/>
    <w:rsid w:val="00F04C7A"/>
    <w:rsid w:val="00F04FFA"/>
    <w:rsid w:val="00F05FE7"/>
    <w:rsid w:val="00F10687"/>
    <w:rsid w:val="00F10A34"/>
    <w:rsid w:val="00F11345"/>
    <w:rsid w:val="00F13732"/>
    <w:rsid w:val="00F1379E"/>
    <w:rsid w:val="00F155B7"/>
    <w:rsid w:val="00F1617A"/>
    <w:rsid w:val="00F1625A"/>
    <w:rsid w:val="00F171E2"/>
    <w:rsid w:val="00F20525"/>
    <w:rsid w:val="00F238F9"/>
    <w:rsid w:val="00F239C0"/>
    <w:rsid w:val="00F24837"/>
    <w:rsid w:val="00F253D0"/>
    <w:rsid w:val="00F25FD1"/>
    <w:rsid w:val="00F276EC"/>
    <w:rsid w:val="00F309E9"/>
    <w:rsid w:val="00F31F78"/>
    <w:rsid w:val="00F32AC4"/>
    <w:rsid w:val="00F32EE3"/>
    <w:rsid w:val="00F334B5"/>
    <w:rsid w:val="00F33FE2"/>
    <w:rsid w:val="00F340E1"/>
    <w:rsid w:val="00F343A8"/>
    <w:rsid w:val="00F34958"/>
    <w:rsid w:val="00F36250"/>
    <w:rsid w:val="00F362FE"/>
    <w:rsid w:val="00F3705E"/>
    <w:rsid w:val="00F3729F"/>
    <w:rsid w:val="00F3753F"/>
    <w:rsid w:val="00F407D9"/>
    <w:rsid w:val="00F408D0"/>
    <w:rsid w:val="00F41410"/>
    <w:rsid w:val="00F43339"/>
    <w:rsid w:val="00F43A7F"/>
    <w:rsid w:val="00F43ABB"/>
    <w:rsid w:val="00F43EF2"/>
    <w:rsid w:val="00F44FA0"/>
    <w:rsid w:val="00F45D28"/>
    <w:rsid w:val="00F46808"/>
    <w:rsid w:val="00F46965"/>
    <w:rsid w:val="00F46FEE"/>
    <w:rsid w:val="00F5080F"/>
    <w:rsid w:val="00F5197F"/>
    <w:rsid w:val="00F53195"/>
    <w:rsid w:val="00F535F2"/>
    <w:rsid w:val="00F5428A"/>
    <w:rsid w:val="00F54D57"/>
    <w:rsid w:val="00F553DF"/>
    <w:rsid w:val="00F557A3"/>
    <w:rsid w:val="00F560E5"/>
    <w:rsid w:val="00F57994"/>
    <w:rsid w:val="00F57FAD"/>
    <w:rsid w:val="00F60D1F"/>
    <w:rsid w:val="00F611B5"/>
    <w:rsid w:val="00F62017"/>
    <w:rsid w:val="00F620C3"/>
    <w:rsid w:val="00F63FBC"/>
    <w:rsid w:val="00F645AB"/>
    <w:rsid w:val="00F6486A"/>
    <w:rsid w:val="00F64C4D"/>
    <w:rsid w:val="00F676FA"/>
    <w:rsid w:val="00F67785"/>
    <w:rsid w:val="00F67E08"/>
    <w:rsid w:val="00F70741"/>
    <w:rsid w:val="00F70FD1"/>
    <w:rsid w:val="00F711F6"/>
    <w:rsid w:val="00F7129A"/>
    <w:rsid w:val="00F715A3"/>
    <w:rsid w:val="00F71881"/>
    <w:rsid w:val="00F71919"/>
    <w:rsid w:val="00F72042"/>
    <w:rsid w:val="00F7204A"/>
    <w:rsid w:val="00F7369C"/>
    <w:rsid w:val="00F74A73"/>
    <w:rsid w:val="00F750B5"/>
    <w:rsid w:val="00F7634F"/>
    <w:rsid w:val="00F77A0C"/>
    <w:rsid w:val="00F77E2F"/>
    <w:rsid w:val="00F77FF4"/>
    <w:rsid w:val="00F802A2"/>
    <w:rsid w:val="00F81C7B"/>
    <w:rsid w:val="00F81DE1"/>
    <w:rsid w:val="00F82B39"/>
    <w:rsid w:val="00F8313C"/>
    <w:rsid w:val="00F8335B"/>
    <w:rsid w:val="00F8359A"/>
    <w:rsid w:val="00F83750"/>
    <w:rsid w:val="00F8521E"/>
    <w:rsid w:val="00F85C39"/>
    <w:rsid w:val="00F8685B"/>
    <w:rsid w:val="00F86D9E"/>
    <w:rsid w:val="00F87E5F"/>
    <w:rsid w:val="00F87E63"/>
    <w:rsid w:val="00F87EEC"/>
    <w:rsid w:val="00F92268"/>
    <w:rsid w:val="00F940CD"/>
    <w:rsid w:val="00F94DDB"/>
    <w:rsid w:val="00F96439"/>
    <w:rsid w:val="00F96A05"/>
    <w:rsid w:val="00FA04B8"/>
    <w:rsid w:val="00FA1371"/>
    <w:rsid w:val="00FA148B"/>
    <w:rsid w:val="00FA3ED4"/>
    <w:rsid w:val="00FA6327"/>
    <w:rsid w:val="00FB1F28"/>
    <w:rsid w:val="00FB2DDD"/>
    <w:rsid w:val="00FB349B"/>
    <w:rsid w:val="00FB487F"/>
    <w:rsid w:val="00FB4F95"/>
    <w:rsid w:val="00FB74AF"/>
    <w:rsid w:val="00FB7F7B"/>
    <w:rsid w:val="00FC1572"/>
    <w:rsid w:val="00FC55FE"/>
    <w:rsid w:val="00FC6015"/>
    <w:rsid w:val="00FC625D"/>
    <w:rsid w:val="00FC6626"/>
    <w:rsid w:val="00FC70B4"/>
    <w:rsid w:val="00FD2617"/>
    <w:rsid w:val="00FD2F83"/>
    <w:rsid w:val="00FD3FB4"/>
    <w:rsid w:val="00FD5851"/>
    <w:rsid w:val="00FD5880"/>
    <w:rsid w:val="00FD5FE7"/>
    <w:rsid w:val="00FD7507"/>
    <w:rsid w:val="00FD7E10"/>
    <w:rsid w:val="00FD7FAA"/>
    <w:rsid w:val="00FE0466"/>
    <w:rsid w:val="00FE2712"/>
    <w:rsid w:val="00FE3E40"/>
    <w:rsid w:val="00FE4248"/>
    <w:rsid w:val="00FE4ED7"/>
    <w:rsid w:val="00FE6635"/>
    <w:rsid w:val="00FE6CF7"/>
    <w:rsid w:val="00FE7B34"/>
    <w:rsid w:val="00FE7DE2"/>
    <w:rsid w:val="00FE7E6D"/>
    <w:rsid w:val="00FF023A"/>
    <w:rsid w:val="00FF04B4"/>
    <w:rsid w:val="00FF075C"/>
    <w:rsid w:val="00FF09A1"/>
    <w:rsid w:val="00FF0CDC"/>
    <w:rsid w:val="00FF1243"/>
    <w:rsid w:val="00FF14AC"/>
    <w:rsid w:val="00FF22BE"/>
    <w:rsid w:val="00FF2730"/>
    <w:rsid w:val="00FF4296"/>
    <w:rsid w:val="00FF4799"/>
    <w:rsid w:val="00FF4A7F"/>
    <w:rsid w:val="00FF4AA3"/>
    <w:rsid w:val="00FF5860"/>
    <w:rsid w:val="00FF5878"/>
    <w:rsid w:val="00FF748B"/>
    <w:rsid w:val="00FF7824"/>
    <w:rsid w:val="00FF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564"/>
    <w:pPr>
      <w:spacing w:line="320" w:lineRule="exact"/>
      <w:ind w:left="1021"/>
      <w:jc w:val="both"/>
    </w:pPr>
    <w:rPr>
      <w:rFonts w:ascii="Arial" w:hAnsi="Arial"/>
      <w:spacing w:val="4"/>
      <w:sz w:val="22"/>
      <w:szCs w:val="24"/>
    </w:rPr>
  </w:style>
  <w:style w:type="paragraph" w:styleId="Ttulo1">
    <w:name w:val="heading 1"/>
    <w:aliases w:val="heading 1,heading 11,heading 12,heading 13,heading 14,heading 15,heading 16,heading 111,heading 121,heading 131,heading 141,heading 151,heading 17,heading 112,heading 122,heading 132,heading 142,heading 152,heading 18,heading 113,heading 123"/>
    <w:basedOn w:val="onsNormal"/>
    <w:next w:val="onsNormal"/>
    <w:link w:val="Ttulo1Char"/>
    <w:qFormat/>
    <w:rsid w:val="00072564"/>
    <w:pPr>
      <w:keepNext/>
      <w:widowControl w:val="0"/>
      <w:numPr>
        <w:numId w:val="1"/>
      </w:numPr>
      <w:jc w:val="left"/>
      <w:outlineLvl w:val="0"/>
    </w:pPr>
    <w:rPr>
      <w:rFonts w:ascii="Arial Black" w:hAnsi="Arial Black"/>
      <w:b/>
      <w:bCs/>
      <w:kern w:val="28"/>
      <w:sz w:val="23"/>
      <w:szCs w:val="32"/>
    </w:rPr>
  </w:style>
  <w:style w:type="paragraph" w:styleId="Ttulo2">
    <w:name w:val="heading 2"/>
    <w:aliases w:val="subtítulo,heading 2,heading 21,heading 22,heading 23,heading 24,heading 25,título 2,heading 26,heading 27,heading 211,heading 221,heading 231,heading 241,heading 251,título 21,heading 28,heading 212,heading 222,heading 232,heading 242"/>
    <w:basedOn w:val="onsNormal"/>
    <w:next w:val="onsNormal"/>
    <w:link w:val="Ttulo2Char"/>
    <w:qFormat/>
    <w:rsid w:val="00072564"/>
    <w:pPr>
      <w:numPr>
        <w:ilvl w:val="1"/>
        <w:numId w:val="1"/>
      </w:numPr>
      <w:tabs>
        <w:tab w:val="clear" w:pos="1447"/>
        <w:tab w:val="num" w:pos="1021"/>
      </w:tabs>
      <w:ind w:left="1021"/>
      <w:outlineLvl w:val="1"/>
    </w:pPr>
    <w:rPr>
      <w:rFonts w:cs="Arial"/>
      <w:b/>
      <w:bCs/>
      <w:iCs/>
      <w:kern w:val="28"/>
      <w:sz w:val="23"/>
      <w:szCs w:val="28"/>
    </w:rPr>
  </w:style>
  <w:style w:type="paragraph" w:styleId="Ttulo3">
    <w:name w:val="heading 3"/>
    <w:aliases w:val="sub-subtítulo,heading 3,heading 31,heading 32,heading 33,heading 34,heading 35,heading 36,heading 311,heading 321,heading 331,heading 341,heading 351,heading 37,heading 312,heading 322,heading 332,heading 342,heading 352,heading 38,heading 313"/>
    <w:basedOn w:val="onsNormal"/>
    <w:next w:val="onsNormal"/>
    <w:link w:val="Ttulo3Char"/>
    <w:qFormat/>
    <w:rsid w:val="00072564"/>
    <w:pPr>
      <w:keepNext/>
      <w:numPr>
        <w:ilvl w:val="2"/>
        <w:numId w:val="1"/>
      </w:numPr>
      <w:tabs>
        <w:tab w:val="clear" w:pos="1730"/>
        <w:tab w:val="num" w:pos="1447"/>
      </w:tabs>
      <w:ind w:left="1447"/>
      <w:outlineLvl w:val="2"/>
    </w:pPr>
    <w:rPr>
      <w:rFonts w:cs="Arial"/>
      <w:b/>
      <w:bCs/>
      <w:kern w:val="28"/>
      <w:sz w:val="23"/>
      <w:szCs w:val="26"/>
    </w:rPr>
  </w:style>
  <w:style w:type="paragraph" w:styleId="Ttulo4">
    <w:name w:val="heading 4"/>
    <w:aliases w:val="heading 4,heading 41,heading 42,heading 43,heading 44,heading 45,heading 411,heading 421,heading 431,heading 441,heading 46,heading 412,heading 422,heading 432,heading 442,heading 47,heading 413,heading 423,heading 433,heading 443,heading 48"/>
    <w:basedOn w:val="onsNormal"/>
    <w:next w:val="onsNormal"/>
    <w:link w:val="Ttulo4Char"/>
    <w:qFormat/>
    <w:rsid w:val="00072564"/>
    <w:pPr>
      <w:numPr>
        <w:ilvl w:val="3"/>
        <w:numId w:val="1"/>
      </w:numPr>
      <w:outlineLvl w:val="3"/>
    </w:pPr>
    <w:rPr>
      <w:b/>
      <w:bCs/>
      <w:kern w:val="28"/>
      <w:sz w:val="23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onsNormal">
    <w:name w:val="onsNormal"/>
    <w:link w:val="onsNormalChar"/>
    <w:rsid w:val="00072564"/>
    <w:pPr>
      <w:spacing w:after="120" w:line="320" w:lineRule="exact"/>
      <w:ind w:left="1021"/>
      <w:jc w:val="both"/>
    </w:pPr>
    <w:rPr>
      <w:rFonts w:ascii="Arial" w:hAnsi="Arial"/>
      <w:spacing w:val="4"/>
      <w:sz w:val="22"/>
    </w:rPr>
  </w:style>
  <w:style w:type="character" w:customStyle="1" w:styleId="onsNormalChar">
    <w:name w:val="onsNormal Char"/>
    <w:link w:val="onsNormal"/>
    <w:rsid w:val="00DF5313"/>
    <w:rPr>
      <w:rFonts w:ascii="Arial" w:hAnsi="Arial"/>
      <w:spacing w:val="4"/>
      <w:sz w:val="22"/>
      <w:lang w:val="pt-BR" w:eastAsia="pt-BR" w:bidi="ar-SA"/>
    </w:rPr>
  </w:style>
  <w:style w:type="character" w:customStyle="1" w:styleId="Ttulo1Char">
    <w:name w:val="Título 1 Char"/>
    <w:aliases w:val="heading 1 Char,heading 11 Char,heading 12 Char,heading 13 Char,heading 14 Char,heading 15 Char,heading 16 Char,heading 111 Char,heading 121 Char,heading 131 Char,heading 141 Char,heading 151 Char,heading 17 Char,heading 112 Char"/>
    <w:link w:val="Ttulo1"/>
    <w:locked/>
    <w:rsid w:val="005958FD"/>
    <w:rPr>
      <w:rFonts w:ascii="Arial Black" w:hAnsi="Arial Black"/>
      <w:b/>
      <w:bCs/>
      <w:spacing w:val="4"/>
      <w:kern w:val="28"/>
      <w:sz w:val="23"/>
      <w:szCs w:val="32"/>
    </w:rPr>
  </w:style>
  <w:style w:type="character" w:customStyle="1" w:styleId="Ttulo2Char">
    <w:name w:val="Título 2 Char"/>
    <w:aliases w:val="subtítulo Char,heading 2 Char,heading 21 Char,heading 22 Char,heading 23 Char,heading 24 Char,heading 25 Char,título 2 Char,heading 26 Char,heading 27 Char,heading 211 Char,heading 221 Char,heading 231 Char,heading 241 Char,título 21 Char"/>
    <w:basedOn w:val="Fontepargpadro"/>
    <w:link w:val="Ttulo2"/>
    <w:rsid w:val="00B12434"/>
    <w:rPr>
      <w:rFonts w:ascii="Arial" w:hAnsi="Arial" w:cs="Arial"/>
      <w:b/>
      <w:bCs/>
      <w:iCs/>
      <w:spacing w:val="4"/>
      <w:kern w:val="28"/>
      <w:sz w:val="23"/>
      <w:szCs w:val="28"/>
    </w:rPr>
  </w:style>
  <w:style w:type="character" w:customStyle="1" w:styleId="Ttulo3Char">
    <w:name w:val="Título 3 Char"/>
    <w:aliases w:val="sub-subtítulo Char,heading 3 Char,heading 31 Char,heading 32 Char,heading 33 Char,heading 34 Char,heading 35 Char,heading 36 Char,heading 311 Char,heading 321 Char,heading 331 Char,heading 341 Char,heading 351 Char,heading 37 Char"/>
    <w:basedOn w:val="Fontepargpadro"/>
    <w:link w:val="Ttulo3"/>
    <w:rsid w:val="00B12434"/>
    <w:rPr>
      <w:rFonts w:ascii="Arial" w:hAnsi="Arial" w:cs="Arial"/>
      <w:b/>
      <w:bCs/>
      <w:spacing w:val="4"/>
      <w:kern w:val="28"/>
      <w:sz w:val="23"/>
      <w:szCs w:val="26"/>
    </w:rPr>
  </w:style>
  <w:style w:type="character" w:customStyle="1" w:styleId="Ttulo4Char">
    <w:name w:val="Título 4 Char"/>
    <w:aliases w:val="heading 4 Char,heading 41 Char,heading 42 Char,heading 43 Char,heading 44 Char,heading 45 Char,heading 411 Char,heading 421 Char,heading 431 Char,heading 441 Char,heading 46 Char,heading 412 Char,heading 422 Char,heading 432 Char"/>
    <w:basedOn w:val="Fontepargpadro"/>
    <w:link w:val="Ttulo4"/>
    <w:rsid w:val="00B12434"/>
    <w:rPr>
      <w:rFonts w:ascii="Arial" w:hAnsi="Arial"/>
      <w:b/>
      <w:bCs/>
      <w:spacing w:val="4"/>
      <w:kern w:val="28"/>
      <w:sz w:val="23"/>
      <w:szCs w:val="28"/>
    </w:rPr>
  </w:style>
  <w:style w:type="paragraph" w:customStyle="1" w:styleId="onsTtuloRelatrio">
    <w:name w:val="onsTítulo_Relatório"/>
    <w:basedOn w:val="onsNormal"/>
    <w:next w:val="onsNormal"/>
    <w:rsid w:val="00072564"/>
    <w:pPr>
      <w:suppressAutoHyphens/>
      <w:spacing w:line="400" w:lineRule="exact"/>
      <w:ind w:left="0"/>
      <w:jc w:val="left"/>
    </w:pPr>
    <w:rPr>
      <w:rFonts w:ascii="Arial Black" w:hAnsi="Arial Black"/>
      <w:b/>
      <w:caps/>
      <w:sz w:val="32"/>
    </w:rPr>
  </w:style>
  <w:style w:type="paragraph" w:customStyle="1" w:styleId="onsNormalNegrito">
    <w:name w:val="onsNormal_Negrito"/>
    <w:basedOn w:val="onsNormal"/>
    <w:next w:val="onsNormal"/>
    <w:rsid w:val="00072564"/>
    <w:rPr>
      <w:b/>
    </w:rPr>
  </w:style>
  <w:style w:type="paragraph" w:customStyle="1" w:styleId="onsNormalRecuo">
    <w:name w:val="onsNormal_Recuo"/>
    <w:basedOn w:val="onsNormal"/>
    <w:next w:val="onsNormal"/>
    <w:rsid w:val="00072564"/>
    <w:pPr>
      <w:ind w:left="1304"/>
    </w:pPr>
  </w:style>
  <w:style w:type="paragraph" w:customStyle="1" w:styleId="onsTtuloApresentao">
    <w:name w:val="onsTítulo_Apresentação"/>
    <w:basedOn w:val="onsNormal"/>
    <w:next w:val="onsNormal"/>
    <w:rsid w:val="00072564"/>
    <w:pPr>
      <w:keepNext/>
      <w:ind w:hanging="1021"/>
      <w:jc w:val="left"/>
    </w:pPr>
    <w:rPr>
      <w:rFonts w:ascii="Arial Black" w:hAnsi="Arial Black"/>
      <w:b/>
      <w:spacing w:val="6"/>
      <w:sz w:val="23"/>
    </w:rPr>
  </w:style>
  <w:style w:type="paragraph" w:customStyle="1" w:styleId="onsTtuloParte">
    <w:name w:val="onsTítulo_Parte"/>
    <w:basedOn w:val="onsNormal"/>
    <w:next w:val="onsNormal"/>
    <w:rsid w:val="00072564"/>
    <w:pPr>
      <w:keepNext/>
      <w:spacing w:line="240" w:lineRule="auto"/>
      <w:ind w:hanging="1021"/>
      <w:jc w:val="left"/>
    </w:pPr>
    <w:rPr>
      <w:rFonts w:ascii="Arial Black" w:hAnsi="Arial Black"/>
      <w:b/>
      <w:sz w:val="26"/>
    </w:rPr>
  </w:style>
  <w:style w:type="paragraph" w:customStyle="1" w:styleId="onsTextoMarcador">
    <w:name w:val="onsTexto_Marcador"/>
    <w:basedOn w:val="onsNormal"/>
    <w:rsid w:val="00072564"/>
    <w:pPr>
      <w:tabs>
        <w:tab w:val="left" w:pos="1304"/>
      </w:tabs>
      <w:ind w:left="1305" w:hanging="284"/>
    </w:pPr>
  </w:style>
  <w:style w:type="paragraph" w:customStyle="1" w:styleId="onsTextoMarcadorNegrito">
    <w:name w:val="onsTexto_Marcador_Negrito"/>
    <w:basedOn w:val="onsNormal"/>
    <w:rsid w:val="00072564"/>
    <w:pPr>
      <w:tabs>
        <w:tab w:val="left" w:pos="1304"/>
      </w:tabs>
      <w:ind w:left="1305" w:hanging="284"/>
    </w:pPr>
    <w:rPr>
      <w:b/>
    </w:rPr>
  </w:style>
  <w:style w:type="paragraph" w:customStyle="1" w:styleId="onsTextoMarcador2">
    <w:name w:val="onsTexto_Marcador_2"/>
    <w:basedOn w:val="onsNormal"/>
    <w:rsid w:val="00072564"/>
    <w:pPr>
      <w:tabs>
        <w:tab w:val="left" w:pos="1588"/>
      </w:tabs>
      <w:ind w:left="1588" w:hanging="284"/>
    </w:pPr>
  </w:style>
  <w:style w:type="paragraph" w:customStyle="1" w:styleId="onsTextoAlfaa">
    <w:name w:val="onsTexto_Alfa a)"/>
    <w:basedOn w:val="onsNormal"/>
    <w:rsid w:val="00072564"/>
    <w:pPr>
      <w:tabs>
        <w:tab w:val="left" w:pos="1304"/>
        <w:tab w:val="num" w:pos="1381"/>
        <w:tab w:val="left" w:pos="1701"/>
      </w:tabs>
      <w:ind w:left="1304" w:hanging="283"/>
    </w:pPr>
  </w:style>
  <w:style w:type="paragraph" w:styleId="Sumrio2">
    <w:name w:val="toc 2"/>
    <w:basedOn w:val="Normal"/>
    <w:next w:val="Normal"/>
    <w:autoRedefine/>
    <w:uiPriority w:val="39"/>
    <w:rsid w:val="00072564"/>
    <w:pPr>
      <w:ind w:left="220"/>
    </w:pPr>
  </w:style>
  <w:style w:type="paragraph" w:customStyle="1" w:styleId="onsIlustraoFiguraIncio">
    <w:name w:val="onsIlustração_Figura_Início"/>
    <w:basedOn w:val="onsNormal"/>
    <w:next w:val="onsNormal"/>
    <w:rsid w:val="00072564"/>
    <w:pPr>
      <w:pBdr>
        <w:bottom w:val="single" w:sz="24" w:space="1" w:color="000000"/>
      </w:pBdr>
      <w:spacing w:after="160" w:line="280" w:lineRule="exact"/>
      <w:ind w:left="0"/>
      <w:jc w:val="left"/>
    </w:pPr>
    <w:rPr>
      <w:b/>
      <w:color w:val="000000"/>
      <w:sz w:val="20"/>
      <w:lang w:val="en-US"/>
    </w:rPr>
  </w:style>
  <w:style w:type="paragraph" w:customStyle="1" w:styleId="onsIlustraoTabelaIncio">
    <w:name w:val="onsIlustração_Tabela_Início"/>
    <w:basedOn w:val="onsNormal"/>
    <w:next w:val="onsNormal"/>
    <w:rsid w:val="00072564"/>
    <w:pPr>
      <w:pBdr>
        <w:bottom w:val="single" w:sz="24" w:space="1" w:color="000000"/>
      </w:pBdr>
      <w:spacing w:after="160" w:line="280" w:lineRule="exact"/>
      <w:ind w:left="0"/>
      <w:jc w:val="left"/>
    </w:pPr>
    <w:rPr>
      <w:b/>
      <w:color w:val="000000"/>
      <w:sz w:val="20"/>
      <w:lang w:val="en-US"/>
    </w:rPr>
  </w:style>
  <w:style w:type="paragraph" w:customStyle="1" w:styleId="onsIlustraoFim">
    <w:name w:val="onsIlustração_Fim"/>
    <w:basedOn w:val="onsNormal"/>
    <w:next w:val="onsNormal"/>
    <w:rsid w:val="00072564"/>
    <w:pPr>
      <w:pBdr>
        <w:top w:val="single" w:sz="24" w:space="1" w:color="000000"/>
      </w:pBdr>
      <w:tabs>
        <w:tab w:val="left" w:pos="567"/>
      </w:tabs>
      <w:spacing w:before="200" w:after="0" w:line="200" w:lineRule="exact"/>
      <w:ind w:left="567" w:hanging="567"/>
      <w:jc w:val="left"/>
    </w:pPr>
    <w:rPr>
      <w:color w:val="000000"/>
      <w:sz w:val="16"/>
      <w:lang w:val="en-US"/>
    </w:rPr>
  </w:style>
  <w:style w:type="paragraph" w:customStyle="1" w:styleId="onsTabelaTextoInterno">
    <w:name w:val="onsTabela_Texto_Interno"/>
    <w:basedOn w:val="onsNormal"/>
    <w:next w:val="onsNormal"/>
    <w:rsid w:val="00072564"/>
    <w:pPr>
      <w:spacing w:before="40" w:after="40" w:line="240" w:lineRule="exact"/>
      <w:ind w:left="0"/>
      <w:jc w:val="left"/>
    </w:pPr>
    <w:rPr>
      <w:color w:val="000000"/>
      <w:sz w:val="18"/>
      <w:lang w:val="en-US"/>
    </w:rPr>
  </w:style>
  <w:style w:type="paragraph" w:customStyle="1" w:styleId="onsTabelaTtuloInterno">
    <w:name w:val="onsTabela_Título_Interno"/>
    <w:basedOn w:val="onsNormal"/>
    <w:next w:val="onsNormal"/>
    <w:rsid w:val="00072564"/>
    <w:pPr>
      <w:shd w:val="pct15" w:color="008000" w:fill="auto"/>
      <w:spacing w:before="40" w:after="40" w:line="240" w:lineRule="exact"/>
      <w:ind w:left="0"/>
      <w:jc w:val="center"/>
    </w:pPr>
    <w:rPr>
      <w:b/>
      <w:color w:val="000000"/>
      <w:sz w:val="20"/>
      <w:lang w:val="en-US"/>
    </w:rPr>
  </w:style>
  <w:style w:type="paragraph" w:customStyle="1" w:styleId="onsFigura">
    <w:name w:val="onsFigura"/>
    <w:basedOn w:val="onsNormal"/>
    <w:next w:val="onsNormal"/>
    <w:rsid w:val="00072564"/>
    <w:pPr>
      <w:spacing w:line="240" w:lineRule="auto"/>
      <w:ind w:left="0"/>
      <w:jc w:val="center"/>
    </w:pPr>
    <w:rPr>
      <w:color w:val="000000"/>
      <w:lang w:val="en-US"/>
    </w:rPr>
  </w:style>
  <w:style w:type="paragraph" w:styleId="Cabealho">
    <w:name w:val="header"/>
    <w:basedOn w:val="Normal"/>
    <w:link w:val="CabealhoChar"/>
    <w:rsid w:val="0007256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B12434"/>
    <w:rPr>
      <w:rFonts w:ascii="Arial" w:hAnsi="Arial"/>
      <w:spacing w:val="4"/>
      <w:sz w:val="22"/>
      <w:szCs w:val="24"/>
    </w:rPr>
  </w:style>
  <w:style w:type="paragraph" w:styleId="Rodap">
    <w:name w:val="footer"/>
    <w:basedOn w:val="Normal"/>
    <w:link w:val="RodapChar"/>
    <w:rsid w:val="00072564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rsid w:val="00B12434"/>
    <w:rPr>
      <w:rFonts w:ascii="Arial" w:hAnsi="Arial"/>
      <w:spacing w:val="4"/>
      <w:sz w:val="22"/>
      <w:szCs w:val="24"/>
    </w:rPr>
  </w:style>
  <w:style w:type="character" w:styleId="Nmerodepgina">
    <w:name w:val="page number"/>
    <w:basedOn w:val="Fontepargpadro"/>
    <w:rsid w:val="00072564"/>
  </w:style>
  <w:style w:type="paragraph" w:styleId="Sumrio1">
    <w:name w:val="toc 1"/>
    <w:basedOn w:val="Normal"/>
    <w:next w:val="onsNormal"/>
    <w:autoRedefine/>
    <w:uiPriority w:val="39"/>
    <w:rsid w:val="00072564"/>
    <w:pPr>
      <w:tabs>
        <w:tab w:val="left" w:pos="567"/>
        <w:tab w:val="right" w:pos="9214"/>
      </w:tabs>
      <w:spacing w:before="240" w:line="280" w:lineRule="exact"/>
      <w:ind w:left="2268" w:right="369" w:hanging="567"/>
    </w:pPr>
    <w:rPr>
      <w:noProof/>
      <w:szCs w:val="20"/>
      <w:lang w:val="en-US"/>
    </w:rPr>
  </w:style>
  <w:style w:type="character" w:styleId="Hyperlink">
    <w:name w:val="Hyperlink"/>
    <w:uiPriority w:val="99"/>
    <w:rsid w:val="00072564"/>
    <w:rPr>
      <w:color w:val="0000FF"/>
      <w:u w:val="single"/>
    </w:rPr>
  </w:style>
  <w:style w:type="paragraph" w:styleId="ndicedeilustraes">
    <w:name w:val="table of figures"/>
    <w:next w:val="onsNormal"/>
    <w:uiPriority w:val="99"/>
    <w:rsid w:val="00072564"/>
    <w:pPr>
      <w:tabs>
        <w:tab w:val="right" w:pos="9356"/>
      </w:tabs>
      <w:spacing w:line="280" w:lineRule="exact"/>
      <w:ind w:left="2835" w:right="454" w:hanging="1134"/>
    </w:pPr>
    <w:rPr>
      <w:rFonts w:ascii="Arial" w:hAnsi="Arial"/>
      <w:b/>
    </w:rPr>
  </w:style>
  <w:style w:type="paragraph" w:customStyle="1" w:styleId="onsTtulolistadeilustraes">
    <w:name w:val="onsTítulo_lista de ilustrações"/>
    <w:basedOn w:val="Normal"/>
    <w:next w:val="Normal"/>
    <w:rsid w:val="00072564"/>
    <w:pPr>
      <w:spacing w:line="280" w:lineRule="exact"/>
    </w:pPr>
    <w:rPr>
      <w:rFonts w:ascii="Arial Black" w:hAnsi="Arial Black"/>
      <w:noProof/>
      <w:szCs w:val="20"/>
    </w:rPr>
  </w:style>
  <w:style w:type="paragraph" w:customStyle="1" w:styleId="onsObservao">
    <w:name w:val="onsObservação"/>
    <w:next w:val="onsNormal"/>
    <w:rsid w:val="00072564"/>
    <w:pPr>
      <w:pBdr>
        <w:bottom w:val="single" w:sz="8" w:space="1" w:color="auto"/>
      </w:pBdr>
      <w:spacing w:after="240" w:line="320" w:lineRule="exact"/>
      <w:ind w:left="1021" w:right="6974"/>
    </w:pPr>
    <w:rPr>
      <w:rFonts w:ascii="Arial" w:hAnsi="Arial"/>
      <w:b/>
      <w:sz w:val="22"/>
    </w:rPr>
  </w:style>
  <w:style w:type="paragraph" w:customStyle="1" w:styleId="onsSumrio">
    <w:name w:val="onsSumário"/>
    <w:basedOn w:val="onsTtulolistadeilustraes"/>
    <w:next w:val="onsNormal"/>
    <w:rsid w:val="00072564"/>
  </w:style>
  <w:style w:type="paragraph" w:customStyle="1" w:styleId="onsTextoAlfaNegritoa">
    <w:name w:val="onsTexto_Alfa_Negrito a)"/>
    <w:basedOn w:val="onsTextoAlfaa"/>
    <w:rsid w:val="00072564"/>
    <w:pPr>
      <w:numPr>
        <w:numId w:val="2"/>
      </w:numPr>
    </w:pPr>
    <w:rPr>
      <w:b/>
    </w:rPr>
  </w:style>
  <w:style w:type="paragraph" w:customStyle="1" w:styleId="onsTextoNumrico1">
    <w:name w:val="onsTexto_Numérico 1."/>
    <w:basedOn w:val="onsNormal"/>
    <w:rsid w:val="00072564"/>
    <w:pPr>
      <w:numPr>
        <w:numId w:val="4"/>
      </w:numPr>
      <w:tabs>
        <w:tab w:val="clear" w:pos="1381"/>
        <w:tab w:val="left" w:pos="1304"/>
        <w:tab w:val="left" w:pos="1701"/>
      </w:tabs>
    </w:pPr>
  </w:style>
  <w:style w:type="paragraph" w:styleId="Sumrio5">
    <w:name w:val="toc 5"/>
    <w:basedOn w:val="Normal"/>
    <w:next w:val="Normal"/>
    <w:autoRedefine/>
    <w:uiPriority w:val="39"/>
    <w:rsid w:val="00072564"/>
    <w:pPr>
      <w:tabs>
        <w:tab w:val="left" w:pos="3006"/>
        <w:tab w:val="right" w:pos="9214"/>
      </w:tabs>
      <w:spacing w:line="280" w:lineRule="exact"/>
      <w:ind w:left="3006" w:right="284" w:hanging="851"/>
    </w:pPr>
    <w:rPr>
      <w:noProof/>
      <w:szCs w:val="20"/>
    </w:rPr>
  </w:style>
  <w:style w:type="paragraph" w:customStyle="1" w:styleId="onsTextoNumricoNegrito1">
    <w:name w:val="onsTexto_Numérico_Negrito 1."/>
    <w:basedOn w:val="onsTextoNumrico1"/>
    <w:rsid w:val="00072564"/>
    <w:pPr>
      <w:numPr>
        <w:numId w:val="3"/>
      </w:numPr>
      <w:tabs>
        <w:tab w:val="clear" w:pos="1381"/>
      </w:tabs>
    </w:pPr>
    <w:rPr>
      <w:b/>
    </w:rPr>
  </w:style>
  <w:style w:type="paragraph" w:styleId="Sumrio3">
    <w:name w:val="toc 3"/>
    <w:basedOn w:val="Normal"/>
    <w:next w:val="Normal"/>
    <w:autoRedefine/>
    <w:uiPriority w:val="39"/>
    <w:rsid w:val="00072564"/>
    <w:pPr>
      <w:ind w:left="440"/>
    </w:pPr>
  </w:style>
  <w:style w:type="paragraph" w:styleId="Sumrio4">
    <w:name w:val="toc 4"/>
    <w:basedOn w:val="Normal"/>
    <w:next w:val="Normal"/>
    <w:autoRedefine/>
    <w:uiPriority w:val="39"/>
    <w:rsid w:val="00DE1352"/>
    <w:pPr>
      <w:tabs>
        <w:tab w:val="left" w:pos="2155"/>
        <w:tab w:val="right" w:pos="9214"/>
      </w:tabs>
      <w:ind w:left="2155" w:hanging="454"/>
      <w:jc w:val="center"/>
    </w:pPr>
  </w:style>
  <w:style w:type="paragraph" w:styleId="Sumrio6">
    <w:name w:val="toc 6"/>
    <w:basedOn w:val="Normal"/>
    <w:next w:val="Normal"/>
    <w:autoRedefine/>
    <w:uiPriority w:val="39"/>
    <w:rsid w:val="00D7124C"/>
    <w:pPr>
      <w:tabs>
        <w:tab w:val="left" w:pos="993"/>
        <w:tab w:val="left" w:pos="3005"/>
        <w:tab w:val="right" w:pos="9214"/>
      </w:tabs>
      <w:ind w:left="3006" w:hanging="851"/>
    </w:pPr>
  </w:style>
  <w:style w:type="paragraph" w:styleId="Sumrio7">
    <w:name w:val="toc 7"/>
    <w:basedOn w:val="Normal"/>
    <w:next w:val="Normal"/>
    <w:autoRedefine/>
    <w:uiPriority w:val="39"/>
    <w:rsid w:val="00072564"/>
    <w:pPr>
      <w:tabs>
        <w:tab w:val="left" w:pos="3005"/>
        <w:tab w:val="right" w:pos="9214"/>
      </w:tabs>
      <w:ind w:left="3006" w:hanging="851"/>
    </w:pPr>
  </w:style>
  <w:style w:type="paragraph" w:customStyle="1" w:styleId="onsIlustraoFim2">
    <w:name w:val="onsIlustração_Fim_2"/>
    <w:basedOn w:val="onsIlustraoFim"/>
    <w:next w:val="onsNormal"/>
    <w:rsid w:val="00072564"/>
    <w:pPr>
      <w:pBdr>
        <w:top w:val="none" w:sz="0" w:space="0" w:color="auto"/>
      </w:pBdr>
      <w:tabs>
        <w:tab w:val="clear" w:pos="567"/>
      </w:tabs>
      <w:spacing w:before="0"/>
      <w:ind w:firstLine="0"/>
    </w:pPr>
  </w:style>
  <w:style w:type="paragraph" w:customStyle="1" w:styleId="onsNormalNegSublinhado">
    <w:name w:val="onsNormal_Neg_Sublinhado"/>
    <w:basedOn w:val="onsNormalNegrito"/>
    <w:next w:val="onsNormal"/>
    <w:rsid w:val="00072564"/>
    <w:rPr>
      <w:u w:val="single"/>
    </w:rPr>
  </w:style>
  <w:style w:type="paragraph" w:styleId="Textodebalo">
    <w:name w:val="Balloon Text"/>
    <w:basedOn w:val="Normal"/>
    <w:link w:val="TextodebaloChar"/>
    <w:semiHidden/>
    <w:rsid w:val="0007256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B12434"/>
    <w:rPr>
      <w:rFonts w:ascii="Tahoma" w:hAnsi="Tahoma" w:cs="Tahoma"/>
      <w:spacing w:val="4"/>
      <w:sz w:val="16"/>
      <w:szCs w:val="16"/>
    </w:rPr>
  </w:style>
  <w:style w:type="paragraph" w:styleId="Textodenotaderodap">
    <w:name w:val="footnote text"/>
    <w:basedOn w:val="Normal"/>
    <w:link w:val="TextodenotaderodapChar"/>
    <w:semiHidden/>
    <w:rsid w:val="00072564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B12434"/>
    <w:rPr>
      <w:rFonts w:ascii="Arial" w:hAnsi="Arial"/>
      <w:spacing w:val="4"/>
    </w:rPr>
  </w:style>
  <w:style w:type="character" w:styleId="Refdenotaderodap">
    <w:name w:val="footnote reference"/>
    <w:semiHidden/>
    <w:rsid w:val="00072564"/>
    <w:rPr>
      <w:vertAlign w:val="superscript"/>
    </w:rPr>
  </w:style>
  <w:style w:type="paragraph" w:styleId="Sumrio8">
    <w:name w:val="toc 8"/>
    <w:basedOn w:val="Normal"/>
    <w:next w:val="Normal"/>
    <w:autoRedefine/>
    <w:uiPriority w:val="39"/>
    <w:rsid w:val="00072564"/>
    <w:pPr>
      <w:spacing w:line="240" w:lineRule="auto"/>
      <w:ind w:left="1680"/>
      <w:jc w:val="left"/>
    </w:pPr>
    <w:rPr>
      <w:rFonts w:ascii="Times New Roman" w:hAnsi="Times New Roman"/>
      <w:spacing w:val="0"/>
      <w:sz w:val="24"/>
    </w:rPr>
  </w:style>
  <w:style w:type="paragraph" w:styleId="Sumrio9">
    <w:name w:val="toc 9"/>
    <w:basedOn w:val="Normal"/>
    <w:next w:val="Normal"/>
    <w:autoRedefine/>
    <w:uiPriority w:val="39"/>
    <w:rsid w:val="00072564"/>
    <w:pPr>
      <w:spacing w:line="240" w:lineRule="auto"/>
      <w:ind w:left="1920"/>
      <w:jc w:val="left"/>
    </w:pPr>
    <w:rPr>
      <w:rFonts w:ascii="Times New Roman" w:hAnsi="Times New Roman"/>
      <w:spacing w:val="0"/>
      <w:sz w:val="24"/>
    </w:rPr>
  </w:style>
  <w:style w:type="paragraph" w:customStyle="1" w:styleId="Alnea">
    <w:name w:val="Alínea"/>
    <w:basedOn w:val="Normal"/>
    <w:rsid w:val="00072564"/>
    <w:pPr>
      <w:tabs>
        <w:tab w:val="num" w:pos="1964"/>
      </w:tabs>
      <w:ind w:left="1640" w:hanging="396"/>
    </w:pPr>
  </w:style>
  <w:style w:type="paragraph" w:customStyle="1" w:styleId="Referencia">
    <w:name w:val="Referencia"/>
    <w:basedOn w:val="onsNormal"/>
    <w:rsid w:val="00072564"/>
    <w:pPr>
      <w:tabs>
        <w:tab w:val="num" w:pos="2288"/>
      </w:tabs>
      <w:ind w:left="2288" w:right="-302" w:hanging="851"/>
    </w:pPr>
  </w:style>
  <w:style w:type="table" w:styleId="Tabelacomgrade">
    <w:name w:val="Table Grid"/>
    <w:basedOn w:val="Tabelanormal"/>
    <w:uiPriority w:val="59"/>
    <w:rsid w:val="00B91ABC"/>
    <w:pPr>
      <w:spacing w:line="320" w:lineRule="exact"/>
      <w:ind w:left="1021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basedOn w:val="Corpodetexto2"/>
    <w:rsid w:val="00B91ABC"/>
    <w:pPr>
      <w:widowControl w:val="0"/>
      <w:tabs>
        <w:tab w:val="num" w:pos="851"/>
      </w:tabs>
      <w:adjustRightInd w:val="0"/>
      <w:spacing w:before="240" w:line="240" w:lineRule="auto"/>
      <w:ind w:left="851" w:hanging="397"/>
      <w:textAlignment w:val="baseline"/>
    </w:pPr>
    <w:rPr>
      <w:rFonts w:cs="Arial"/>
      <w:spacing w:val="0"/>
      <w:sz w:val="24"/>
      <w:lang w:val="en-US" w:eastAsia="en-US"/>
    </w:rPr>
  </w:style>
  <w:style w:type="paragraph" w:styleId="Corpodetexto2">
    <w:name w:val="Body Text 2"/>
    <w:basedOn w:val="Normal"/>
    <w:link w:val="Corpodetexto2Char"/>
    <w:rsid w:val="00B91ABC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2D1492"/>
    <w:rPr>
      <w:rFonts w:ascii="Arial" w:hAnsi="Arial"/>
      <w:spacing w:val="4"/>
      <w:sz w:val="22"/>
      <w:szCs w:val="24"/>
    </w:rPr>
  </w:style>
  <w:style w:type="paragraph" w:customStyle="1" w:styleId="Texto">
    <w:name w:val="Texto"/>
    <w:rsid w:val="00B91ABC"/>
    <w:pPr>
      <w:keepLines/>
      <w:widowControl w:val="0"/>
      <w:suppressAutoHyphens/>
      <w:jc w:val="both"/>
    </w:pPr>
    <w:rPr>
      <w:rFonts w:ascii="Courier New" w:hAnsi="Courier New"/>
      <w:snapToGrid w:val="0"/>
      <w:sz w:val="24"/>
      <w:lang w:eastAsia="en-US"/>
    </w:rPr>
  </w:style>
  <w:style w:type="paragraph" w:styleId="Pr-formataoHTML">
    <w:name w:val="HTML Preformatted"/>
    <w:basedOn w:val="Normal"/>
    <w:link w:val="Pr-formataoHTMLChar"/>
    <w:rsid w:val="00B91ABC"/>
    <w:pPr>
      <w:spacing w:line="240" w:lineRule="auto"/>
      <w:ind w:left="0"/>
      <w:jc w:val="left"/>
    </w:pPr>
    <w:rPr>
      <w:rFonts w:ascii="Courier New" w:hAnsi="Courier New" w:cs="Monotype Sorts"/>
      <w:spacing w:val="0"/>
      <w:sz w:val="20"/>
      <w:szCs w:val="20"/>
    </w:rPr>
  </w:style>
  <w:style w:type="character" w:customStyle="1" w:styleId="Pr-formataoHTMLChar">
    <w:name w:val="Pré-formatação HTML Char"/>
    <w:basedOn w:val="Fontepargpadro"/>
    <w:link w:val="Pr-formataoHTML"/>
    <w:rsid w:val="00B12434"/>
    <w:rPr>
      <w:rFonts w:ascii="Courier New" w:hAnsi="Courier New" w:cs="Monotype Sorts"/>
    </w:rPr>
  </w:style>
  <w:style w:type="paragraph" w:customStyle="1" w:styleId="Estilo1">
    <w:name w:val="Estilo1"/>
    <w:basedOn w:val="Normal"/>
    <w:rsid w:val="00B91ABC"/>
    <w:pPr>
      <w:spacing w:line="240" w:lineRule="auto"/>
      <w:ind w:left="709"/>
    </w:pPr>
    <w:rPr>
      <w:spacing w:val="0"/>
      <w:szCs w:val="20"/>
    </w:rPr>
  </w:style>
  <w:style w:type="paragraph" w:styleId="Remissivo1">
    <w:name w:val="index 1"/>
    <w:basedOn w:val="Normal"/>
    <w:next w:val="Normal"/>
    <w:autoRedefine/>
    <w:semiHidden/>
    <w:rsid w:val="00B63E64"/>
    <w:pPr>
      <w:ind w:left="220" w:hanging="220"/>
    </w:pPr>
  </w:style>
  <w:style w:type="paragraph" w:styleId="Ttulodendiceremissivo">
    <w:name w:val="index heading"/>
    <w:basedOn w:val="Normal"/>
    <w:next w:val="Remissivo1"/>
    <w:semiHidden/>
    <w:rsid w:val="00B63E64"/>
    <w:pPr>
      <w:widowControl w:val="0"/>
      <w:spacing w:line="240" w:lineRule="auto"/>
      <w:ind w:left="0" w:right="-71"/>
    </w:pPr>
    <w:rPr>
      <w:rFonts w:ascii="Arial Narrow" w:hAnsi="Arial Narrow"/>
      <w:spacing w:val="0"/>
      <w:sz w:val="24"/>
      <w:szCs w:val="20"/>
    </w:rPr>
  </w:style>
  <w:style w:type="paragraph" w:customStyle="1" w:styleId="lista83">
    <w:name w:val="lista 83"/>
    <w:basedOn w:val="Normal"/>
    <w:next w:val="Normal"/>
    <w:autoRedefine/>
    <w:rsid w:val="00843B21"/>
    <w:pPr>
      <w:widowControl w:val="0"/>
      <w:numPr>
        <w:numId w:val="5"/>
      </w:numPr>
      <w:tabs>
        <w:tab w:val="left" w:pos="1134"/>
      </w:tabs>
      <w:spacing w:before="120" w:after="120" w:line="240" w:lineRule="auto"/>
    </w:pPr>
    <w:rPr>
      <w:rFonts w:ascii="Arial Narrow" w:hAnsi="Arial Narrow"/>
      <w:spacing w:val="-2"/>
      <w:sz w:val="24"/>
    </w:rPr>
  </w:style>
  <w:style w:type="paragraph" w:styleId="PargrafodaLista">
    <w:name w:val="List Paragraph"/>
    <w:basedOn w:val="Normal"/>
    <w:link w:val="PargrafodaListaChar"/>
    <w:uiPriority w:val="99"/>
    <w:qFormat/>
    <w:rsid w:val="005745FA"/>
    <w:pPr>
      <w:ind w:left="708"/>
    </w:pPr>
  </w:style>
  <w:style w:type="character" w:customStyle="1" w:styleId="PargrafodaListaChar">
    <w:name w:val="Parágrafo da Lista Char"/>
    <w:link w:val="PargrafodaLista"/>
    <w:uiPriority w:val="99"/>
    <w:locked/>
    <w:rsid w:val="006A0CB4"/>
    <w:rPr>
      <w:rFonts w:ascii="Arial" w:hAnsi="Arial"/>
      <w:spacing w:val="4"/>
      <w:sz w:val="22"/>
      <w:szCs w:val="24"/>
    </w:rPr>
  </w:style>
  <w:style w:type="character" w:styleId="Refdecomentrio">
    <w:name w:val="annotation reference"/>
    <w:rsid w:val="00FE3E40"/>
    <w:rPr>
      <w:sz w:val="16"/>
    </w:rPr>
  </w:style>
  <w:style w:type="paragraph" w:styleId="Textodecomentrio">
    <w:name w:val="annotation text"/>
    <w:basedOn w:val="Normal"/>
    <w:link w:val="TextodecomentrioChar"/>
    <w:rsid w:val="00FE3E40"/>
    <w:pPr>
      <w:spacing w:line="240" w:lineRule="auto"/>
      <w:ind w:left="0"/>
      <w:jc w:val="left"/>
    </w:pPr>
    <w:rPr>
      <w:rFonts w:ascii="Arial Narrow" w:hAnsi="Arial Narrow"/>
      <w:spacing w:val="0"/>
      <w:sz w:val="20"/>
      <w:szCs w:val="20"/>
    </w:rPr>
  </w:style>
  <w:style w:type="character" w:customStyle="1" w:styleId="TextodecomentrioChar">
    <w:name w:val="Texto de comentário Char"/>
    <w:link w:val="Textodecomentrio"/>
    <w:rsid w:val="00FE3E40"/>
    <w:rPr>
      <w:rFonts w:ascii="Arial Narrow" w:hAnsi="Arial Narrow"/>
    </w:rPr>
  </w:style>
  <w:style w:type="paragraph" w:customStyle="1" w:styleId="Default">
    <w:name w:val="Default"/>
    <w:rsid w:val="001F0D3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nfase">
    <w:name w:val="Emphasis"/>
    <w:qFormat/>
    <w:rsid w:val="00B70D85"/>
    <w:rPr>
      <w:i/>
      <w:iCs/>
    </w:rPr>
  </w:style>
  <w:style w:type="paragraph" w:customStyle="1" w:styleId="PargrafodaLista1">
    <w:name w:val="Parágrafo da Lista1"/>
    <w:basedOn w:val="Normal"/>
    <w:uiPriority w:val="99"/>
    <w:rsid w:val="00DE1352"/>
    <w:pPr>
      <w:spacing w:after="200" w:line="276" w:lineRule="auto"/>
      <w:ind w:left="720"/>
      <w:contextualSpacing/>
      <w:jc w:val="left"/>
    </w:pPr>
    <w:rPr>
      <w:rFonts w:ascii="Calibri" w:hAnsi="Calibri"/>
      <w:spacing w:val="0"/>
      <w:szCs w:val="22"/>
      <w:lang w:eastAsia="en-US"/>
    </w:rPr>
  </w:style>
  <w:style w:type="paragraph" w:customStyle="1" w:styleId="PargrafodaLista11">
    <w:name w:val="Parágrafo da Lista11"/>
    <w:basedOn w:val="Normal"/>
    <w:uiPriority w:val="99"/>
    <w:rsid w:val="003C3BD7"/>
    <w:pPr>
      <w:spacing w:after="200" w:line="276" w:lineRule="auto"/>
      <w:ind w:left="720"/>
      <w:contextualSpacing/>
      <w:jc w:val="left"/>
    </w:pPr>
    <w:rPr>
      <w:rFonts w:ascii="Calibri" w:hAnsi="Calibri"/>
      <w:spacing w:val="0"/>
      <w:szCs w:val="22"/>
      <w:lang w:eastAsia="en-US"/>
    </w:rPr>
  </w:style>
  <w:style w:type="paragraph" w:styleId="TextosemFormatao">
    <w:name w:val="Plain Text"/>
    <w:basedOn w:val="Normal"/>
    <w:link w:val="TextosemFormataoChar"/>
    <w:uiPriority w:val="99"/>
    <w:unhideWhenUsed/>
    <w:rsid w:val="00B86E67"/>
    <w:pPr>
      <w:spacing w:line="240" w:lineRule="auto"/>
      <w:ind w:left="0"/>
      <w:jc w:val="left"/>
    </w:pPr>
    <w:rPr>
      <w:rFonts w:ascii="Calibri" w:eastAsia="Calibri" w:hAnsi="Calibri"/>
      <w:spacing w:val="0"/>
      <w:szCs w:val="21"/>
      <w:lang w:eastAsia="en-US"/>
    </w:rPr>
  </w:style>
  <w:style w:type="character" w:customStyle="1" w:styleId="TextosemFormataoChar">
    <w:name w:val="Texto sem Formatação Char"/>
    <w:link w:val="TextosemFormatao"/>
    <w:uiPriority w:val="99"/>
    <w:rsid w:val="00B86E67"/>
    <w:rPr>
      <w:rFonts w:ascii="Calibri" w:eastAsia="Calibri" w:hAnsi="Calibri"/>
      <w:sz w:val="22"/>
      <w:szCs w:val="21"/>
      <w:lang w:eastAsia="en-US"/>
    </w:rPr>
  </w:style>
  <w:style w:type="paragraph" w:styleId="Corpodetexto">
    <w:name w:val="Body Text"/>
    <w:basedOn w:val="Normal"/>
    <w:link w:val="CorpodetextoChar"/>
    <w:uiPriority w:val="99"/>
    <w:unhideWhenUsed/>
    <w:rsid w:val="00B1243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B12434"/>
    <w:rPr>
      <w:rFonts w:ascii="Arial" w:hAnsi="Arial"/>
      <w:spacing w:val="4"/>
      <w:sz w:val="22"/>
      <w:szCs w:val="24"/>
    </w:rPr>
  </w:style>
  <w:style w:type="paragraph" w:customStyle="1" w:styleId="Normal2">
    <w:name w:val="Normal2"/>
    <w:basedOn w:val="Corpodetexto2"/>
    <w:rsid w:val="00B12434"/>
    <w:pPr>
      <w:widowControl w:val="0"/>
      <w:tabs>
        <w:tab w:val="num" w:pos="851"/>
      </w:tabs>
      <w:adjustRightInd w:val="0"/>
      <w:spacing w:before="240" w:line="240" w:lineRule="auto"/>
      <w:ind w:left="851" w:hanging="397"/>
      <w:textAlignment w:val="baseline"/>
    </w:pPr>
    <w:rPr>
      <w:rFonts w:cs="Arial"/>
      <w:spacing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4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9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5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6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2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2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8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5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7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5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5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image" Target="media/image3.emf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image" Target="media/image2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Relationship Id="rId22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rakaki\AppData\Roaming\Microsoft\Modelos\Manual%20ONS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_Projetos" ma:contentTypeID="0x010100EDCFC8526AE1F948951600867DB964CC21008BB2CC2846A6474D982DB9028ED73C6B" ma:contentTypeVersion="17" ma:contentTypeDescription="" ma:contentTypeScope="" ma:versionID="8ee2988a94f0a55f6f107bbfdf77e018">
  <xsd:schema xmlns:xsd="http://www.w3.org/2001/XMLSchema" xmlns:p="http://schemas.microsoft.com/office/2006/metadata/properties" xmlns:ns2="ab9e0d36-7cb7-432c-ace8-52c003edc547" targetNamespace="http://schemas.microsoft.com/office/2006/metadata/properties" ma:root="true" ma:fieldsID="a7bf09906ae2a0b1ad1657fec05fbfbe" ns2:_="">
    <xsd:import namespace="ab9e0d36-7cb7-432c-ace8-52c003edc547"/>
    <xsd:element name="properties">
      <xsd:complexType>
        <xsd:sequence>
          <xsd:element name="documentManagement">
            <xsd:complexType>
              <xsd:all>
                <xsd:element ref="ns2:Taxonomia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ab9e0d36-7cb7-432c-ace8-52c003edc547" elementFormDefault="qualified">
    <xsd:import namespace="http://schemas.microsoft.com/office/2006/documentManagement/types"/>
    <xsd:element name="Taxonomia" ma:index="8" nillable="true" ma:displayName="Taxonomia" ma:description="Apesar do campo Taxonomia não ser obrigatório seu preenchimento é importante para  a categorização de nossos conteúdos. Quando possível, escolha uma das opções." ma:internalName="Taxonomia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>
  <documentManagement>
    <Taxonomia xmlns="ab9e0d36-7cb7-432c-ace8-52c003edc547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1E506-A3A7-4E89-BF00-466533F9AF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4E34CD-7263-4C22-B28D-D5E6213BA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9e0d36-7cb7-432c-ace8-52c003edc547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7C697B3-4752-4FD7-9976-C11B6EDFC2EF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FE96973-B8DC-4E0D-9472-EDF24D17EDD2}">
  <ds:schemaRefs>
    <ds:schemaRef ds:uri="http://www.w3.org/XML/1998/namespace"/>
    <ds:schemaRef ds:uri="http://purl.org/dc/elements/1.1/"/>
    <ds:schemaRef ds:uri="ab9e0d36-7cb7-432c-ace8-52c003edc547"/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</ds:schemaRefs>
</ds:datastoreItem>
</file>

<file path=customXml/itemProps5.xml><?xml version="1.0" encoding="utf-8"?>
<ds:datastoreItem xmlns:ds="http://schemas.openxmlformats.org/officeDocument/2006/customXml" ds:itemID="{BCF88979-298E-4C48-8883-234B33C32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 ONS</Template>
  <TotalTime>1</TotalTime>
  <Pages>21</Pages>
  <Words>4337</Words>
  <Characters>26082</Characters>
  <Application>Microsoft Office Word</Application>
  <DocSecurity>0</DocSecurity>
  <Lines>217</Lines>
  <Paragraphs>60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PIII900</Company>
  <LinksUpToDate>false</LinksUpToDate>
  <CharactersWithSpaces>30359</CharactersWithSpaces>
  <SharedDoc>false</SharedDoc>
  <HLinks>
    <vt:vector size="816" baseType="variant">
      <vt:variant>
        <vt:i4>1441853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_Toc357502935</vt:lpwstr>
      </vt:variant>
      <vt:variant>
        <vt:i4>1441853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_Toc357502934</vt:lpwstr>
      </vt:variant>
      <vt:variant>
        <vt:i4>1441853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_Toc357502933</vt:lpwstr>
      </vt:variant>
      <vt:variant>
        <vt:i4>1441853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_Toc357502932</vt:lpwstr>
      </vt:variant>
      <vt:variant>
        <vt:i4>1441853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_Toc357502931</vt:lpwstr>
      </vt:variant>
      <vt:variant>
        <vt:i4>1441853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_Toc357502930</vt:lpwstr>
      </vt:variant>
      <vt:variant>
        <vt:i4>1507389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_Toc357502929</vt:lpwstr>
      </vt:variant>
      <vt:variant>
        <vt:i4>1507389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_Toc357502928</vt:lpwstr>
      </vt:variant>
      <vt:variant>
        <vt:i4>1507389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_Toc357502927</vt:lpwstr>
      </vt:variant>
      <vt:variant>
        <vt:i4>1507389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_Toc357502926</vt:lpwstr>
      </vt:variant>
      <vt:variant>
        <vt:i4>1507389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_Toc357502925</vt:lpwstr>
      </vt:variant>
      <vt:variant>
        <vt:i4>1507389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_Toc357502924</vt:lpwstr>
      </vt:variant>
      <vt:variant>
        <vt:i4>1507389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_Toc357502923</vt:lpwstr>
      </vt:variant>
      <vt:variant>
        <vt:i4>1507389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_Toc357502922</vt:lpwstr>
      </vt:variant>
      <vt:variant>
        <vt:i4>1507389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_Toc357502921</vt:lpwstr>
      </vt:variant>
      <vt:variant>
        <vt:i4>1310781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_Toc357502919</vt:lpwstr>
      </vt:variant>
      <vt:variant>
        <vt:i4>1310781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_Toc357502918</vt:lpwstr>
      </vt:variant>
      <vt:variant>
        <vt:i4>1310781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_Toc357502917</vt:lpwstr>
      </vt:variant>
      <vt:variant>
        <vt:i4>1310781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_Toc357502916</vt:lpwstr>
      </vt:variant>
      <vt:variant>
        <vt:i4>1310781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_Toc357502915</vt:lpwstr>
      </vt:variant>
      <vt:variant>
        <vt:i4>1310781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_Toc357502914</vt:lpwstr>
      </vt:variant>
      <vt:variant>
        <vt:i4>1310781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_Toc357502913</vt:lpwstr>
      </vt:variant>
      <vt:variant>
        <vt:i4>1310781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_Toc357502912</vt:lpwstr>
      </vt:variant>
      <vt:variant>
        <vt:i4>1310781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_Toc357502911</vt:lpwstr>
      </vt:variant>
      <vt:variant>
        <vt:i4>1310781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_Toc357502910</vt:lpwstr>
      </vt:variant>
      <vt:variant>
        <vt:i4>1376317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_Toc357502909</vt:lpwstr>
      </vt:variant>
      <vt:variant>
        <vt:i4>1376317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_Toc357502908</vt:lpwstr>
      </vt:variant>
      <vt:variant>
        <vt:i4>1376317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_Toc357502907</vt:lpwstr>
      </vt:variant>
      <vt:variant>
        <vt:i4>1376317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_Toc357502906</vt:lpwstr>
      </vt:variant>
      <vt:variant>
        <vt:i4>1376317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_Toc357502905</vt:lpwstr>
      </vt:variant>
      <vt:variant>
        <vt:i4>1376317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_Toc357502904</vt:lpwstr>
      </vt:variant>
      <vt:variant>
        <vt:i4>1376317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_Toc357502902</vt:lpwstr>
      </vt:variant>
      <vt:variant>
        <vt:i4>1376317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_Toc357502901</vt:lpwstr>
      </vt:variant>
      <vt:variant>
        <vt:i4>1376317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_Toc357502900</vt:lpwstr>
      </vt:variant>
      <vt:variant>
        <vt:i4>1835068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_Toc357502899</vt:lpwstr>
      </vt:variant>
      <vt:variant>
        <vt:i4>1835068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_Toc357502898</vt:lpwstr>
      </vt:variant>
      <vt:variant>
        <vt:i4>1835068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_Toc357502897</vt:lpwstr>
      </vt:variant>
      <vt:variant>
        <vt:i4>1835068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_Toc357502896</vt:lpwstr>
      </vt:variant>
      <vt:variant>
        <vt:i4>1835068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_Toc357502895</vt:lpwstr>
      </vt:variant>
      <vt:variant>
        <vt:i4>1835068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_Toc357502894</vt:lpwstr>
      </vt:variant>
      <vt:variant>
        <vt:i4>1835068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_Toc357502893</vt:lpwstr>
      </vt:variant>
      <vt:variant>
        <vt:i4>1835068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_Toc357502892</vt:lpwstr>
      </vt:variant>
      <vt:variant>
        <vt:i4>1835068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_Toc357502891</vt:lpwstr>
      </vt:variant>
      <vt:variant>
        <vt:i4>1835068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_Toc357502890</vt:lpwstr>
      </vt:variant>
      <vt:variant>
        <vt:i4>1900604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_Toc357502889</vt:lpwstr>
      </vt:variant>
      <vt:variant>
        <vt:i4>1900604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_Toc357502888</vt:lpwstr>
      </vt:variant>
      <vt:variant>
        <vt:i4>1900604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_Toc357502887</vt:lpwstr>
      </vt:variant>
      <vt:variant>
        <vt:i4>1900604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_Toc357502886</vt:lpwstr>
      </vt:variant>
      <vt:variant>
        <vt:i4>1900604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_Toc357502885</vt:lpwstr>
      </vt:variant>
      <vt:variant>
        <vt:i4>1900604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_Toc357502884</vt:lpwstr>
      </vt:variant>
      <vt:variant>
        <vt:i4>1900604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_Toc357502883</vt:lpwstr>
      </vt:variant>
      <vt:variant>
        <vt:i4>1900604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_Toc357502882</vt:lpwstr>
      </vt:variant>
      <vt:variant>
        <vt:i4>1900604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_Toc357502881</vt:lpwstr>
      </vt:variant>
      <vt:variant>
        <vt:i4>1900604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_Toc357502880</vt:lpwstr>
      </vt:variant>
      <vt:variant>
        <vt:i4>1179708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_Toc357502879</vt:lpwstr>
      </vt:variant>
      <vt:variant>
        <vt:i4>1179708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_Toc357502878</vt:lpwstr>
      </vt:variant>
      <vt:variant>
        <vt:i4>1179708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_Toc357502877</vt:lpwstr>
      </vt:variant>
      <vt:variant>
        <vt:i4>1179708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_Toc357502876</vt:lpwstr>
      </vt:variant>
      <vt:variant>
        <vt:i4>1179708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_Toc357502875</vt:lpwstr>
      </vt:variant>
      <vt:variant>
        <vt:i4>1179708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_Toc357502874</vt:lpwstr>
      </vt:variant>
      <vt:variant>
        <vt:i4>1179708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_Toc357502873</vt:lpwstr>
      </vt:variant>
      <vt:variant>
        <vt:i4>1179708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_Toc357502872</vt:lpwstr>
      </vt:variant>
      <vt:variant>
        <vt:i4>1179708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_Toc357502871</vt:lpwstr>
      </vt:variant>
      <vt:variant>
        <vt:i4>1179708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_Toc357502870</vt:lpwstr>
      </vt:variant>
      <vt:variant>
        <vt:i4>1245244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_Toc357502869</vt:lpwstr>
      </vt:variant>
      <vt:variant>
        <vt:i4>1245244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_Toc357502868</vt:lpwstr>
      </vt:variant>
      <vt:variant>
        <vt:i4>1245244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_Toc357502867</vt:lpwstr>
      </vt:variant>
      <vt:variant>
        <vt:i4>1245244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_Toc357502866</vt:lpwstr>
      </vt:variant>
      <vt:variant>
        <vt:i4>1245244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_Toc357502865</vt:lpwstr>
      </vt:variant>
      <vt:variant>
        <vt:i4>1245244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_Toc357502864</vt:lpwstr>
      </vt:variant>
      <vt:variant>
        <vt:i4>1245244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_Toc357502863</vt:lpwstr>
      </vt:variant>
      <vt:variant>
        <vt:i4>1245244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_Toc357502862</vt:lpwstr>
      </vt:variant>
      <vt:variant>
        <vt:i4>1245244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_Toc357502861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_Toc357502860</vt:lpwstr>
      </vt:variant>
      <vt:variant>
        <vt:i4>1048636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_Toc357502859</vt:lpwstr>
      </vt:variant>
      <vt:variant>
        <vt:i4>1048636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_Toc357502858</vt:lpwstr>
      </vt:variant>
      <vt:variant>
        <vt:i4>1048636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_Toc357502857</vt:lpwstr>
      </vt:variant>
      <vt:variant>
        <vt:i4>1048636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_Toc357502856</vt:lpwstr>
      </vt:variant>
      <vt:variant>
        <vt:i4>1048636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_Toc357502855</vt:lpwstr>
      </vt:variant>
      <vt:variant>
        <vt:i4>1048636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_Toc357502854</vt:lpwstr>
      </vt:variant>
      <vt:variant>
        <vt:i4>1048636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_Toc357502853</vt:lpwstr>
      </vt:variant>
      <vt:variant>
        <vt:i4>1048636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_Toc357502852</vt:lpwstr>
      </vt:variant>
      <vt:variant>
        <vt:i4>1048636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_Toc357502851</vt:lpwstr>
      </vt:variant>
      <vt:variant>
        <vt:i4>1048636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_Toc357502850</vt:lpwstr>
      </vt:variant>
      <vt:variant>
        <vt:i4>1114172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_Toc357502849</vt:lpwstr>
      </vt:variant>
      <vt:variant>
        <vt:i4>1114172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_Toc357502848</vt:lpwstr>
      </vt:variant>
      <vt:variant>
        <vt:i4>1114172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_Toc357502847</vt:lpwstr>
      </vt:variant>
      <vt:variant>
        <vt:i4>1114172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_Toc357502846</vt:lpwstr>
      </vt:variant>
      <vt:variant>
        <vt:i4>1114172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_Toc357502845</vt:lpwstr>
      </vt:variant>
      <vt:variant>
        <vt:i4>1114172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_Toc357502844</vt:lpwstr>
      </vt:variant>
      <vt:variant>
        <vt:i4>1114172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_Toc357502843</vt:lpwstr>
      </vt:variant>
      <vt:variant>
        <vt:i4>1114172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_Toc357502842</vt:lpwstr>
      </vt:variant>
      <vt:variant>
        <vt:i4>1114172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_Toc357502841</vt:lpwstr>
      </vt:variant>
      <vt:variant>
        <vt:i4>1114172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_Toc357502840</vt:lpwstr>
      </vt:variant>
      <vt:variant>
        <vt:i4>1441852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_Toc357502839</vt:lpwstr>
      </vt:variant>
      <vt:variant>
        <vt:i4>1441852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_Toc357502838</vt:lpwstr>
      </vt:variant>
      <vt:variant>
        <vt:i4>1441852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_Toc357502837</vt:lpwstr>
      </vt:variant>
      <vt:variant>
        <vt:i4>1441852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_Toc357502836</vt:lpwstr>
      </vt:variant>
      <vt:variant>
        <vt:i4>1441852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_Toc357502835</vt:lpwstr>
      </vt:variant>
      <vt:variant>
        <vt:i4>1441852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_Toc357502834</vt:lpwstr>
      </vt:variant>
      <vt:variant>
        <vt:i4>1441852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_Toc357502833</vt:lpwstr>
      </vt:variant>
      <vt:variant>
        <vt:i4>1441852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_Toc357502832</vt:lpwstr>
      </vt:variant>
      <vt:variant>
        <vt:i4>1441852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_Toc357502831</vt:lpwstr>
      </vt:variant>
      <vt:variant>
        <vt:i4>1441852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_Toc357502830</vt:lpwstr>
      </vt:variant>
      <vt:variant>
        <vt:i4>1507388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_Toc357502829</vt:lpwstr>
      </vt:variant>
      <vt:variant>
        <vt:i4>1507388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_Toc357502828</vt:lpwstr>
      </vt:variant>
      <vt:variant>
        <vt:i4>1507388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_Toc357502827</vt:lpwstr>
      </vt:variant>
      <vt:variant>
        <vt:i4>1507388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_Toc357502826</vt:lpwstr>
      </vt:variant>
      <vt:variant>
        <vt:i4>1507388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_Toc357502825</vt:lpwstr>
      </vt:variant>
      <vt:variant>
        <vt:i4>1507388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_Toc357502824</vt:lpwstr>
      </vt:variant>
      <vt:variant>
        <vt:i4>1507388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_Toc357502823</vt:lpwstr>
      </vt:variant>
      <vt:variant>
        <vt:i4>1507388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_Toc357502822</vt:lpwstr>
      </vt:variant>
      <vt:variant>
        <vt:i4>1507388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_Toc357502821</vt:lpwstr>
      </vt:variant>
      <vt:variant>
        <vt:i4>1507388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_Toc357502820</vt:lpwstr>
      </vt:variant>
      <vt:variant>
        <vt:i4>1310780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_Toc357502819</vt:lpwstr>
      </vt:variant>
      <vt:variant>
        <vt:i4>1310780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_Toc357502818</vt:lpwstr>
      </vt:variant>
      <vt:variant>
        <vt:i4>1310780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_Toc357502817</vt:lpwstr>
      </vt:variant>
      <vt:variant>
        <vt:i4>1310780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_Toc357502816</vt:lpwstr>
      </vt:variant>
      <vt:variant>
        <vt:i4>1310780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_Toc357502815</vt:lpwstr>
      </vt:variant>
      <vt:variant>
        <vt:i4>1310780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_Toc357502814</vt:lpwstr>
      </vt:variant>
      <vt:variant>
        <vt:i4>1310780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_Toc357502813</vt:lpwstr>
      </vt:variant>
      <vt:variant>
        <vt:i4>1310780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_Toc357502812</vt:lpwstr>
      </vt:variant>
      <vt:variant>
        <vt:i4>1310780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_Toc357502811</vt:lpwstr>
      </vt:variant>
      <vt:variant>
        <vt:i4>1310780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_Toc357502810</vt:lpwstr>
      </vt:variant>
      <vt:variant>
        <vt:i4>1376316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_Toc357502809</vt:lpwstr>
      </vt:variant>
      <vt:variant>
        <vt:i4>1376316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_Toc357502808</vt:lpwstr>
      </vt:variant>
      <vt:variant>
        <vt:i4>1376316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_Toc357502807</vt:lpwstr>
      </vt:variant>
      <vt:variant>
        <vt:i4>1376316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_Toc357502806</vt:lpwstr>
      </vt:variant>
      <vt:variant>
        <vt:i4>1376316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_Toc357502805</vt:lpwstr>
      </vt:variant>
      <vt:variant>
        <vt:i4>1376316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_Toc357502804</vt:lpwstr>
      </vt:variant>
      <vt:variant>
        <vt:i4>1376316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_Toc357502803</vt:lpwstr>
      </vt:variant>
      <vt:variant>
        <vt:i4>1376316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_Toc357502802</vt:lpwstr>
      </vt:variant>
      <vt:variant>
        <vt:i4>1376316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_Toc357502801</vt:lpwstr>
      </vt:variant>
      <vt:variant>
        <vt:i4>1376316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_Toc357502800</vt:lpwstr>
      </vt:variant>
      <vt:variant>
        <vt:i4>1835059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_Toc357502799</vt:lpwstr>
      </vt:variant>
      <vt:variant>
        <vt:i4>1835059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_Toc357502798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Operador Nacional do Sistema Elétrico</dc:creator>
  <cp:lastModifiedBy>gestor_seg</cp:lastModifiedBy>
  <cp:revision>5</cp:revision>
  <cp:lastPrinted>2015-06-23T13:29:00Z</cp:lastPrinted>
  <dcterms:created xsi:type="dcterms:W3CDTF">2015-04-29T17:39:00Z</dcterms:created>
  <dcterms:modified xsi:type="dcterms:W3CDTF">2015-06-23T13:30:00Z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Documento_Projetos</vt:lpwstr>
  </property>
  <property fmtid="{D5CDD505-2E9C-101B-9397-08002B2CF9AE}" pid="3" name="ContentTypeId">
    <vt:lpwstr>0x010100EDCFC8526AE1F948951600867DB964CC21008BB2CC2846A6474D982DB9028ED73C6B</vt:lpwstr>
  </property>
</Properties>
</file>